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6164" w14:textId="77777777" w:rsidR="000830B6" w:rsidRPr="000830B6" w:rsidRDefault="00D55E8E" w:rsidP="000830B6">
      <w:pPr>
        <w:jc w:val="center"/>
        <w:rPr>
          <w:rFonts w:asciiTheme="minorHAnsi" w:eastAsiaTheme="minorHAnsi" w:hAnsiTheme="minorHAnsi" w:cstheme="minorBidi"/>
          <w:b/>
          <w:smallCaps/>
          <w:spacing w:val="0"/>
          <w:sz w:val="40"/>
          <w:szCs w:val="32"/>
        </w:rPr>
      </w:pPr>
      <w:r>
        <w:rPr>
          <w:rFonts w:asciiTheme="minorHAnsi" w:eastAsiaTheme="minorHAnsi" w:hAnsiTheme="minorHAnsi" w:cstheme="minorBidi"/>
          <w:b/>
          <w:smallCaps/>
          <w:spacing w:val="0"/>
          <w:sz w:val="40"/>
          <w:szCs w:val="32"/>
        </w:rPr>
        <w:br/>
      </w:r>
      <w:r w:rsidR="000830B6" w:rsidRPr="000830B6">
        <w:rPr>
          <w:rFonts w:asciiTheme="minorHAnsi" w:eastAsiaTheme="minorHAnsi" w:hAnsiTheme="minorHAnsi" w:cstheme="minorBidi"/>
          <w:b/>
          <w:smallCaps/>
          <w:spacing w:val="0"/>
          <w:sz w:val="40"/>
          <w:szCs w:val="32"/>
        </w:rPr>
        <w:t>Mission Hills Community Services District</w:t>
      </w:r>
    </w:p>
    <w:p w14:paraId="12721DBC" w14:textId="7B4843DD" w:rsidR="000830B6" w:rsidRPr="000830B6" w:rsidRDefault="004A7B0B" w:rsidP="000830B6">
      <w:pPr>
        <w:spacing w:after="120"/>
        <w:jc w:val="center"/>
        <w:rPr>
          <w:rFonts w:asciiTheme="minorHAnsi" w:eastAsiaTheme="minorHAnsi" w:hAnsiTheme="minorHAnsi" w:cstheme="minorBidi"/>
          <w:b/>
          <w:spacing w:val="0"/>
          <w:sz w:val="28"/>
          <w:szCs w:val="28"/>
        </w:rPr>
      </w:pPr>
      <w:r>
        <w:rPr>
          <w:rFonts w:asciiTheme="minorHAnsi" w:eastAsiaTheme="minorHAnsi" w:hAnsiTheme="minorHAnsi" w:cstheme="minorBidi"/>
          <w:b/>
          <w:spacing w:val="0"/>
          <w:sz w:val="28"/>
          <w:szCs w:val="28"/>
        </w:rPr>
        <w:t>Regular</w:t>
      </w:r>
      <w:r w:rsidR="000830B6" w:rsidRPr="000830B6">
        <w:rPr>
          <w:rFonts w:asciiTheme="minorHAnsi" w:eastAsiaTheme="minorHAnsi" w:hAnsiTheme="minorHAnsi" w:cstheme="minorBidi"/>
          <w:b/>
          <w:spacing w:val="0"/>
          <w:sz w:val="28"/>
          <w:szCs w:val="28"/>
        </w:rPr>
        <w:t xml:space="preserve"> Meeting Minutes</w:t>
      </w:r>
    </w:p>
    <w:p w14:paraId="3EEB780F" w14:textId="07DDA6B7" w:rsidR="005D467E" w:rsidRPr="003D1AD7" w:rsidRDefault="0039470A" w:rsidP="007C05BC">
      <w:pPr>
        <w:jc w:val="center"/>
        <w:rPr>
          <w:rFonts w:asciiTheme="minorHAnsi" w:eastAsiaTheme="minorHAnsi" w:hAnsiTheme="minorHAnsi" w:cstheme="minorBidi"/>
          <w:spacing w:val="0"/>
          <w:sz w:val="28"/>
          <w:szCs w:val="28"/>
        </w:rPr>
      </w:pPr>
      <w:r>
        <w:rPr>
          <w:rFonts w:asciiTheme="minorHAnsi" w:eastAsiaTheme="minorHAnsi" w:hAnsiTheme="minorHAnsi" w:cstheme="minorBidi"/>
          <w:spacing w:val="0"/>
          <w:sz w:val="28"/>
          <w:szCs w:val="28"/>
        </w:rPr>
        <w:t>4</w:t>
      </w:r>
      <w:r w:rsidR="00F74250">
        <w:rPr>
          <w:rFonts w:asciiTheme="minorHAnsi" w:eastAsiaTheme="minorHAnsi" w:hAnsiTheme="minorHAnsi" w:cstheme="minorBidi"/>
          <w:spacing w:val="0"/>
          <w:sz w:val="28"/>
          <w:szCs w:val="28"/>
        </w:rPr>
        <w:t>:30 PM</w:t>
      </w:r>
      <w:r w:rsidR="000830B6" w:rsidRPr="000830B6">
        <w:rPr>
          <w:rFonts w:asciiTheme="minorHAnsi" w:eastAsiaTheme="minorHAnsi" w:hAnsiTheme="minorHAnsi" w:cstheme="minorBidi"/>
          <w:spacing w:val="0"/>
          <w:sz w:val="28"/>
          <w:szCs w:val="28"/>
        </w:rPr>
        <w:t xml:space="preserve"> </w:t>
      </w:r>
      <w:r w:rsidR="00F74250">
        <w:rPr>
          <w:rFonts w:asciiTheme="minorHAnsi" w:eastAsiaTheme="minorHAnsi" w:hAnsiTheme="minorHAnsi" w:cstheme="minorBidi"/>
          <w:spacing w:val="0"/>
          <w:sz w:val="28"/>
          <w:szCs w:val="28"/>
        </w:rPr>
        <w:t xml:space="preserve">Wednesday </w:t>
      </w:r>
      <w:r w:rsidR="004A7B0B">
        <w:rPr>
          <w:rFonts w:asciiTheme="minorHAnsi" w:eastAsiaTheme="minorHAnsi" w:hAnsiTheme="minorHAnsi" w:cstheme="minorBidi"/>
          <w:spacing w:val="0"/>
          <w:sz w:val="28"/>
          <w:szCs w:val="28"/>
        </w:rPr>
        <w:t>December 19</w:t>
      </w:r>
      <w:r w:rsidR="000830B6" w:rsidRPr="000830B6">
        <w:rPr>
          <w:rFonts w:asciiTheme="minorHAnsi" w:eastAsiaTheme="minorHAnsi" w:hAnsiTheme="minorHAnsi" w:cstheme="minorBidi"/>
          <w:spacing w:val="0"/>
          <w:sz w:val="28"/>
          <w:szCs w:val="28"/>
        </w:rPr>
        <w:t xml:space="preserve">, 2018 </w:t>
      </w:r>
    </w:p>
    <w:p w14:paraId="6A69AB37" w14:textId="20003F68" w:rsidR="0049328C" w:rsidRPr="00F95FD5" w:rsidRDefault="00460A05" w:rsidP="00F95FD5">
      <w:pPr>
        <w:jc w:val="both"/>
        <w:rPr>
          <w:rFonts w:asciiTheme="minorHAnsi" w:hAnsiTheme="minorHAnsi"/>
          <w:szCs w:val="24"/>
        </w:rPr>
      </w:pPr>
      <w:r>
        <w:rPr>
          <w:rFonts w:asciiTheme="minorHAnsi" w:hAnsiTheme="minorHAnsi"/>
          <w:szCs w:val="24"/>
        </w:rPr>
        <w:br/>
      </w:r>
      <w:r w:rsidR="00322833" w:rsidRPr="000830B6">
        <w:rPr>
          <w:rFonts w:asciiTheme="minorHAnsi" w:hAnsiTheme="minorHAnsi"/>
          <w:szCs w:val="24"/>
        </w:rPr>
        <w:t xml:space="preserve">The </w:t>
      </w:r>
      <w:r w:rsidR="00323C2B">
        <w:rPr>
          <w:rFonts w:asciiTheme="minorHAnsi" w:hAnsiTheme="minorHAnsi"/>
          <w:szCs w:val="24"/>
        </w:rPr>
        <w:t>Regular</w:t>
      </w:r>
      <w:r w:rsidR="00EB24F6" w:rsidRPr="000830B6">
        <w:rPr>
          <w:rFonts w:asciiTheme="minorHAnsi" w:hAnsiTheme="minorHAnsi"/>
          <w:szCs w:val="24"/>
        </w:rPr>
        <w:t xml:space="preserve"> Meeting</w:t>
      </w:r>
      <w:r w:rsidR="00D56A4B" w:rsidRPr="000830B6">
        <w:rPr>
          <w:rFonts w:asciiTheme="minorHAnsi" w:hAnsiTheme="minorHAnsi"/>
          <w:szCs w:val="24"/>
        </w:rPr>
        <w:t xml:space="preserve"> </w:t>
      </w:r>
      <w:r w:rsidR="00322833" w:rsidRPr="000830B6">
        <w:rPr>
          <w:rFonts w:asciiTheme="minorHAnsi" w:hAnsiTheme="minorHAnsi"/>
          <w:szCs w:val="24"/>
        </w:rPr>
        <w:t>of the Board of Directors of the Mission Hi</w:t>
      </w:r>
      <w:r w:rsidR="005F0136" w:rsidRPr="000830B6">
        <w:rPr>
          <w:rFonts w:asciiTheme="minorHAnsi" w:hAnsiTheme="minorHAnsi"/>
          <w:szCs w:val="24"/>
        </w:rPr>
        <w:t>lls Community Services District</w:t>
      </w:r>
      <w:r w:rsidR="00D56A4B" w:rsidRPr="000830B6">
        <w:rPr>
          <w:rFonts w:asciiTheme="minorHAnsi" w:hAnsiTheme="minorHAnsi"/>
          <w:szCs w:val="24"/>
        </w:rPr>
        <w:t xml:space="preserve"> </w:t>
      </w:r>
      <w:r w:rsidR="00322833" w:rsidRPr="000830B6">
        <w:rPr>
          <w:rFonts w:asciiTheme="minorHAnsi" w:hAnsiTheme="minorHAnsi"/>
          <w:szCs w:val="24"/>
        </w:rPr>
        <w:t>was called to orde</w:t>
      </w:r>
      <w:r w:rsidR="005F0136" w:rsidRPr="000830B6">
        <w:rPr>
          <w:rFonts w:asciiTheme="minorHAnsi" w:hAnsiTheme="minorHAnsi"/>
          <w:szCs w:val="24"/>
        </w:rPr>
        <w:t xml:space="preserve">r </w:t>
      </w:r>
      <w:r w:rsidR="00324D58" w:rsidRPr="000830B6">
        <w:rPr>
          <w:rFonts w:asciiTheme="minorHAnsi" w:hAnsiTheme="minorHAnsi"/>
          <w:szCs w:val="24"/>
        </w:rPr>
        <w:t xml:space="preserve">at </w:t>
      </w:r>
      <w:r w:rsidR="0039470A">
        <w:rPr>
          <w:rFonts w:asciiTheme="minorHAnsi" w:hAnsiTheme="minorHAnsi"/>
          <w:szCs w:val="24"/>
        </w:rPr>
        <w:t>4:30</w:t>
      </w:r>
      <w:r w:rsidR="00F74250">
        <w:rPr>
          <w:rFonts w:asciiTheme="minorHAnsi" w:hAnsiTheme="minorHAnsi"/>
          <w:szCs w:val="24"/>
        </w:rPr>
        <w:t xml:space="preserve"> pm</w:t>
      </w:r>
      <w:r w:rsidR="00322833" w:rsidRPr="000830B6">
        <w:rPr>
          <w:rFonts w:asciiTheme="minorHAnsi" w:hAnsiTheme="minorHAnsi"/>
          <w:szCs w:val="24"/>
        </w:rPr>
        <w:t xml:space="preserve"> on </w:t>
      </w:r>
      <w:r w:rsidR="00F74250">
        <w:rPr>
          <w:rFonts w:asciiTheme="minorHAnsi" w:hAnsiTheme="minorHAnsi"/>
          <w:szCs w:val="24"/>
        </w:rPr>
        <w:t>Wednesday</w:t>
      </w:r>
      <w:r w:rsidR="00C35647">
        <w:rPr>
          <w:rFonts w:asciiTheme="minorHAnsi" w:hAnsiTheme="minorHAnsi"/>
          <w:szCs w:val="24"/>
        </w:rPr>
        <w:t xml:space="preserve">, </w:t>
      </w:r>
      <w:r w:rsidR="004A7B0B">
        <w:rPr>
          <w:rFonts w:asciiTheme="minorHAnsi" w:hAnsiTheme="minorHAnsi"/>
          <w:szCs w:val="24"/>
        </w:rPr>
        <w:t>December 19</w:t>
      </w:r>
      <w:r w:rsidR="00EB24F6" w:rsidRPr="000830B6">
        <w:rPr>
          <w:rFonts w:asciiTheme="minorHAnsi" w:hAnsiTheme="minorHAnsi"/>
          <w:szCs w:val="24"/>
        </w:rPr>
        <w:t>, 2018</w:t>
      </w:r>
      <w:r w:rsidR="00322833" w:rsidRPr="000830B6">
        <w:rPr>
          <w:rFonts w:asciiTheme="minorHAnsi" w:hAnsiTheme="minorHAnsi"/>
          <w:szCs w:val="24"/>
        </w:rPr>
        <w:t xml:space="preserve"> at the District Meeting Room, 1550 East Burton Mesa Boulevard, Lompoc, California</w:t>
      </w:r>
      <w:r w:rsidR="00D56A4B" w:rsidRPr="000830B6">
        <w:rPr>
          <w:rFonts w:asciiTheme="minorHAnsi" w:hAnsiTheme="minorHAnsi"/>
          <w:szCs w:val="24"/>
        </w:rPr>
        <w:t>.</w:t>
      </w:r>
    </w:p>
    <w:p w14:paraId="72DA6007" w14:textId="77777777" w:rsidR="001063B3" w:rsidRPr="000830B6" w:rsidRDefault="001063B3" w:rsidP="00A85810">
      <w:pPr>
        <w:tabs>
          <w:tab w:val="left" w:pos="3600"/>
        </w:tabs>
        <w:jc w:val="both"/>
        <w:rPr>
          <w:rFonts w:asciiTheme="minorHAnsi" w:hAnsiTheme="minorHAnsi"/>
          <w:b/>
          <w:szCs w:val="24"/>
        </w:rPr>
      </w:pPr>
    </w:p>
    <w:p w14:paraId="3EA2E0D5" w14:textId="25C59B60" w:rsidR="00322833" w:rsidRPr="000830B6" w:rsidRDefault="00322833" w:rsidP="00CD2C72">
      <w:pPr>
        <w:tabs>
          <w:tab w:val="left" w:pos="3600"/>
        </w:tabs>
        <w:spacing w:after="120"/>
        <w:ind w:left="5130" w:hanging="5130"/>
        <w:rPr>
          <w:rFonts w:asciiTheme="minorHAnsi" w:hAnsiTheme="minorHAnsi"/>
          <w:szCs w:val="24"/>
        </w:rPr>
      </w:pPr>
      <w:r w:rsidRPr="000830B6">
        <w:rPr>
          <w:rFonts w:asciiTheme="minorHAnsi" w:hAnsiTheme="minorHAnsi"/>
          <w:b/>
          <w:szCs w:val="24"/>
          <w:u w:val="single"/>
        </w:rPr>
        <w:t>DIRECTORS PRESENT:</w:t>
      </w:r>
      <w:r w:rsidR="0027771F" w:rsidRPr="000830B6">
        <w:rPr>
          <w:rFonts w:asciiTheme="minorHAnsi" w:hAnsiTheme="minorHAnsi"/>
          <w:szCs w:val="24"/>
        </w:rPr>
        <w:tab/>
        <w:t xml:space="preserve">By roll call: </w:t>
      </w:r>
      <w:r w:rsidR="0027771F" w:rsidRPr="000830B6">
        <w:rPr>
          <w:rFonts w:asciiTheme="minorHAnsi" w:hAnsiTheme="minorHAnsi"/>
          <w:szCs w:val="24"/>
        </w:rPr>
        <w:tab/>
      </w:r>
      <w:r w:rsidR="00EB24F6" w:rsidRPr="000830B6">
        <w:rPr>
          <w:rFonts w:asciiTheme="minorHAnsi" w:hAnsiTheme="minorHAnsi"/>
          <w:szCs w:val="24"/>
        </w:rPr>
        <w:t xml:space="preserve">Walt Fasold, </w:t>
      </w:r>
      <w:r w:rsidR="00F74250">
        <w:rPr>
          <w:rFonts w:asciiTheme="minorHAnsi" w:hAnsiTheme="minorHAnsi"/>
          <w:szCs w:val="24"/>
        </w:rPr>
        <w:t xml:space="preserve">Bruce Nix, Myron Heavin, </w:t>
      </w:r>
      <w:r w:rsidR="004A7B0B">
        <w:rPr>
          <w:rFonts w:asciiTheme="minorHAnsi" w:hAnsiTheme="minorHAnsi"/>
          <w:szCs w:val="24"/>
        </w:rPr>
        <w:t>Karina Nau</w:t>
      </w:r>
      <w:bookmarkStart w:id="0" w:name="_GoBack"/>
      <w:bookmarkEnd w:id="0"/>
      <w:r w:rsidR="004A7B0B">
        <w:rPr>
          <w:rFonts w:asciiTheme="minorHAnsi" w:hAnsiTheme="minorHAnsi"/>
          <w:szCs w:val="24"/>
        </w:rPr>
        <w:t xml:space="preserve">ghton </w:t>
      </w:r>
      <w:r w:rsidR="005D467E">
        <w:rPr>
          <w:rFonts w:asciiTheme="minorHAnsi" w:hAnsiTheme="minorHAnsi"/>
          <w:szCs w:val="24"/>
        </w:rPr>
        <w:t xml:space="preserve">, </w:t>
      </w:r>
      <w:r w:rsidR="00F74250">
        <w:rPr>
          <w:rFonts w:asciiTheme="minorHAnsi" w:hAnsiTheme="minorHAnsi"/>
          <w:szCs w:val="24"/>
        </w:rPr>
        <w:t>and</w:t>
      </w:r>
      <w:r w:rsidR="00FC5601">
        <w:rPr>
          <w:rFonts w:asciiTheme="minorHAnsi" w:hAnsiTheme="minorHAnsi"/>
          <w:szCs w:val="24"/>
        </w:rPr>
        <w:t xml:space="preserve"> Steve Dietrich</w:t>
      </w:r>
    </w:p>
    <w:p w14:paraId="099821A0" w14:textId="77777777" w:rsidR="001063B3" w:rsidRPr="000830B6" w:rsidRDefault="00322833" w:rsidP="00CD2C72">
      <w:pPr>
        <w:spacing w:after="120"/>
        <w:ind w:left="5126" w:hanging="5126"/>
        <w:jc w:val="both"/>
        <w:rPr>
          <w:rFonts w:asciiTheme="minorHAnsi" w:hAnsiTheme="minorHAnsi"/>
          <w:szCs w:val="24"/>
        </w:rPr>
      </w:pPr>
      <w:r w:rsidRPr="000830B6">
        <w:rPr>
          <w:rFonts w:asciiTheme="minorHAnsi" w:hAnsiTheme="minorHAnsi"/>
          <w:b/>
          <w:szCs w:val="24"/>
          <w:u w:val="single"/>
        </w:rPr>
        <w:t>DIRECTORS ABSENT:</w:t>
      </w:r>
      <w:r w:rsidRPr="000830B6">
        <w:rPr>
          <w:rFonts w:asciiTheme="minorHAnsi" w:hAnsiTheme="minorHAnsi"/>
          <w:szCs w:val="24"/>
        </w:rPr>
        <w:tab/>
      </w:r>
      <w:r w:rsidR="005D467E">
        <w:rPr>
          <w:rFonts w:asciiTheme="minorHAnsi" w:hAnsiTheme="minorHAnsi"/>
          <w:szCs w:val="24"/>
        </w:rPr>
        <w:t>none</w:t>
      </w:r>
    </w:p>
    <w:p w14:paraId="2C4EAD3A" w14:textId="77777777" w:rsidR="005B4A9C" w:rsidRPr="00CD2C72" w:rsidRDefault="00322833" w:rsidP="00CD2C72">
      <w:pPr>
        <w:tabs>
          <w:tab w:val="left" w:pos="5130"/>
        </w:tabs>
        <w:spacing w:after="120"/>
        <w:ind w:left="5126" w:hanging="5126"/>
        <w:jc w:val="both"/>
        <w:rPr>
          <w:rFonts w:asciiTheme="minorHAnsi" w:hAnsiTheme="minorHAnsi"/>
          <w:szCs w:val="24"/>
        </w:rPr>
      </w:pPr>
      <w:r w:rsidRPr="000830B6">
        <w:rPr>
          <w:rFonts w:asciiTheme="minorHAnsi" w:hAnsiTheme="minorHAnsi"/>
          <w:b/>
          <w:szCs w:val="24"/>
          <w:u w:val="single"/>
        </w:rPr>
        <w:t>STAFF PRESENT:</w:t>
      </w:r>
      <w:r w:rsidR="001961AA" w:rsidRPr="000830B6">
        <w:rPr>
          <w:rFonts w:asciiTheme="minorHAnsi" w:hAnsiTheme="minorHAnsi"/>
          <w:szCs w:val="24"/>
        </w:rPr>
        <w:tab/>
      </w:r>
      <w:r w:rsidR="00FC5601">
        <w:rPr>
          <w:rFonts w:asciiTheme="minorHAnsi" w:hAnsiTheme="minorHAnsi"/>
          <w:szCs w:val="24"/>
        </w:rPr>
        <w:t>Loch</w:t>
      </w:r>
      <w:r w:rsidR="00324D58" w:rsidRPr="000830B6">
        <w:rPr>
          <w:rFonts w:asciiTheme="minorHAnsi" w:hAnsiTheme="minorHAnsi"/>
          <w:szCs w:val="24"/>
        </w:rPr>
        <w:t xml:space="preserve"> Dreizler, </w:t>
      </w:r>
      <w:r w:rsidR="00F74250">
        <w:rPr>
          <w:rFonts w:asciiTheme="minorHAnsi" w:hAnsiTheme="minorHAnsi"/>
          <w:szCs w:val="24"/>
        </w:rPr>
        <w:t xml:space="preserve">Melissa Crouthers, </w:t>
      </w:r>
      <w:r w:rsidR="00324D58" w:rsidRPr="000830B6">
        <w:rPr>
          <w:rFonts w:asciiTheme="minorHAnsi" w:hAnsiTheme="minorHAnsi"/>
          <w:szCs w:val="24"/>
        </w:rPr>
        <w:t>and</w:t>
      </w:r>
      <w:r w:rsidR="00250B1A" w:rsidRPr="000830B6">
        <w:rPr>
          <w:rFonts w:asciiTheme="minorHAnsi" w:hAnsiTheme="minorHAnsi"/>
          <w:szCs w:val="24"/>
        </w:rPr>
        <w:t xml:space="preserve"> Casey Fowler</w:t>
      </w:r>
    </w:p>
    <w:p w14:paraId="61584317" w14:textId="719AC554" w:rsidR="005B4A9C" w:rsidRPr="000830B6" w:rsidRDefault="005B4A9C" w:rsidP="00CD2C72">
      <w:pPr>
        <w:tabs>
          <w:tab w:val="left" w:pos="5130"/>
        </w:tabs>
        <w:spacing w:after="120"/>
        <w:ind w:left="5130" w:hanging="5130"/>
        <w:jc w:val="both"/>
        <w:rPr>
          <w:rFonts w:asciiTheme="minorHAnsi" w:hAnsiTheme="minorHAnsi"/>
          <w:szCs w:val="24"/>
        </w:rPr>
      </w:pPr>
      <w:r w:rsidRPr="000830B6">
        <w:rPr>
          <w:rFonts w:asciiTheme="minorHAnsi" w:hAnsiTheme="minorHAnsi"/>
          <w:b/>
          <w:szCs w:val="24"/>
          <w:u w:val="single"/>
        </w:rPr>
        <w:t>OTHERS PRESENT:</w:t>
      </w:r>
      <w:r w:rsidRPr="000830B6">
        <w:rPr>
          <w:rFonts w:asciiTheme="minorHAnsi" w:hAnsiTheme="minorHAnsi"/>
          <w:szCs w:val="24"/>
        </w:rPr>
        <w:tab/>
      </w:r>
      <w:r w:rsidR="00AD29B0">
        <w:rPr>
          <w:rFonts w:asciiTheme="minorHAnsi" w:hAnsiTheme="minorHAnsi"/>
          <w:szCs w:val="24"/>
        </w:rPr>
        <w:t>Ron Herbig</w:t>
      </w:r>
    </w:p>
    <w:p w14:paraId="1212ABF7" w14:textId="77777777" w:rsidR="001063B3" w:rsidRPr="00F74250" w:rsidRDefault="00250B1A" w:rsidP="00CD2C72">
      <w:pPr>
        <w:pStyle w:val="ListParagraph"/>
        <w:numPr>
          <w:ilvl w:val="0"/>
          <w:numId w:val="25"/>
        </w:numPr>
        <w:spacing w:after="120"/>
        <w:rPr>
          <w:rFonts w:asciiTheme="minorHAnsi" w:hAnsiTheme="minorHAnsi"/>
          <w:b/>
          <w:u w:val="single"/>
        </w:rPr>
      </w:pPr>
      <w:r w:rsidRPr="00F74250">
        <w:rPr>
          <w:rFonts w:asciiTheme="minorHAnsi" w:hAnsiTheme="minorHAnsi"/>
          <w:b/>
          <w:u w:val="single"/>
        </w:rPr>
        <w:t>PLEDGE OF ALLEGIANCE:</w:t>
      </w:r>
      <w:r w:rsidRPr="00F74250">
        <w:rPr>
          <w:rFonts w:asciiTheme="minorHAnsi" w:hAnsiTheme="minorHAnsi"/>
          <w:b/>
          <w:u w:val="single"/>
        </w:rPr>
        <w:br/>
      </w:r>
    </w:p>
    <w:p w14:paraId="715BD7B4" w14:textId="48A61598" w:rsidR="005D467E" w:rsidRDefault="00F74250" w:rsidP="00EA71A1">
      <w:pPr>
        <w:pStyle w:val="ListParagraph"/>
        <w:numPr>
          <w:ilvl w:val="0"/>
          <w:numId w:val="25"/>
        </w:numPr>
        <w:rPr>
          <w:rFonts w:asciiTheme="minorHAnsi" w:hAnsiTheme="minorHAnsi"/>
        </w:rPr>
      </w:pPr>
      <w:r w:rsidRPr="005D467E">
        <w:rPr>
          <w:rFonts w:asciiTheme="minorHAnsi" w:hAnsiTheme="minorHAnsi"/>
          <w:b/>
          <w:u w:val="single"/>
        </w:rPr>
        <w:t>SPECIAL PRESENTATION:</w:t>
      </w:r>
      <w:r w:rsidRPr="005D467E">
        <w:rPr>
          <w:rFonts w:asciiTheme="minorHAnsi" w:hAnsiTheme="minorHAnsi"/>
        </w:rPr>
        <w:t xml:space="preserve"> </w:t>
      </w:r>
      <w:r w:rsidR="005D467E">
        <w:rPr>
          <w:rFonts w:asciiTheme="minorHAnsi" w:hAnsiTheme="minorHAnsi"/>
        </w:rPr>
        <w:t xml:space="preserve"> </w:t>
      </w:r>
      <w:r w:rsidR="00FB3214">
        <w:rPr>
          <w:rFonts w:asciiTheme="minorHAnsi" w:hAnsiTheme="minorHAnsi"/>
        </w:rPr>
        <w:t>none</w:t>
      </w:r>
      <w:r w:rsidR="00EA71A1">
        <w:rPr>
          <w:rFonts w:asciiTheme="minorHAnsi" w:hAnsiTheme="minorHAnsi"/>
        </w:rPr>
        <w:t xml:space="preserve"> </w:t>
      </w:r>
    </w:p>
    <w:p w14:paraId="6B6EFE56" w14:textId="77777777" w:rsidR="00F74250" w:rsidRPr="005D467E" w:rsidRDefault="00F74250" w:rsidP="005D467E">
      <w:pPr>
        <w:ind w:left="360"/>
        <w:rPr>
          <w:rFonts w:asciiTheme="minorHAnsi" w:hAnsiTheme="minorHAnsi"/>
        </w:rPr>
      </w:pPr>
    </w:p>
    <w:p w14:paraId="1C202374" w14:textId="77777777" w:rsidR="001063B3" w:rsidRPr="0039470A" w:rsidRDefault="00F74250" w:rsidP="0039470A">
      <w:pPr>
        <w:pStyle w:val="ListParagraph"/>
        <w:numPr>
          <w:ilvl w:val="0"/>
          <w:numId w:val="25"/>
        </w:numPr>
        <w:rPr>
          <w:rFonts w:asciiTheme="minorHAnsi" w:hAnsiTheme="minorHAnsi"/>
        </w:rPr>
      </w:pPr>
      <w:r w:rsidRPr="00F74250">
        <w:rPr>
          <w:rFonts w:asciiTheme="minorHAnsi" w:hAnsiTheme="minorHAnsi"/>
          <w:b/>
          <w:u w:val="single"/>
        </w:rPr>
        <w:t>AGENDA REVIEW:</w:t>
      </w:r>
      <w:r>
        <w:rPr>
          <w:rFonts w:asciiTheme="minorHAnsi" w:hAnsiTheme="minorHAnsi"/>
        </w:rPr>
        <w:t xml:space="preserve"> </w:t>
      </w:r>
      <w:r w:rsidRPr="00F74250">
        <w:rPr>
          <w:rFonts w:asciiTheme="minorHAnsi" w:hAnsiTheme="minorHAnsi"/>
        </w:rPr>
        <w:t xml:space="preserve">Motion by </w:t>
      </w:r>
      <w:r w:rsidR="00C35647">
        <w:rPr>
          <w:rFonts w:asciiTheme="minorHAnsi" w:hAnsiTheme="minorHAnsi"/>
        </w:rPr>
        <w:t>Director</w:t>
      </w:r>
      <w:r>
        <w:rPr>
          <w:rFonts w:asciiTheme="minorHAnsi" w:hAnsiTheme="minorHAnsi"/>
        </w:rPr>
        <w:t xml:space="preserve"> </w:t>
      </w:r>
      <w:r w:rsidR="00160B0B">
        <w:rPr>
          <w:rFonts w:asciiTheme="minorHAnsi" w:hAnsiTheme="minorHAnsi"/>
        </w:rPr>
        <w:t>Fasold</w:t>
      </w:r>
      <w:r w:rsidRPr="00F74250">
        <w:rPr>
          <w:rFonts w:asciiTheme="minorHAnsi" w:hAnsiTheme="minorHAnsi"/>
        </w:rPr>
        <w:t xml:space="preserve">, second by Director </w:t>
      </w:r>
      <w:r w:rsidR="00BE6838">
        <w:rPr>
          <w:rFonts w:asciiTheme="minorHAnsi" w:hAnsiTheme="minorHAnsi"/>
        </w:rPr>
        <w:t>Heavin</w:t>
      </w:r>
      <w:r w:rsidRPr="00F74250">
        <w:rPr>
          <w:rFonts w:asciiTheme="minorHAnsi" w:hAnsiTheme="minorHAnsi"/>
        </w:rPr>
        <w:t xml:space="preserve"> that all resolutions and ordinances presented tonight be read in title only and all further</w:t>
      </w:r>
      <w:r w:rsidR="00554D07">
        <w:rPr>
          <w:rFonts w:asciiTheme="minorHAnsi" w:hAnsiTheme="minorHAnsi"/>
        </w:rPr>
        <w:t xml:space="preserve"> readings be waived. Unanimous 5</w:t>
      </w:r>
      <w:r w:rsidRPr="00F74250">
        <w:rPr>
          <w:rFonts w:asciiTheme="minorHAnsi" w:hAnsiTheme="minorHAnsi"/>
        </w:rPr>
        <w:t>-0.</w:t>
      </w:r>
      <w:r w:rsidR="008A02EA" w:rsidRPr="0039470A">
        <w:rPr>
          <w:rFonts w:asciiTheme="minorHAnsi" w:hAnsiTheme="minorHAnsi"/>
        </w:rPr>
        <w:br/>
      </w:r>
    </w:p>
    <w:p w14:paraId="17FCD682" w14:textId="77777777" w:rsidR="00F74250" w:rsidRDefault="008F721F" w:rsidP="00F74250">
      <w:pPr>
        <w:pStyle w:val="ListParagraph"/>
        <w:numPr>
          <w:ilvl w:val="0"/>
          <w:numId w:val="25"/>
        </w:numPr>
        <w:rPr>
          <w:rFonts w:asciiTheme="minorHAnsi" w:hAnsiTheme="minorHAnsi"/>
          <w:b/>
          <w:u w:val="single"/>
        </w:rPr>
      </w:pPr>
      <w:r>
        <w:rPr>
          <w:rFonts w:asciiTheme="minorHAnsi" w:hAnsiTheme="minorHAnsi"/>
          <w:b/>
          <w:u w:val="single"/>
        </w:rPr>
        <w:t xml:space="preserve">CONSENT AGENDA: </w:t>
      </w:r>
    </w:p>
    <w:p w14:paraId="59BE09FF" w14:textId="4A75A0FF" w:rsidR="00F95FD5" w:rsidRPr="00F95FD5" w:rsidRDefault="008F721F" w:rsidP="00F95FD5">
      <w:pPr>
        <w:pStyle w:val="ListParagraph"/>
        <w:spacing w:before="120" w:after="120"/>
        <w:rPr>
          <w:rFonts w:asciiTheme="minorHAnsi" w:hAnsiTheme="minorHAnsi"/>
        </w:rPr>
      </w:pPr>
      <w:r w:rsidRPr="008F721F">
        <w:rPr>
          <w:rFonts w:asciiTheme="minorHAnsi" w:hAnsiTheme="minorHAnsi"/>
        </w:rPr>
        <w:t xml:space="preserve">Motion by Director </w:t>
      </w:r>
      <w:r w:rsidR="00FB3214">
        <w:rPr>
          <w:rFonts w:asciiTheme="minorHAnsi" w:hAnsiTheme="minorHAnsi"/>
        </w:rPr>
        <w:t>Fasold</w:t>
      </w:r>
      <w:r w:rsidRPr="008F721F">
        <w:rPr>
          <w:rFonts w:asciiTheme="minorHAnsi" w:hAnsiTheme="minorHAnsi"/>
        </w:rPr>
        <w:t xml:space="preserve">, second by Director </w:t>
      </w:r>
      <w:r w:rsidR="00412AD2">
        <w:rPr>
          <w:rFonts w:asciiTheme="minorHAnsi" w:hAnsiTheme="minorHAnsi"/>
        </w:rPr>
        <w:t>Nix</w:t>
      </w:r>
      <w:r w:rsidRPr="008F721F">
        <w:rPr>
          <w:rFonts w:asciiTheme="minorHAnsi" w:hAnsiTheme="minorHAnsi"/>
        </w:rPr>
        <w:t xml:space="preserve"> to approve the Consent Agenda after review.</w:t>
      </w:r>
    </w:p>
    <w:p w14:paraId="6A92747E" w14:textId="13463F73" w:rsidR="00F95FD5" w:rsidRPr="0039470A" w:rsidRDefault="008F721F" w:rsidP="0039470A">
      <w:pPr>
        <w:spacing w:before="120" w:after="120"/>
        <w:ind w:left="2880" w:hanging="2160"/>
        <w:rPr>
          <w:rFonts w:asciiTheme="minorHAnsi" w:hAnsiTheme="minorHAnsi"/>
          <w:b/>
        </w:rPr>
      </w:pPr>
      <w:r w:rsidRPr="00F95FD5">
        <w:rPr>
          <w:rFonts w:asciiTheme="minorHAnsi" w:hAnsiTheme="minorHAnsi"/>
          <w:b/>
        </w:rPr>
        <w:t xml:space="preserve">Agenda Item </w:t>
      </w:r>
      <w:r w:rsidR="0039470A">
        <w:rPr>
          <w:rFonts w:asciiTheme="minorHAnsi" w:hAnsiTheme="minorHAnsi"/>
          <w:b/>
        </w:rPr>
        <w:t>6</w:t>
      </w:r>
      <w:r w:rsidRPr="00F95FD5">
        <w:rPr>
          <w:rFonts w:asciiTheme="minorHAnsi" w:hAnsiTheme="minorHAnsi"/>
          <w:b/>
        </w:rPr>
        <w:t>a.</w:t>
      </w:r>
      <w:r w:rsidRPr="00F95FD5">
        <w:rPr>
          <w:rFonts w:asciiTheme="minorHAnsi" w:hAnsiTheme="minorHAnsi"/>
          <w:b/>
        </w:rPr>
        <w:tab/>
        <w:t>Consideration of Approval of Minutes</w:t>
      </w:r>
      <w:r w:rsidR="0039470A">
        <w:rPr>
          <w:rFonts w:asciiTheme="minorHAnsi" w:hAnsiTheme="minorHAnsi"/>
          <w:b/>
        </w:rPr>
        <w:br/>
      </w:r>
      <w:r w:rsidRPr="0039470A">
        <w:rPr>
          <w:rFonts w:asciiTheme="minorHAnsi" w:hAnsiTheme="minorHAnsi"/>
        </w:rPr>
        <w:t xml:space="preserve">Approved Minutes of the Regular Meeting of </w:t>
      </w:r>
      <w:r w:rsidR="00412AD2">
        <w:rPr>
          <w:rFonts w:asciiTheme="minorHAnsi" w:hAnsiTheme="minorHAnsi"/>
        </w:rPr>
        <w:t>November 14</w:t>
      </w:r>
      <w:r w:rsidR="007A5E3F">
        <w:rPr>
          <w:rFonts w:asciiTheme="minorHAnsi" w:hAnsiTheme="minorHAnsi"/>
        </w:rPr>
        <w:t>,</w:t>
      </w:r>
      <w:r w:rsidRPr="0039470A">
        <w:rPr>
          <w:rFonts w:asciiTheme="minorHAnsi" w:hAnsiTheme="minorHAnsi"/>
        </w:rPr>
        <w:t xml:space="preserve"> 2018 </w:t>
      </w:r>
    </w:p>
    <w:p w14:paraId="0F8C0574" w14:textId="6CF50A92" w:rsidR="008F721F" w:rsidRPr="0039470A" w:rsidRDefault="0039470A" w:rsidP="0039470A">
      <w:pPr>
        <w:spacing w:before="120" w:after="120"/>
        <w:ind w:left="2880" w:hanging="2160"/>
        <w:rPr>
          <w:rFonts w:asciiTheme="minorHAnsi" w:hAnsiTheme="minorHAnsi"/>
        </w:rPr>
      </w:pPr>
      <w:r>
        <w:rPr>
          <w:rFonts w:asciiTheme="minorHAnsi" w:hAnsiTheme="minorHAnsi"/>
          <w:b/>
        </w:rPr>
        <w:t>Agenda Item 6</w:t>
      </w:r>
      <w:r w:rsidR="008F721F" w:rsidRPr="00F95FD5">
        <w:rPr>
          <w:rFonts w:asciiTheme="minorHAnsi" w:hAnsiTheme="minorHAnsi"/>
          <w:b/>
        </w:rPr>
        <w:t>b.</w:t>
      </w:r>
      <w:r w:rsidR="008F721F" w:rsidRPr="00F95FD5">
        <w:rPr>
          <w:rFonts w:asciiTheme="minorHAnsi" w:hAnsiTheme="minorHAnsi"/>
          <w:b/>
        </w:rPr>
        <w:tab/>
      </w:r>
      <w:r w:rsidR="00B35BAD">
        <w:rPr>
          <w:rFonts w:asciiTheme="minorHAnsi" w:hAnsiTheme="minorHAnsi"/>
          <w:b/>
        </w:rPr>
        <w:t>Water Reports for November</w:t>
      </w:r>
    </w:p>
    <w:p w14:paraId="07681F27" w14:textId="77777777" w:rsidR="00B35BAD" w:rsidRDefault="0039470A" w:rsidP="00B35BAD">
      <w:pPr>
        <w:pStyle w:val="ListParagraph"/>
        <w:rPr>
          <w:rFonts w:asciiTheme="minorHAnsi" w:hAnsiTheme="minorHAnsi"/>
          <w:b/>
        </w:rPr>
      </w:pPr>
      <w:r>
        <w:rPr>
          <w:rFonts w:asciiTheme="minorHAnsi" w:hAnsiTheme="minorHAnsi"/>
          <w:b/>
        </w:rPr>
        <w:t>Agenda Item 6</w:t>
      </w:r>
      <w:r w:rsidR="008F721F" w:rsidRPr="008F721F">
        <w:rPr>
          <w:rFonts w:asciiTheme="minorHAnsi" w:hAnsiTheme="minorHAnsi"/>
          <w:b/>
        </w:rPr>
        <w:t xml:space="preserve">c.      </w:t>
      </w:r>
      <w:r w:rsidR="008F721F" w:rsidRPr="008F721F">
        <w:rPr>
          <w:rFonts w:asciiTheme="minorHAnsi" w:hAnsiTheme="minorHAnsi"/>
          <w:b/>
        </w:rPr>
        <w:tab/>
      </w:r>
      <w:r w:rsidR="00B35BAD">
        <w:rPr>
          <w:rFonts w:asciiTheme="minorHAnsi" w:hAnsiTheme="minorHAnsi"/>
          <w:b/>
        </w:rPr>
        <w:t>Wastewater Reports for November</w:t>
      </w:r>
    </w:p>
    <w:p w14:paraId="6A4C01BF" w14:textId="66065F60" w:rsidR="00B35BAD" w:rsidRPr="00B35BAD" w:rsidRDefault="00B35BAD" w:rsidP="00B35BAD">
      <w:pPr>
        <w:spacing w:before="120" w:after="120"/>
        <w:ind w:firstLine="720"/>
        <w:rPr>
          <w:rFonts w:asciiTheme="minorHAnsi" w:hAnsiTheme="minorHAnsi"/>
          <w:b/>
        </w:rPr>
      </w:pPr>
      <w:r w:rsidRPr="00B35BAD">
        <w:rPr>
          <w:rFonts w:asciiTheme="minorHAnsi" w:hAnsiTheme="minorHAnsi"/>
          <w:b/>
        </w:rPr>
        <w:t>Agenda Item 6d.</w:t>
      </w:r>
      <w:r w:rsidRPr="00B35BAD">
        <w:rPr>
          <w:rFonts w:asciiTheme="minorHAnsi" w:hAnsiTheme="minorHAnsi"/>
          <w:b/>
        </w:rPr>
        <w:tab/>
      </w:r>
      <w:r w:rsidR="002C018C" w:rsidRPr="00B35BAD">
        <w:rPr>
          <w:rFonts w:asciiTheme="minorHAnsi" w:hAnsiTheme="minorHAnsi"/>
          <w:b/>
        </w:rPr>
        <w:t>Administrative</w:t>
      </w:r>
      <w:r w:rsidRPr="00B35BAD">
        <w:rPr>
          <w:rFonts w:asciiTheme="minorHAnsi" w:hAnsiTheme="minorHAnsi"/>
          <w:b/>
        </w:rPr>
        <w:t xml:space="preserve"> Reports for November </w:t>
      </w:r>
    </w:p>
    <w:p w14:paraId="09B9FA67" w14:textId="16A25334" w:rsidR="008F721F" w:rsidRPr="00B35BAD" w:rsidRDefault="00B35BAD" w:rsidP="00B35BAD">
      <w:pPr>
        <w:spacing w:before="120" w:after="120"/>
        <w:ind w:firstLine="720"/>
        <w:rPr>
          <w:rFonts w:asciiTheme="minorHAnsi" w:hAnsiTheme="minorHAnsi"/>
          <w:b/>
        </w:rPr>
      </w:pPr>
      <w:r w:rsidRPr="00B35BAD">
        <w:rPr>
          <w:rFonts w:asciiTheme="minorHAnsi" w:hAnsiTheme="minorHAnsi"/>
          <w:b/>
        </w:rPr>
        <w:t>Agenda Item 6e.</w:t>
      </w:r>
      <w:r w:rsidRPr="00B35BAD">
        <w:rPr>
          <w:rFonts w:asciiTheme="minorHAnsi" w:hAnsiTheme="minorHAnsi"/>
          <w:b/>
        </w:rPr>
        <w:tab/>
      </w:r>
      <w:r w:rsidR="008F721F" w:rsidRPr="00B35BAD">
        <w:rPr>
          <w:rFonts w:asciiTheme="minorHAnsi" w:hAnsiTheme="minorHAnsi"/>
          <w:b/>
        </w:rPr>
        <w:t>Consideration of the Manager’s Project and Financial Reports.</w:t>
      </w:r>
    </w:p>
    <w:p w14:paraId="0C145C46" w14:textId="4071FFE4" w:rsidR="00A63C7B" w:rsidRDefault="002C018C" w:rsidP="003D1AD7">
      <w:pPr>
        <w:pStyle w:val="ListParagraph"/>
        <w:spacing w:after="120"/>
        <w:ind w:left="2880"/>
        <w:contextualSpacing w:val="0"/>
        <w:rPr>
          <w:rFonts w:asciiTheme="minorHAnsi" w:hAnsiTheme="minorHAnsi"/>
        </w:rPr>
      </w:pPr>
      <w:r>
        <w:rPr>
          <w:rFonts w:asciiTheme="minorHAnsi" w:hAnsiTheme="minorHAnsi"/>
        </w:rPr>
        <w:t>November</w:t>
      </w:r>
      <w:r w:rsidR="0059615F">
        <w:rPr>
          <w:rFonts w:asciiTheme="minorHAnsi" w:hAnsiTheme="minorHAnsi"/>
        </w:rPr>
        <w:t xml:space="preserve"> </w:t>
      </w:r>
      <w:r w:rsidR="008F721F" w:rsidRPr="008F721F">
        <w:rPr>
          <w:rFonts w:asciiTheme="minorHAnsi" w:hAnsiTheme="minorHAnsi"/>
        </w:rPr>
        <w:t xml:space="preserve">Profit and Loss Statement, </w:t>
      </w:r>
      <w:r w:rsidR="00BA7A01">
        <w:rPr>
          <w:rFonts w:asciiTheme="minorHAnsi" w:hAnsiTheme="minorHAnsi"/>
        </w:rPr>
        <w:t>Disbursements</w:t>
      </w:r>
      <w:r w:rsidR="003D1AD7">
        <w:rPr>
          <w:rFonts w:asciiTheme="minorHAnsi" w:hAnsiTheme="minorHAnsi"/>
        </w:rPr>
        <w:t xml:space="preserve"> Journal,</w:t>
      </w:r>
      <w:r w:rsidR="0059615F">
        <w:rPr>
          <w:rFonts w:asciiTheme="minorHAnsi" w:hAnsiTheme="minorHAnsi"/>
        </w:rPr>
        <w:t xml:space="preserve"> Budget to Actual,</w:t>
      </w:r>
      <w:r w:rsidR="008F721F" w:rsidRPr="008F721F">
        <w:rPr>
          <w:rFonts w:asciiTheme="minorHAnsi" w:hAnsiTheme="minorHAnsi"/>
        </w:rPr>
        <w:t xml:space="preserve"> Bank Account Summary, </w:t>
      </w:r>
      <w:r w:rsidR="007C72FC">
        <w:rPr>
          <w:rFonts w:asciiTheme="minorHAnsi" w:hAnsiTheme="minorHAnsi"/>
        </w:rPr>
        <w:t xml:space="preserve">and </w:t>
      </w:r>
      <w:r w:rsidR="003D1AD7">
        <w:rPr>
          <w:rFonts w:asciiTheme="minorHAnsi" w:hAnsiTheme="minorHAnsi"/>
        </w:rPr>
        <w:t>Variations from Projected Income</w:t>
      </w:r>
      <w:r w:rsidR="008F721F" w:rsidRPr="008F721F">
        <w:rPr>
          <w:rFonts w:asciiTheme="minorHAnsi" w:hAnsiTheme="minorHAnsi"/>
        </w:rPr>
        <w:t xml:space="preserve"> statements</w:t>
      </w:r>
      <w:r w:rsidR="007C72FC">
        <w:rPr>
          <w:rFonts w:asciiTheme="minorHAnsi" w:hAnsiTheme="minorHAnsi"/>
        </w:rPr>
        <w:t xml:space="preserve"> </w:t>
      </w:r>
      <w:r w:rsidR="008F721F" w:rsidRPr="008F721F">
        <w:rPr>
          <w:rFonts w:asciiTheme="minorHAnsi" w:hAnsiTheme="minorHAnsi"/>
        </w:rPr>
        <w:t xml:space="preserve">were briefly reviewed and discussed. </w:t>
      </w:r>
    </w:p>
    <w:p w14:paraId="168C7811" w14:textId="77777777" w:rsidR="008F721F" w:rsidRDefault="008F721F" w:rsidP="0059615F">
      <w:pPr>
        <w:spacing w:after="120"/>
        <w:ind w:firstLine="720"/>
        <w:rPr>
          <w:rFonts w:asciiTheme="minorHAnsi" w:hAnsiTheme="minorHAnsi"/>
        </w:rPr>
      </w:pPr>
      <w:r w:rsidRPr="0059615F">
        <w:rPr>
          <w:rFonts w:asciiTheme="minorHAnsi" w:hAnsiTheme="minorHAnsi"/>
        </w:rPr>
        <w:t xml:space="preserve">Vote to approve the Calendar of Consent was </w:t>
      </w:r>
      <w:r w:rsidR="00C92687" w:rsidRPr="0059615F">
        <w:rPr>
          <w:rFonts w:asciiTheme="minorHAnsi" w:hAnsiTheme="minorHAnsi"/>
        </w:rPr>
        <w:t>5</w:t>
      </w:r>
      <w:r w:rsidRPr="0059615F">
        <w:rPr>
          <w:rFonts w:asciiTheme="minorHAnsi" w:hAnsiTheme="minorHAnsi"/>
        </w:rPr>
        <w:t>-0</w:t>
      </w:r>
    </w:p>
    <w:p w14:paraId="324B846B" w14:textId="3849DCEE" w:rsidR="007C72FC" w:rsidRDefault="007C72FC" w:rsidP="00FB36B8">
      <w:pPr>
        <w:spacing w:after="120"/>
        <w:rPr>
          <w:rFonts w:asciiTheme="minorHAnsi" w:hAnsiTheme="minorHAnsi"/>
        </w:rPr>
      </w:pPr>
    </w:p>
    <w:p w14:paraId="04AD5E79" w14:textId="0A0DEA6D" w:rsidR="00FB36B8" w:rsidRDefault="00FB36B8" w:rsidP="00FB36B8">
      <w:pPr>
        <w:spacing w:after="120"/>
        <w:rPr>
          <w:rFonts w:asciiTheme="minorHAnsi" w:hAnsiTheme="minorHAnsi"/>
        </w:rPr>
      </w:pPr>
    </w:p>
    <w:p w14:paraId="52E7205A" w14:textId="77777777" w:rsidR="00FB36B8" w:rsidRPr="0059615F" w:rsidRDefault="00FB36B8" w:rsidP="00FB36B8">
      <w:pPr>
        <w:spacing w:after="120"/>
        <w:rPr>
          <w:rFonts w:asciiTheme="minorHAnsi" w:hAnsiTheme="minorHAnsi"/>
        </w:rPr>
      </w:pPr>
    </w:p>
    <w:p w14:paraId="25E6E238" w14:textId="77777777" w:rsidR="00F95FD5" w:rsidRDefault="008F721F" w:rsidP="00F95FD5">
      <w:pPr>
        <w:pStyle w:val="ListParagraph"/>
        <w:numPr>
          <w:ilvl w:val="0"/>
          <w:numId w:val="25"/>
        </w:numPr>
        <w:spacing w:before="120" w:after="120"/>
        <w:contextualSpacing w:val="0"/>
        <w:rPr>
          <w:rFonts w:asciiTheme="minorHAnsi" w:hAnsiTheme="minorHAnsi"/>
          <w:b/>
          <w:u w:val="single"/>
        </w:rPr>
      </w:pPr>
      <w:r>
        <w:rPr>
          <w:rFonts w:asciiTheme="minorHAnsi" w:hAnsiTheme="minorHAnsi"/>
          <w:b/>
          <w:u w:val="single"/>
        </w:rPr>
        <w:t xml:space="preserve">CORRESPONDENCE: </w:t>
      </w:r>
    </w:p>
    <w:p w14:paraId="70B080AA" w14:textId="07D104D9" w:rsidR="0059615F" w:rsidRPr="00FB36B8" w:rsidRDefault="0039470A" w:rsidP="00FB36B8">
      <w:pPr>
        <w:pStyle w:val="ListParagraph"/>
        <w:spacing w:before="120" w:after="120"/>
        <w:ind w:left="2880" w:hanging="2160"/>
        <w:contextualSpacing w:val="0"/>
        <w:rPr>
          <w:rFonts w:asciiTheme="minorHAnsi" w:hAnsiTheme="minorHAnsi"/>
        </w:rPr>
      </w:pPr>
      <w:r>
        <w:rPr>
          <w:rFonts w:asciiTheme="minorHAnsi" w:hAnsiTheme="minorHAnsi"/>
          <w:b/>
        </w:rPr>
        <w:t>Agenda Item 7</w:t>
      </w:r>
      <w:r w:rsidR="008F721F" w:rsidRPr="00F95FD5">
        <w:rPr>
          <w:rFonts w:asciiTheme="minorHAnsi" w:hAnsiTheme="minorHAnsi"/>
          <w:b/>
        </w:rPr>
        <w:t>a.</w:t>
      </w:r>
      <w:r w:rsidR="008F721F" w:rsidRPr="00F95FD5">
        <w:rPr>
          <w:rFonts w:asciiTheme="minorHAnsi" w:hAnsiTheme="minorHAnsi"/>
          <w:b/>
        </w:rPr>
        <w:tab/>
      </w:r>
      <w:r w:rsidR="00DF181C">
        <w:rPr>
          <w:rFonts w:asciiTheme="minorHAnsi" w:hAnsiTheme="minorHAnsi"/>
          <w:b/>
        </w:rPr>
        <w:t>Committee Meeting Updates</w:t>
      </w:r>
      <w:r w:rsidR="00DF181C" w:rsidRPr="0039470A">
        <w:rPr>
          <w:rFonts w:asciiTheme="minorHAnsi" w:hAnsiTheme="minorHAnsi"/>
          <w:b/>
        </w:rPr>
        <w:t xml:space="preserve"> </w:t>
      </w:r>
      <w:r w:rsidR="00DF181C">
        <w:rPr>
          <w:rFonts w:asciiTheme="minorHAnsi" w:hAnsiTheme="minorHAnsi"/>
          <w:b/>
        </w:rPr>
        <w:br/>
      </w:r>
      <w:r w:rsidR="00DF181C">
        <w:rPr>
          <w:rFonts w:asciiTheme="minorHAnsi" w:hAnsiTheme="minorHAnsi"/>
        </w:rPr>
        <w:t>General Manager Dreizler gave a brief update regarding the committee meeting</w:t>
      </w:r>
      <w:r w:rsidR="00895939">
        <w:rPr>
          <w:rFonts w:asciiTheme="minorHAnsi" w:hAnsiTheme="minorHAnsi"/>
        </w:rPr>
        <w:t>s</w:t>
      </w:r>
      <w:r w:rsidR="00DF181C">
        <w:rPr>
          <w:rFonts w:asciiTheme="minorHAnsi" w:hAnsiTheme="minorHAnsi"/>
        </w:rPr>
        <w:t xml:space="preserve"> that have occurred over the past month</w:t>
      </w:r>
      <w:r w:rsidR="00895939">
        <w:rPr>
          <w:rFonts w:asciiTheme="minorHAnsi" w:hAnsiTheme="minorHAnsi"/>
        </w:rPr>
        <w:t xml:space="preserve"> and what tentative meetings are scheduled for the next month</w:t>
      </w:r>
      <w:r w:rsidR="00DF181C">
        <w:rPr>
          <w:rFonts w:asciiTheme="minorHAnsi" w:hAnsiTheme="minorHAnsi"/>
        </w:rPr>
        <w:t xml:space="preserve">. </w:t>
      </w:r>
      <w:r w:rsidR="00B35BAD">
        <w:rPr>
          <w:rFonts w:asciiTheme="minorHAnsi" w:hAnsiTheme="minorHAnsi"/>
        </w:rPr>
        <w:t xml:space="preserve">A supplement to Agenda Item 7a was distributed during the meeting (see attached).  </w:t>
      </w:r>
      <w:r w:rsidR="00FB36B8">
        <w:rPr>
          <w:rFonts w:asciiTheme="minorHAnsi" w:hAnsiTheme="minorHAnsi"/>
        </w:rPr>
        <w:br/>
      </w:r>
    </w:p>
    <w:p w14:paraId="6AAB7C93" w14:textId="77777777" w:rsidR="00F95FD5" w:rsidRDefault="000830B6" w:rsidP="00F95FD5">
      <w:pPr>
        <w:pStyle w:val="ListParagraph"/>
        <w:numPr>
          <w:ilvl w:val="0"/>
          <w:numId w:val="25"/>
        </w:numPr>
        <w:spacing w:before="120" w:after="120"/>
        <w:contextualSpacing w:val="0"/>
        <w:rPr>
          <w:rFonts w:asciiTheme="minorHAnsi" w:hAnsiTheme="minorHAnsi"/>
        </w:rPr>
      </w:pPr>
      <w:r>
        <w:rPr>
          <w:rFonts w:asciiTheme="minorHAnsi" w:hAnsiTheme="minorHAnsi"/>
          <w:b/>
          <w:u w:val="single"/>
        </w:rPr>
        <w:t>CONTINUED BUSINESS</w:t>
      </w:r>
      <w:r w:rsidR="00C7304E" w:rsidRPr="000830B6">
        <w:rPr>
          <w:rFonts w:asciiTheme="minorHAnsi" w:hAnsiTheme="minorHAnsi"/>
          <w:b/>
          <w:u w:val="single"/>
        </w:rPr>
        <w:t>:</w:t>
      </w:r>
      <w:r w:rsidR="003D1AD7">
        <w:rPr>
          <w:rFonts w:asciiTheme="minorHAnsi" w:hAnsiTheme="minorHAnsi"/>
        </w:rPr>
        <w:tab/>
      </w:r>
    </w:p>
    <w:p w14:paraId="4FD71674" w14:textId="36103E22" w:rsidR="00922A17" w:rsidRDefault="003D1AD7" w:rsidP="003D1AD7">
      <w:pPr>
        <w:pStyle w:val="ListParagraph"/>
        <w:spacing w:before="120" w:after="120"/>
        <w:ind w:left="2880" w:hanging="2160"/>
        <w:contextualSpacing w:val="0"/>
        <w:rPr>
          <w:rFonts w:asciiTheme="minorHAnsi" w:hAnsiTheme="minorHAnsi"/>
          <w:b/>
        </w:rPr>
      </w:pPr>
      <w:r w:rsidRPr="007A5E3F">
        <w:rPr>
          <w:rFonts w:asciiTheme="minorHAnsi" w:hAnsiTheme="minorHAnsi"/>
          <w:b/>
        </w:rPr>
        <w:t>Agenda Item 8a</w:t>
      </w:r>
      <w:r>
        <w:rPr>
          <w:rFonts w:asciiTheme="minorHAnsi" w:hAnsiTheme="minorHAnsi"/>
        </w:rPr>
        <w:t>.</w:t>
      </w:r>
      <w:r>
        <w:rPr>
          <w:rFonts w:asciiTheme="minorHAnsi" w:hAnsiTheme="minorHAnsi"/>
        </w:rPr>
        <w:tab/>
      </w:r>
      <w:r w:rsidR="00B35BAD">
        <w:rPr>
          <w:rFonts w:asciiTheme="minorHAnsi" w:hAnsiTheme="minorHAnsi"/>
          <w:b/>
        </w:rPr>
        <w:t>Officer Elections and Committee Assignments</w:t>
      </w:r>
    </w:p>
    <w:p w14:paraId="2451ECB6" w14:textId="31BEC6FC" w:rsidR="00B35BAD" w:rsidRPr="00DF2C99" w:rsidRDefault="00895939" w:rsidP="00DF2C99">
      <w:pPr>
        <w:pStyle w:val="ListParagraph"/>
        <w:numPr>
          <w:ilvl w:val="0"/>
          <w:numId w:val="30"/>
        </w:numPr>
        <w:spacing w:after="120"/>
        <w:rPr>
          <w:rFonts w:asciiTheme="minorHAnsi" w:hAnsiTheme="minorHAnsi"/>
        </w:rPr>
      </w:pPr>
      <w:r w:rsidRPr="00DF2C99">
        <w:rPr>
          <w:rFonts w:asciiTheme="minorHAnsi" w:hAnsiTheme="minorHAnsi"/>
        </w:rPr>
        <w:t xml:space="preserve">Motion by Director </w:t>
      </w:r>
      <w:r w:rsidR="00B35BAD" w:rsidRPr="00DF2C99">
        <w:rPr>
          <w:rFonts w:asciiTheme="minorHAnsi" w:hAnsiTheme="minorHAnsi"/>
        </w:rPr>
        <w:t>Heavin</w:t>
      </w:r>
      <w:r w:rsidRPr="00DF2C99">
        <w:rPr>
          <w:rFonts w:asciiTheme="minorHAnsi" w:hAnsiTheme="minorHAnsi"/>
        </w:rPr>
        <w:t xml:space="preserve">, second by Director </w:t>
      </w:r>
      <w:r w:rsidR="00B35BAD" w:rsidRPr="00DF2C99">
        <w:rPr>
          <w:rFonts w:asciiTheme="minorHAnsi" w:hAnsiTheme="minorHAnsi"/>
        </w:rPr>
        <w:t xml:space="preserve">Dietrich </w:t>
      </w:r>
      <w:r w:rsidRPr="00DF2C99">
        <w:rPr>
          <w:rFonts w:asciiTheme="minorHAnsi" w:hAnsiTheme="minorHAnsi"/>
        </w:rPr>
        <w:t xml:space="preserve">to </w:t>
      </w:r>
      <w:r w:rsidR="00B35BAD" w:rsidRPr="00DF2C99">
        <w:rPr>
          <w:rFonts w:asciiTheme="minorHAnsi" w:hAnsiTheme="minorHAnsi"/>
        </w:rPr>
        <w:t>nominate Director Fasold as Board President of the Mission Hills CSD for calendar year 2019. Vote was 3</w:t>
      </w:r>
      <w:r w:rsidR="00DF2C99" w:rsidRPr="00DF2C99">
        <w:rPr>
          <w:rFonts w:asciiTheme="minorHAnsi" w:hAnsiTheme="minorHAnsi"/>
        </w:rPr>
        <w:t>-</w:t>
      </w:r>
      <w:r w:rsidR="00B35BAD" w:rsidRPr="00DF2C99">
        <w:rPr>
          <w:rFonts w:asciiTheme="minorHAnsi" w:hAnsiTheme="minorHAnsi"/>
        </w:rPr>
        <w:t xml:space="preserve"> 2 with</w:t>
      </w:r>
      <w:r w:rsidR="00DF2C99" w:rsidRPr="00DF2C99">
        <w:rPr>
          <w:rFonts w:asciiTheme="minorHAnsi" w:hAnsiTheme="minorHAnsi"/>
        </w:rPr>
        <w:t xml:space="preserve"> D</w:t>
      </w:r>
      <w:r w:rsidR="00B35BAD" w:rsidRPr="00DF2C99">
        <w:rPr>
          <w:rFonts w:asciiTheme="minorHAnsi" w:hAnsiTheme="minorHAnsi"/>
        </w:rPr>
        <w:t>irector</w:t>
      </w:r>
      <w:r w:rsidR="00DF2C99" w:rsidRPr="00DF2C99">
        <w:rPr>
          <w:rFonts w:asciiTheme="minorHAnsi" w:hAnsiTheme="minorHAnsi"/>
        </w:rPr>
        <w:t>s</w:t>
      </w:r>
      <w:r w:rsidR="00B35BAD" w:rsidRPr="00DF2C99">
        <w:rPr>
          <w:rFonts w:asciiTheme="minorHAnsi" w:hAnsiTheme="minorHAnsi"/>
        </w:rPr>
        <w:t xml:space="preserve"> Nix and Heavin </w:t>
      </w:r>
      <w:r w:rsidR="00DF2C99" w:rsidRPr="00DF2C99">
        <w:rPr>
          <w:rFonts w:asciiTheme="minorHAnsi" w:hAnsiTheme="minorHAnsi"/>
        </w:rPr>
        <w:t>a no vote.</w:t>
      </w:r>
    </w:p>
    <w:p w14:paraId="09852E12" w14:textId="772D1898" w:rsidR="00895939" w:rsidRPr="00DF2C99" w:rsidRDefault="00DF2C99" w:rsidP="00DF2C99">
      <w:pPr>
        <w:pStyle w:val="ListParagraph"/>
        <w:numPr>
          <w:ilvl w:val="0"/>
          <w:numId w:val="30"/>
        </w:numPr>
        <w:spacing w:after="120"/>
        <w:rPr>
          <w:rFonts w:asciiTheme="minorHAnsi" w:hAnsiTheme="minorHAnsi"/>
        </w:rPr>
      </w:pPr>
      <w:r w:rsidRPr="00DF2C99">
        <w:rPr>
          <w:rFonts w:asciiTheme="minorHAnsi" w:hAnsiTheme="minorHAnsi"/>
        </w:rPr>
        <w:t xml:space="preserve">Motion by Director Fasold, second by Director Dietrich to nominate Director Heavin as Vice President of the Mission Hills CSD for </w:t>
      </w:r>
      <w:r w:rsidR="002C018C" w:rsidRPr="00DF2C99">
        <w:rPr>
          <w:rFonts w:asciiTheme="minorHAnsi" w:hAnsiTheme="minorHAnsi"/>
        </w:rPr>
        <w:t>calendar</w:t>
      </w:r>
      <w:r w:rsidRPr="00DF2C99">
        <w:rPr>
          <w:rFonts w:asciiTheme="minorHAnsi" w:hAnsiTheme="minorHAnsi"/>
        </w:rPr>
        <w:t xml:space="preserve"> year 2019. Vote was unanimous. </w:t>
      </w:r>
      <w:r w:rsidR="00460A05" w:rsidRPr="00DF2C99">
        <w:rPr>
          <w:rFonts w:asciiTheme="minorHAnsi" w:hAnsiTheme="minorHAnsi"/>
        </w:rPr>
        <w:br/>
      </w:r>
    </w:p>
    <w:p w14:paraId="5C485433" w14:textId="411A7C88" w:rsidR="007C72FC" w:rsidRDefault="007C72FC" w:rsidP="007C72FC">
      <w:pPr>
        <w:spacing w:after="120"/>
        <w:rPr>
          <w:rFonts w:asciiTheme="minorHAnsi" w:hAnsiTheme="minorHAnsi"/>
          <w:b/>
        </w:rPr>
      </w:pPr>
      <w:r>
        <w:rPr>
          <w:rFonts w:asciiTheme="minorHAnsi" w:hAnsiTheme="minorHAnsi"/>
        </w:rPr>
        <w:tab/>
      </w:r>
      <w:r w:rsidRPr="007C72FC">
        <w:rPr>
          <w:rFonts w:asciiTheme="minorHAnsi" w:hAnsiTheme="minorHAnsi"/>
          <w:b/>
        </w:rPr>
        <w:t>Agenda Item 8b.</w:t>
      </w:r>
      <w:r w:rsidRPr="007C72FC">
        <w:rPr>
          <w:rFonts w:asciiTheme="minorHAnsi" w:hAnsiTheme="minorHAnsi"/>
          <w:b/>
        </w:rPr>
        <w:tab/>
      </w:r>
      <w:r w:rsidR="00DF2C99">
        <w:rPr>
          <w:rFonts w:asciiTheme="minorHAnsi" w:hAnsiTheme="minorHAnsi"/>
          <w:b/>
        </w:rPr>
        <w:t>Destruction of Certain District Records</w:t>
      </w:r>
    </w:p>
    <w:p w14:paraId="3028546F" w14:textId="78B3BEBD" w:rsidR="00DF2C99" w:rsidRPr="00DF2C99" w:rsidRDefault="00DF2C99" w:rsidP="00DF2C99">
      <w:pPr>
        <w:spacing w:after="120"/>
        <w:ind w:left="2880"/>
        <w:rPr>
          <w:rFonts w:asciiTheme="minorHAnsi" w:hAnsiTheme="minorHAnsi"/>
        </w:rPr>
      </w:pPr>
      <w:r>
        <w:rPr>
          <w:rFonts w:asciiTheme="minorHAnsi" w:hAnsiTheme="minorHAnsi"/>
        </w:rPr>
        <w:t>District Accountant Crouthers stated that the bank statements will be scanned before destruction. Motion by Director Naughton, second by Director Fasold to approve destruction of district records as indicated in the staff report. Vote was unanimous.</w:t>
      </w:r>
      <w:r w:rsidR="00FB36B8">
        <w:rPr>
          <w:rFonts w:asciiTheme="minorHAnsi" w:hAnsiTheme="minorHAnsi"/>
        </w:rPr>
        <w:br/>
      </w:r>
    </w:p>
    <w:p w14:paraId="3DC229F3" w14:textId="5D6584DC" w:rsidR="008E50CB" w:rsidRPr="00FB36B8" w:rsidRDefault="0068701F" w:rsidP="00FB36B8">
      <w:pPr>
        <w:pStyle w:val="ListParagraph"/>
        <w:numPr>
          <w:ilvl w:val="0"/>
          <w:numId w:val="25"/>
        </w:numPr>
        <w:spacing w:before="120" w:after="120"/>
        <w:rPr>
          <w:rFonts w:asciiTheme="minorHAnsi" w:hAnsiTheme="minorHAnsi"/>
          <w:b/>
          <w:u w:val="single"/>
        </w:rPr>
      </w:pPr>
      <w:r w:rsidRPr="00CB6EA0">
        <w:rPr>
          <w:rFonts w:asciiTheme="minorHAnsi" w:hAnsiTheme="minorHAnsi"/>
          <w:b/>
          <w:u w:val="single"/>
        </w:rPr>
        <w:t>NEW BUSINESS:</w:t>
      </w:r>
      <w:r w:rsidR="00D55E8E" w:rsidRPr="00CB6EA0">
        <w:rPr>
          <w:rFonts w:asciiTheme="minorHAnsi" w:hAnsiTheme="minorHAnsi"/>
        </w:rPr>
        <w:tab/>
      </w:r>
      <w:r w:rsidR="00FB36B8">
        <w:rPr>
          <w:rFonts w:asciiTheme="minorHAnsi" w:hAnsiTheme="minorHAnsi"/>
        </w:rPr>
        <w:t>None</w:t>
      </w:r>
      <w:r w:rsidR="00460A05" w:rsidRPr="00FB36B8">
        <w:rPr>
          <w:rFonts w:asciiTheme="minorHAnsi" w:hAnsiTheme="minorHAnsi"/>
        </w:rPr>
        <w:br/>
      </w:r>
    </w:p>
    <w:p w14:paraId="41447B8A" w14:textId="77777777" w:rsidR="008E50CB" w:rsidRPr="008E50CB" w:rsidRDefault="002C6330" w:rsidP="00CB6EA0">
      <w:pPr>
        <w:pStyle w:val="ListParagraph"/>
        <w:numPr>
          <w:ilvl w:val="0"/>
          <w:numId w:val="25"/>
        </w:numPr>
        <w:rPr>
          <w:rFonts w:asciiTheme="minorHAnsi" w:hAnsiTheme="minorHAnsi"/>
          <w:b/>
          <w:u w:val="single"/>
        </w:rPr>
      </w:pPr>
      <w:r>
        <w:rPr>
          <w:rFonts w:asciiTheme="minorHAnsi" w:hAnsiTheme="minorHAnsi"/>
          <w:b/>
          <w:u w:val="single"/>
        </w:rPr>
        <w:t xml:space="preserve">COMMUNITY </w:t>
      </w:r>
      <w:r w:rsidR="0039470A" w:rsidRPr="00F74250">
        <w:rPr>
          <w:rFonts w:asciiTheme="minorHAnsi" w:hAnsiTheme="minorHAnsi"/>
          <w:b/>
          <w:u w:val="single"/>
        </w:rPr>
        <w:t>COMMENT</w:t>
      </w:r>
      <w:r>
        <w:rPr>
          <w:rFonts w:asciiTheme="minorHAnsi" w:hAnsiTheme="minorHAnsi"/>
          <w:b/>
          <w:u w:val="single"/>
        </w:rPr>
        <w:t>S AND SUGGESTIONS</w:t>
      </w:r>
      <w:r w:rsidR="0039470A" w:rsidRPr="00F74250">
        <w:rPr>
          <w:rFonts w:asciiTheme="minorHAnsi" w:hAnsiTheme="minorHAnsi"/>
          <w:b/>
          <w:u w:val="single"/>
        </w:rPr>
        <w:t>:</w:t>
      </w:r>
      <w:r w:rsidR="0039470A" w:rsidRPr="00F74250">
        <w:rPr>
          <w:rFonts w:asciiTheme="minorHAnsi" w:hAnsiTheme="minorHAnsi"/>
        </w:rPr>
        <w:tab/>
      </w:r>
      <w:r w:rsidR="00CB6EA0">
        <w:rPr>
          <w:rFonts w:asciiTheme="minorHAnsi" w:hAnsiTheme="minorHAnsi"/>
        </w:rPr>
        <w:t>None</w:t>
      </w:r>
    </w:p>
    <w:p w14:paraId="589DD117" w14:textId="559073DC" w:rsidR="0039470A" w:rsidRPr="00460A05" w:rsidRDefault="0039470A" w:rsidP="00460A05">
      <w:pPr>
        <w:rPr>
          <w:rFonts w:asciiTheme="minorHAnsi" w:hAnsiTheme="minorHAnsi"/>
          <w:b/>
          <w:u w:val="single"/>
        </w:rPr>
      </w:pPr>
    </w:p>
    <w:p w14:paraId="396B33E0" w14:textId="1AA6C218" w:rsidR="005B1528" w:rsidRPr="00FB36B8" w:rsidRDefault="002C6330" w:rsidP="00D55E8E">
      <w:pPr>
        <w:pStyle w:val="ListParagraph"/>
        <w:numPr>
          <w:ilvl w:val="0"/>
          <w:numId w:val="25"/>
        </w:numPr>
        <w:jc w:val="both"/>
        <w:rPr>
          <w:rFonts w:asciiTheme="minorHAnsi" w:hAnsiTheme="minorHAnsi"/>
        </w:rPr>
      </w:pPr>
      <w:r w:rsidRPr="00E32D0D">
        <w:rPr>
          <w:rFonts w:asciiTheme="minorHAnsi" w:hAnsiTheme="minorHAnsi"/>
          <w:b/>
          <w:u w:val="single"/>
        </w:rPr>
        <w:t>COMMUNICATIONS:</w:t>
      </w:r>
      <w:r w:rsidRPr="00E32D0D">
        <w:rPr>
          <w:rFonts w:asciiTheme="minorHAnsi" w:hAnsiTheme="minorHAnsi"/>
          <w:b/>
        </w:rPr>
        <w:t xml:space="preserve"> </w:t>
      </w:r>
    </w:p>
    <w:p w14:paraId="22C98557" w14:textId="77777777" w:rsidR="00FB36B8" w:rsidRPr="00FB36B8" w:rsidRDefault="00FB36B8" w:rsidP="00FB36B8">
      <w:pPr>
        <w:pStyle w:val="ListParagraph"/>
        <w:rPr>
          <w:rFonts w:asciiTheme="minorHAnsi" w:hAnsiTheme="minorHAnsi"/>
        </w:rPr>
      </w:pPr>
    </w:p>
    <w:p w14:paraId="0A70C1DA" w14:textId="69966498" w:rsidR="00FB36B8" w:rsidRDefault="00FB36B8" w:rsidP="00FB36B8">
      <w:pPr>
        <w:pStyle w:val="ListParagraph"/>
        <w:numPr>
          <w:ilvl w:val="0"/>
          <w:numId w:val="31"/>
        </w:numPr>
        <w:jc w:val="both"/>
        <w:rPr>
          <w:rFonts w:asciiTheme="minorHAnsi" w:hAnsiTheme="minorHAnsi"/>
        </w:rPr>
      </w:pPr>
      <w:r>
        <w:rPr>
          <w:rFonts w:asciiTheme="minorHAnsi" w:hAnsiTheme="minorHAnsi"/>
        </w:rPr>
        <w:t xml:space="preserve">Director Fasold mentioned the ACWA/ JPIA conference he attended in November and that he has a lot of great information he brought back and will be going over with the General Manager. </w:t>
      </w:r>
    </w:p>
    <w:p w14:paraId="499E13C7" w14:textId="3087837F" w:rsidR="00FB36B8" w:rsidRPr="005B1528" w:rsidRDefault="00FB36B8" w:rsidP="00FB36B8">
      <w:pPr>
        <w:pStyle w:val="ListParagraph"/>
        <w:numPr>
          <w:ilvl w:val="0"/>
          <w:numId w:val="31"/>
        </w:numPr>
        <w:jc w:val="both"/>
        <w:rPr>
          <w:rFonts w:asciiTheme="minorHAnsi" w:hAnsiTheme="minorHAnsi"/>
        </w:rPr>
      </w:pPr>
      <w:r>
        <w:rPr>
          <w:rFonts w:asciiTheme="minorHAnsi" w:hAnsiTheme="minorHAnsi"/>
        </w:rPr>
        <w:t>Board of Directors disc</w:t>
      </w:r>
      <w:r w:rsidR="002C018C">
        <w:rPr>
          <w:rFonts w:asciiTheme="minorHAnsi" w:hAnsiTheme="minorHAnsi"/>
        </w:rPr>
        <w:t>usse</w:t>
      </w:r>
      <w:r>
        <w:rPr>
          <w:rFonts w:asciiTheme="minorHAnsi" w:hAnsiTheme="minorHAnsi"/>
        </w:rPr>
        <w:t>d the possibility of Joining the IRWM and it was decided that this item should be brought back for further discussion at the January 2019 Regular Meeting.</w:t>
      </w:r>
    </w:p>
    <w:p w14:paraId="21410F10" w14:textId="10B325BC" w:rsidR="002C00B3" w:rsidRPr="002C00B3" w:rsidRDefault="00FB36B8" w:rsidP="002C00B3">
      <w:pPr>
        <w:pStyle w:val="ListParagraph"/>
        <w:jc w:val="both"/>
        <w:rPr>
          <w:rFonts w:asciiTheme="minorHAnsi" w:hAnsiTheme="minorHAnsi"/>
        </w:rPr>
      </w:pPr>
      <w:r>
        <w:rPr>
          <w:rFonts w:asciiTheme="minorHAnsi" w:hAnsiTheme="minorHAnsi"/>
        </w:rPr>
        <w:br/>
      </w:r>
      <w:r>
        <w:rPr>
          <w:rFonts w:asciiTheme="minorHAnsi" w:hAnsiTheme="minorHAnsi"/>
        </w:rPr>
        <w:br/>
      </w:r>
      <w:r>
        <w:rPr>
          <w:rFonts w:asciiTheme="minorHAnsi" w:hAnsiTheme="minorHAnsi"/>
        </w:rPr>
        <w:br/>
      </w:r>
      <w:r>
        <w:rPr>
          <w:rFonts w:asciiTheme="minorHAnsi" w:hAnsiTheme="minorHAnsi"/>
        </w:rPr>
        <w:br/>
      </w:r>
      <w:r>
        <w:rPr>
          <w:rFonts w:asciiTheme="minorHAnsi" w:hAnsiTheme="minorHAnsi"/>
        </w:rPr>
        <w:br/>
      </w:r>
      <w:r>
        <w:rPr>
          <w:rFonts w:asciiTheme="minorHAnsi" w:hAnsiTheme="minorHAnsi"/>
        </w:rPr>
        <w:br/>
      </w:r>
      <w:r>
        <w:rPr>
          <w:rFonts w:asciiTheme="minorHAnsi" w:hAnsiTheme="minorHAnsi"/>
        </w:rPr>
        <w:lastRenderedPageBreak/>
        <w:br/>
      </w:r>
    </w:p>
    <w:p w14:paraId="57EBA64A" w14:textId="77777777" w:rsidR="00823A50" w:rsidRPr="00433124" w:rsidRDefault="00FB4923" w:rsidP="00433124">
      <w:pPr>
        <w:pStyle w:val="ListParagraph"/>
        <w:numPr>
          <w:ilvl w:val="0"/>
          <w:numId w:val="25"/>
        </w:numPr>
        <w:jc w:val="both"/>
        <w:rPr>
          <w:rFonts w:asciiTheme="minorHAnsi" w:hAnsiTheme="minorHAnsi"/>
        </w:rPr>
      </w:pPr>
      <w:r>
        <w:rPr>
          <w:rFonts w:asciiTheme="minorHAnsi" w:hAnsiTheme="minorHAnsi"/>
          <w:b/>
          <w:u w:val="single"/>
        </w:rPr>
        <w:t>A</w:t>
      </w:r>
      <w:r w:rsidR="009B4D3B" w:rsidRPr="000830B6">
        <w:rPr>
          <w:rFonts w:asciiTheme="minorHAnsi" w:hAnsiTheme="minorHAnsi"/>
          <w:b/>
          <w:u w:val="single"/>
        </w:rPr>
        <w:t>DJOURNMENT</w:t>
      </w:r>
      <w:r w:rsidR="002352F6" w:rsidRPr="000830B6">
        <w:rPr>
          <w:rFonts w:asciiTheme="minorHAnsi" w:hAnsiTheme="minorHAnsi"/>
          <w:b/>
          <w:u w:val="single"/>
        </w:rPr>
        <w:t>:</w:t>
      </w:r>
    </w:p>
    <w:p w14:paraId="065737AF" w14:textId="04F103C7" w:rsidR="00871AE3" w:rsidRPr="000830B6" w:rsidRDefault="00A52DD0" w:rsidP="00607023">
      <w:pPr>
        <w:pStyle w:val="BodyTextIndent"/>
        <w:ind w:left="720" w:firstLine="0"/>
        <w:rPr>
          <w:rFonts w:asciiTheme="minorHAnsi" w:hAnsiTheme="minorHAnsi"/>
          <w:szCs w:val="24"/>
        </w:rPr>
      </w:pPr>
      <w:r w:rsidRPr="000830B6">
        <w:rPr>
          <w:rFonts w:asciiTheme="minorHAnsi" w:hAnsiTheme="minorHAnsi"/>
          <w:szCs w:val="24"/>
        </w:rPr>
        <w:t>There being no further bus</w:t>
      </w:r>
      <w:r w:rsidR="00E92FB6" w:rsidRPr="000830B6">
        <w:rPr>
          <w:rFonts w:asciiTheme="minorHAnsi" w:hAnsiTheme="minorHAnsi"/>
          <w:szCs w:val="24"/>
        </w:rPr>
        <w:t xml:space="preserve">iness to come before the </w:t>
      </w:r>
      <w:r w:rsidR="001063B3" w:rsidRPr="000830B6">
        <w:rPr>
          <w:rFonts w:asciiTheme="minorHAnsi" w:hAnsiTheme="minorHAnsi"/>
          <w:szCs w:val="24"/>
        </w:rPr>
        <w:t>Board</w:t>
      </w:r>
      <w:r w:rsidR="00E92FB6" w:rsidRPr="000830B6">
        <w:rPr>
          <w:rFonts w:asciiTheme="minorHAnsi" w:hAnsiTheme="minorHAnsi"/>
          <w:szCs w:val="24"/>
        </w:rPr>
        <w:t xml:space="preserve"> the meeting was </w:t>
      </w:r>
      <w:r w:rsidR="00667CF8" w:rsidRPr="000830B6">
        <w:rPr>
          <w:rFonts w:asciiTheme="minorHAnsi" w:hAnsiTheme="minorHAnsi"/>
          <w:szCs w:val="24"/>
        </w:rPr>
        <w:t>adjourn</w:t>
      </w:r>
      <w:r w:rsidR="00E92FB6" w:rsidRPr="000830B6">
        <w:rPr>
          <w:rFonts w:asciiTheme="minorHAnsi" w:hAnsiTheme="minorHAnsi"/>
          <w:szCs w:val="24"/>
        </w:rPr>
        <w:t>ed</w:t>
      </w:r>
      <w:r w:rsidR="00667CF8" w:rsidRPr="000830B6">
        <w:rPr>
          <w:rFonts w:asciiTheme="minorHAnsi" w:hAnsiTheme="minorHAnsi"/>
          <w:szCs w:val="24"/>
        </w:rPr>
        <w:t xml:space="preserve"> at</w:t>
      </w:r>
      <w:r w:rsidR="003B5809" w:rsidRPr="000830B6">
        <w:rPr>
          <w:rFonts w:asciiTheme="minorHAnsi" w:hAnsiTheme="minorHAnsi"/>
          <w:szCs w:val="24"/>
        </w:rPr>
        <w:t xml:space="preserve"> </w:t>
      </w:r>
      <w:r w:rsidR="00FB36B8">
        <w:rPr>
          <w:rFonts w:asciiTheme="minorHAnsi" w:hAnsiTheme="minorHAnsi"/>
          <w:szCs w:val="24"/>
        </w:rPr>
        <w:t>5</w:t>
      </w:r>
      <w:r w:rsidR="00460A05">
        <w:rPr>
          <w:rFonts w:asciiTheme="minorHAnsi" w:hAnsiTheme="minorHAnsi"/>
          <w:szCs w:val="24"/>
        </w:rPr>
        <w:t>:53</w:t>
      </w:r>
      <w:r w:rsidR="00CB04BD">
        <w:rPr>
          <w:rFonts w:asciiTheme="minorHAnsi" w:hAnsiTheme="minorHAnsi"/>
          <w:szCs w:val="24"/>
        </w:rPr>
        <w:t xml:space="preserve"> pm</w:t>
      </w:r>
      <w:r w:rsidR="007865BC" w:rsidRPr="000830B6">
        <w:rPr>
          <w:rFonts w:asciiTheme="minorHAnsi" w:hAnsiTheme="minorHAnsi"/>
          <w:szCs w:val="24"/>
        </w:rPr>
        <w:t>.</w:t>
      </w:r>
      <w:r w:rsidR="009F7A01" w:rsidRPr="000830B6">
        <w:rPr>
          <w:rFonts w:asciiTheme="minorHAnsi" w:hAnsiTheme="minorHAnsi"/>
          <w:szCs w:val="24"/>
        </w:rPr>
        <w:t xml:space="preserve"> </w:t>
      </w:r>
      <w:r w:rsidR="00D86BD9" w:rsidRPr="000830B6">
        <w:rPr>
          <w:rFonts w:asciiTheme="minorHAnsi" w:hAnsiTheme="minorHAnsi"/>
          <w:szCs w:val="24"/>
        </w:rPr>
        <w:t xml:space="preserve"> </w:t>
      </w:r>
    </w:p>
    <w:p w14:paraId="5AFFDD09" w14:textId="77777777" w:rsidR="002250D5" w:rsidRPr="000830B6" w:rsidRDefault="002250D5" w:rsidP="00CB04BD">
      <w:pPr>
        <w:pStyle w:val="BodyTextIndent"/>
        <w:ind w:firstLine="0"/>
        <w:rPr>
          <w:rFonts w:asciiTheme="minorHAnsi" w:hAnsiTheme="minorHAnsi"/>
          <w:szCs w:val="24"/>
        </w:rPr>
      </w:pPr>
    </w:p>
    <w:p w14:paraId="24CF7F68" w14:textId="77777777" w:rsidR="00906C80" w:rsidRPr="000830B6" w:rsidRDefault="00D26A86" w:rsidP="00A91E5D">
      <w:pPr>
        <w:pStyle w:val="BodyTextIndent"/>
        <w:tabs>
          <w:tab w:val="left" w:pos="3580"/>
        </w:tabs>
        <w:ind w:left="3580" w:firstLine="0"/>
        <w:rPr>
          <w:rFonts w:asciiTheme="minorHAnsi" w:hAnsiTheme="minorHAnsi"/>
          <w:color w:val="FF0000"/>
          <w:szCs w:val="24"/>
        </w:rPr>
      </w:pPr>
      <w:r w:rsidRPr="000830B6">
        <w:rPr>
          <w:rFonts w:asciiTheme="minorHAnsi" w:hAnsiTheme="minorHAnsi"/>
          <w:color w:val="FF0000"/>
          <w:szCs w:val="24"/>
        </w:rPr>
        <w:tab/>
      </w:r>
      <w:r w:rsidRPr="000830B6">
        <w:rPr>
          <w:rFonts w:asciiTheme="minorHAnsi" w:hAnsiTheme="minorHAnsi"/>
          <w:color w:val="FF0000"/>
          <w:szCs w:val="24"/>
        </w:rPr>
        <w:tab/>
      </w:r>
      <w:r w:rsidRPr="000830B6">
        <w:rPr>
          <w:rFonts w:asciiTheme="minorHAnsi" w:hAnsiTheme="minorHAnsi"/>
          <w:color w:val="FF0000"/>
          <w:szCs w:val="24"/>
        </w:rPr>
        <w:tab/>
      </w:r>
      <w:r w:rsidR="0042398B" w:rsidRPr="000830B6">
        <w:rPr>
          <w:rFonts w:asciiTheme="minorHAnsi" w:hAnsiTheme="minorHAnsi"/>
          <w:szCs w:val="24"/>
        </w:rPr>
        <w:t>R</w:t>
      </w:r>
      <w:r w:rsidR="00181F8F" w:rsidRPr="000830B6">
        <w:rPr>
          <w:rFonts w:asciiTheme="minorHAnsi" w:hAnsiTheme="minorHAnsi"/>
          <w:szCs w:val="24"/>
        </w:rPr>
        <w:t>espectfully S</w:t>
      </w:r>
      <w:r w:rsidR="00A52DD0" w:rsidRPr="000830B6">
        <w:rPr>
          <w:rFonts w:asciiTheme="minorHAnsi" w:hAnsiTheme="minorHAnsi"/>
          <w:szCs w:val="24"/>
        </w:rPr>
        <w:t>ubmitted,</w:t>
      </w:r>
    </w:p>
    <w:p w14:paraId="47578A27" w14:textId="77777777" w:rsidR="00F352DD" w:rsidRPr="000830B6" w:rsidRDefault="00F352DD">
      <w:pPr>
        <w:pStyle w:val="BodyTextIndent"/>
        <w:ind w:left="4320" w:firstLine="720"/>
        <w:rPr>
          <w:rFonts w:asciiTheme="minorHAnsi" w:hAnsiTheme="minorHAnsi"/>
          <w:szCs w:val="24"/>
        </w:rPr>
      </w:pPr>
    </w:p>
    <w:p w14:paraId="045BDE0D" w14:textId="77777777" w:rsidR="00A52DD0" w:rsidRPr="000830B6" w:rsidRDefault="00906C80">
      <w:pPr>
        <w:pStyle w:val="BodyTextIndent"/>
        <w:ind w:firstLine="0"/>
        <w:rPr>
          <w:rFonts w:asciiTheme="minorHAnsi" w:hAnsiTheme="minorHAnsi"/>
          <w:szCs w:val="24"/>
          <w:u w:val="single"/>
        </w:rPr>
      </w:pPr>
      <w:r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9551EB"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A52DD0" w:rsidRPr="000830B6">
        <w:rPr>
          <w:rFonts w:asciiTheme="minorHAnsi" w:hAnsiTheme="minorHAnsi"/>
          <w:szCs w:val="24"/>
          <w:u w:val="single"/>
        </w:rPr>
        <w:tab/>
      </w:r>
      <w:r w:rsidR="008F0807" w:rsidRPr="000830B6">
        <w:rPr>
          <w:rFonts w:asciiTheme="minorHAnsi" w:hAnsiTheme="minorHAnsi"/>
          <w:szCs w:val="24"/>
          <w:u w:val="single"/>
        </w:rPr>
        <w:tab/>
      </w:r>
    </w:p>
    <w:p w14:paraId="53625111" w14:textId="77777777" w:rsidR="00A52DD0" w:rsidRPr="000830B6" w:rsidRDefault="001267ED">
      <w:pPr>
        <w:pStyle w:val="BodyTextIndent"/>
        <w:ind w:left="720" w:firstLine="720"/>
        <w:rPr>
          <w:rFonts w:asciiTheme="minorHAnsi" w:hAnsiTheme="minorHAnsi"/>
          <w:szCs w:val="24"/>
        </w:rPr>
      </w:pPr>
      <w:r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DF08BE" w:rsidRPr="000830B6">
        <w:rPr>
          <w:rFonts w:asciiTheme="minorHAnsi" w:hAnsiTheme="minorHAnsi"/>
          <w:szCs w:val="24"/>
        </w:rPr>
        <w:tab/>
      </w:r>
      <w:r w:rsidR="00CE200D" w:rsidRPr="000830B6">
        <w:rPr>
          <w:rFonts w:asciiTheme="minorHAnsi" w:hAnsiTheme="minorHAnsi"/>
          <w:szCs w:val="24"/>
        </w:rPr>
        <w:t>Casey Fowler</w:t>
      </w:r>
    </w:p>
    <w:p w14:paraId="7DCCE9CA" w14:textId="77777777" w:rsidR="00F352DD" w:rsidRPr="000830B6" w:rsidRDefault="00242838" w:rsidP="00A91E5D">
      <w:pPr>
        <w:pStyle w:val="BodyTextIndent"/>
        <w:ind w:left="4320" w:firstLine="720"/>
        <w:rPr>
          <w:rFonts w:asciiTheme="minorHAnsi" w:hAnsiTheme="minorHAnsi"/>
          <w:szCs w:val="24"/>
        </w:rPr>
      </w:pPr>
      <w:r w:rsidRPr="000830B6">
        <w:rPr>
          <w:rFonts w:asciiTheme="minorHAnsi" w:hAnsiTheme="minorHAnsi"/>
          <w:szCs w:val="24"/>
        </w:rPr>
        <w:t>S</w:t>
      </w:r>
      <w:r w:rsidR="00A52DD0" w:rsidRPr="000830B6">
        <w:rPr>
          <w:rFonts w:asciiTheme="minorHAnsi" w:hAnsiTheme="minorHAnsi"/>
          <w:szCs w:val="24"/>
        </w:rPr>
        <w:t>ecretary, Board of Directors</w:t>
      </w:r>
    </w:p>
    <w:p w14:paraId="3931EAD0" w14:textId="77777777" w:rsidR="006D0556" w:rsidRPr="000830B6" w:rsidRDefault="006D0556">
      <w:pPr>
        <w:pStyle w:val="BodyTextIndent"/>
        <w:ind w:firstLine="0"/>
        <w:rPr>
          <w:rFonts w:asciiTheme="minorHAnsi" w:hAnsiTheme="minorHAnsi"/>
          <w:szCs w:val="24"/>
        </w:rPr>
      </w:pPr>
    </w:p>
    <w:p w14:paraId="4B09EDED" w14:textId="77777777" w:rsidR="00CF1426" w:rsidRPr="000830B6" w:rsidRDefault="00CF1426">
      <w:pPr>
        <w:pStyle w:val="BodyTextIndent"/>
        <w:ind w:firstLine="0"/>
        <w:rPr>
          <w:rFonts w:asciiTheme="minorHAnsi" w:hAnsiTheme="minorHAnsi"/>
          <w:szCs w:val="24"/>
        </w:rPr>
      </w:pPr>
    </w:p>
    <w:p w14:paraId="56F9780F" w14:textId="77777777" w:rsidR="00CF1426" w:rsidRPr="000830B6" w:rsidRDefault="00CF1426">
      <w:pPr>
        <w:pStyle w:val="BodyTextIndent"/>
        <w:ind w:firstLine="0"/>
        <w:rPr>
          <w:rFonts w:asciiTheme="minorHAnsi" w:hAnsiTheme="minorHAnsi"/>
          <w:szCs w:val="24"/>
        </w:rPr>
      </w:pPr>
      <w:r w:rsidRPr="000830B6">
        <w:rPr>
          <w:rFonts w:asciiTheme="minorHAnsi" w:hAnsiTheme="minorHAnsi"/>
          <w:szCs w:val="24"/>
        </w:rPr>
        <w:t>____________________________________</w:t>
      </w:r>
      <w:r w:rsidRPr="000830B6">
        <w:rPr>
          <w:rFonts w:asciiTheme="minorHAnsi" w:hAnsiTheme="minorHAnsi"/>
          <w:szCs w:val="24"/>
        </w:rPr>
        <w:br/>
        <w:t>Walter Fasold</w:t>
      </w:r>
      <w:r w:rsidRPr="000830B6">
        <w:rPr>
          <w:rFonts w:asciiTheme="minorHAnsi" w:hAnsiTheme="minorHAnsi"/>
          <w:szCs w:val="24"/>
        </w:rPr>
        <w:br/>
        <w:t>President, Board of Directors</w:t>
      </w:r>
    </w:p>
    <w:sectPr w:rsidR="00CF1426" w:rsidRPr="000830B6" w:rsidSect="00D55E8E">
      <w:headerReference w:type="default" r:id="rId11"/>
      <w:footerReference w:type="even" r:id="rId12"/>
      <w:footerReference w:type="default" r:id="rId13"/>
      <w:headerReference w:type="first" r:id="rId14"/>
      <w:pgSz w:w="12240" w:h="15840"/>
      <w:pgMar w:top="810" w:right="1440" w:bottom="630" w:left="1440"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4267E" w14:textId="77777777" w:rsidR="00B622E5" w:rsidRDefault="00B622E5">
      <w:r>
        <w:separator/>
      </w:r>
    </w:p>
  </w:endnote>
  <w:endnote w:type="continuationSeparator" w:id="0">
    <w:p w14:paraId="54248EA6" w14:textId="77777777" w:rsidR="00B622E5" w:rsidRDefault="00B6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740F"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2</w:t>
    </w:r>
    <w:r>
      <w:rPr>
        <w:rStyle w:val="PageNumber"/>
      </w:rPr>
      <w:fldChar w:fldCharType="end"/>
    </w:r>
  </w:p>
  <w:p w14:paraId="24F15498" w14:textId="77777777" w:rsidR="00C61A72" w:rsidRDefault="00C61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F1F9" w14:textId="77777777" w:rsidR="00C61A72" w:rsidRDefault="00C61A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5601">
      <w:rPr>
        <w:rStyle w:val="PageNumber"/>
        <w:noProof/>
      </w:rPr>
      <w:t>3</w:t>
    </w:r>
    <w:r>
      <w:rPr>
        <w:rStyle w:val="PageNumber"/>
      </w:rPr>
      <w:fldChar w:fldCharType="end"/>
    </w:r>
  </w:p>
  <w:p w14:paraId="0478AD1C" w14:textId="77777777" w:rsidR="00C61A72" w:rsidRDefault="00C61A72">
    <w:pPr>
      <w:pStyle w:val="Footer"/>
    </w:pPr>
  </w:p>
  <w:p w14:paraId="2495C1DF" w14:textId="77777777" w:rsidR="00C61A72" w:rsidRDefault="00C61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4BE26A" w14:textId="77777777" w:rsidR="00B622E5" w:rsidRDefault="00B622E5">
      <w:r>
        <w:separator/>
      </w:r>
    </w:p>
  </w:footnote>
  <w:footnote w:type="continuationSeparator" w:id="0">
    <w:p w14:paraId="0E5E86C4" w14:textId="77777777" w:rsidR="00B622E5" w:rsidRDefault="00B62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E2FF" w14:textId="77777777" w:rsidR="00C61A72" w:rsidRDefault="00C61A72">
    <w:pPr>
      <w:pStyle w:val="Header"/>
    </w:pPr>
  </w:p>
  <w:p w14:paraId="4F5D1A71" w14:textId="77777777" w:rsidR="00C61A72" w:rsidRPr="00CB04BD" w:rsidRDefault="00C61A72" w:rsidP="006B1380">
    <w:pPr>
      <w:pStyle w:val="Header"/>
      <w:jc w:val="right"/>
      <w:rPr>
        <w:rFonts w:asciiTheme="majorHAnsi" w:hAnsi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59483" w14:textId="77777777" w:rsidR="00507B61" w:rsidRDefault="00507B61" w:rsidP="00E63F42">
    <w:pPr>
      <w:jc w:val="right"/>
      <w:rPr>
        <w:rFonts w:asciiTheme="minorHAnsi" w:hAnsiTheme="minorHAnsi"/>
      </w:rPr>
    </w:pPr>
  </w:p>
  <w:p w14:paraId="02AF1D91" w14:textId="77777777" w:rsidR="00E63F42" w:rsidRDefault="00507B61" w:rsidP="00E63F42">
    <w:pPr>
      <w:jc w:val="right"/>
      <w:rPr>
        <w:rFonts w:asciiTheme="minorHAnsi" w:hAnsiTheme="minorHAnsi"/>
      </w:rPr>
    </w:pPr>
    <w:r>
      <w:rPr>
        <w:rFonts w:asciiTheme="minorHAnsi" w:hAnsiTheme="minorHAnsi"/>
      </w:rPr>
      <w:t>Consent Item 6a.</w:t>
    </w:r>
  </w:p>
  <w:p w14:paraId="130DEB17" w14:textId="77777777" w:rsidR="00E63F42" w:rsidRDefault="00E63F42" w:rsidP="00E63F42">
    <w:pPr>
      <w:jc w:val="right"/>
      <w:rPr>
        <w:rFonts w:asciiTheme="minorHAnsi" w:hAnsiTheme="minorHAnsi"/>
      </w:rPr>
    </w:pPr>
  </w:p>
  <w:p w14:paraId="180099AB" w14:textId="77777777" w:rsidR="00323C2B" w:rsidRDefault="00323C2B" w:rsidP="00B34038">
    <w:pPr>
      <w:rPr>
        <w:rFonts w:asciiTheme="minorHAnsi" w:hAnsiTheme="minorHAnsi"/>
      </w:rPr>
    </w:pPr>
  </w:p>
  <w:p w14:paraId="6A13E419" w14:textId="77777777" w:rsidR="000830B6" w:rsidRPr="000830B6" w:rsidRDefault="00B34038" w:rsidP="00B34038">
    <w:pPr>
      <w:rPr>
        <w:rFonts w:asciiTheme="minorHAnsi" w:eastAsiaTheme="minorHAnsi" w:hAnsiTheme="minorHAnsi" w:cstheme="minorBidi"/>
        <w:spacing w:val="0"/>
        <w:sz w:val="18"/>
        <w:szCs w:val="18"/>
      </w:rPr>
    </w:pPr>
    <w:r w:rsidRPr="000830B6">
      <w:rPr>
        <w:rFonts w:ascii="Calibri" w:eastAsiaTheme="minorHAnsi" w:hAnsi="Calibri" w:cstheme="minorBidi"/>
        <w:b/>
        <w:noProof/>
        <w:spacing w:val="0"/>
        <w:szCs w:val="24"/>
      </w:rPr>
      <w:drawing>
        <wp:anchor distT="0" distB="0" distL="114300" distR="114300" simplePos="0" relativeHeight="251659264" behindDoc="0" locked="0" layoutInCell="1" allowOverlap="1" wp14:anchorId="29A103C4" wp14:editId="211A4208">
          <wp:simplePos x="0" y="0"/>
          <wp:positionH relativeFrom="margin">
            <wp:align>center</wp:align>
          </wp:positionH>
          <wp:positionV relativeFrom="page">
            <wp:posOffset>352425</wp:posOffset>
          </wp:positionV>
          <wp:extent cx="996315" cy="1005840"/>
          <wp:effectExtent l="0" t="0" r="0" b="3810"/>
          <wp:wrapNone/>
          <wp:docPr id="3" name="Picture 3" descr="C:\Users\melissa.stevens\Documents\Melis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lissa.stevens\Documents\Meliss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315"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r>
    <w:r w:rsidR="000830B6">
      <w:rPr>
        <w:rFonts w:asciiTheme="minorHAnsi" w:eastAsiaTheme="minorHAnsi" w:hAnsiTheme="minorHAnsi" w:cstheme="minorBidi"/>
        <w:b/>
        <w:spacing w:val="0"/>
        <w:sz w:val="18"/>
        <w:szCs w:val="18"/>
      </w:rPr>
      <w:tab/>
      <w:t xml:space="preserve">  </w:t>
    </w:r>
    <w:r w:rsidR="000830B6" w:rsidRPr="000830B6">
      <w:rPr>
        <w:rFonts w:asciiTheme="minorHAnsi" w:eastAsiaTheme="minorHAnsi" w:hAnsiTheme="minorHAnsi" w:cstheme="minorBidi"/>
        <w:b/>
        <w:spacing w:val="0"/>
        <w:sz w:val="18"/>
        <w:szCs w:val="18"/>
      </w:rPr>
      <w:t xml:space="preserve"> </w:t>
    </w:r>
  </w:p>
  <w:p w14:paraId="18228F04" w14:textId="77777777" w:rsidR="000830B6" w:rsidRPr="00E63F42" w:rsidRDefault="000830B6" w:rsidP="00E63F42">
    <w:pPr>
      <w:rPr>
        <w:rFonts w:asciiTheme="minorHAnsi" w:eastAsiaTheme="minorHAnsi" w:hAnsiTheme="minorHAnsi" w:cstheme="minorBidi"/>
        <w:spacing w:val="0"/>
        <w:sz w:val="18"/>
        <w:szCs w:val="18"/>
      </w:rPr>
    </w:pP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r>
    <w:r>
      <w:rPr>
        <w:rFonts w:asciiTheme="minorHAnsi" w:eastAsiaTheme="minorHAnsi" w:hAnsiTheme="minorHAnsi" w:cstheme="minorBidi"/>
        <w:spacing w:val="0"/>
        <w:sz w:val="18"/>
        <w:szCs w:val="18"/>
      </w:rPr>
      <w:tab/>
      <w:t xml:space="preserve">       </w:t>
    </w:r>
    <w:r w:rsidR="00B34038">
      <w:rPr>
        <w:rFonts w:asciiTheme="minorHAnsi" w:eastAsiaTheme="minorHAnsi" w:hAnsiTheme="minorHAnsi" w:cstheme="minorBidi"/>
        <w:spacing w:val="0"/>
        <w:sz w:val="22"/>
        <w:szCs w:val="22"/>
      </w:rPr>
      <w:tab/>
    </w:r>
  </w:p>
  <w:p w14:paraId="00D55091" w14:textId="77777777" w:rsidR="00B34038" w:rsidRDefault="00B340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56401"/>
    <w:multiLevelType w:val="hybridMultilevel"/>
    <w:tmpl w:val="9E86FE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243525E"/>
    <w:multiLevelType w:val="hybridMultilevel"/>
    <w:tmpl w:val="EBCE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5014A8"/>
    <w:multiLevelType w:val="hybridMultilevel"/>
    <w:tmpl w:val="42C04F4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13734EB8"/>
    <w:multiLevelType w:val="hybridMultilevel"/>
    <w:tmpl w:val="5F444E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60030B9"/>
    <w:multiLevelType w:val="hybridMultilevel"/>
    <w:tmpl w:val="7C88E3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33D74"/>
    <w:multiLevelType w:val="hybridMultilevel"/>
    <w:tmpl w:val="EB4A0226"/>
    <w:lvl w:ilvl="0" w:tplc="BDD89288">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614EE5"/>
    <w:multiLevelType w:val="hybridMultilevel"/>
    <w:tmpl w:val="923ED4AA"/>
    <w:lvl w:ilvl="0" w:tplc="4BAA2A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2B0BCD"/>
    <w:multiLevelType w:val="hybridMultilevel"/>
    <w:tmpl w:val="A1FCC4D4"/>
    <w:lvl w:ilvl="0" w:tplc="69B6FD86">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C1687"/>
    <w:multiLevelType w:val="hybridMultilevel"/>
    <w:tmpl w:val="D16A76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DEC2EF7"/>
    <w:multiLevelType w:val="hybridMultilevel"/>
    <w:tmpl w:val="F15883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160143B"/>
    <w:multiLevelType w:val="hybridMultilevel"/>
    <w:tmpl w:val="0A9EC5F4"/>
    <w:lvl w:ilvl="0" w:tplc="E1504EBC">
      <w:start w:val="1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8C28A2"/>
    <w:multiLevelType w:val="hybridMultilevel"/>
    <w:tmpl w:val="95125A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271BD2"/>
    <w:multiLevelType w:val="hybridMultilevel"/>
    <w:tmpl w:val="9C4C986E"/>
    <w:lvl w:ilvl="0" w:tplc="B2C84362">
      <w:start w:val="13"/>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09104E"/>
    <w:multiLevelType w:val="hybridMultilevel"/>
    <w:tmpl w:val="6A78F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D55E36"/>
    <w:multiLevelType w:val="hybridMultilevel"/>
    <w:tmpl w:val="FE9AF53C"/>
    <w:lvl w:ilvl="0" w:tplc="715A1CFA">
      <w:start w:val="1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6EC34C5"/>
    <w:multiLevelType w:val="hybridMultilevel"/>
    <w:tmpl w:val="6D5A7B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FD7D01"/>
    <w:multiLevelType w:val="hybridMultilevel"/>
    <w:tmpl w:val="30047F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A66545"/>
    <w:multiLevelType w:val="hybridMultilevel"/>
    <w:tmpl w:val="A2D0A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75C5014"/>
    <w:multiLevelType w:val="hybridMultilevel"/>
    <w:tmpl w:val="D146F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7E97D64"/>
    <w:multiLevelType w:val="hybridMultilevel"/>
    <w:tmpl w:val="5F940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A660264"/>
    <w:multiLevelType w:val="hybridMultilevel"/>
    <w:tmpl w:val="A4B68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C65B59"/>
    <w:multiLevelType w:val="hybridMultilevel"/>
    <w:tmpl w:val="6B8414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B775A5A"/>
    <w:multiLevelType w:val="hybridMultilevel"/>
    <w:tmpl w:val="9510FB34"/>
    <w:lvl w:ilvl="0" w:tplc="69B6FD86">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C405CC"/>
    <w:multiLevelType w:val="hybridMultilevel"/>
    <w:tmpl w:val="1A3E101A"/>
    <w:lvl w:ilvl="0" w:tplc="1DBE88EE">
      <w:start w:val="1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2B0CF2"/>
    <w:multiLevelType w:val="hybridMultilevel"/>
    <w:tmpl w:val="2188AF62"/>
    <w:lvl w:ilvl="0" w:tplc="AD5E724A">
      <w:start w:val="2"/>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021044"/>
    <w:multiLevelType w:val="hybridMultilevel"/>
    <w:tmpl w:val="8B3274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68F95C98"/>
    <w:multiLevelType w:val="hybridMultilevel"/>
    <w:tmpl w:val="E2209A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AE9381C"/>
    <w:multiLevelType w:val="hybridMultilevel"/>
    <w:tmpl w:val="C8526AD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78495429"/>
    <w:multiLevelType w:val="hybridMultilevel"/>
    <w:tmpl w:val="D1E01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A3B6CF3"/>
    <w:multiLevelType w:val="hybridMultilevel"/>
    <w:tmpl w:val="35F8C5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D864A9C"/>
    <w:multiLevelType w:val="hybridMultilevel"/>
    <w:tmpl w:val="08AAD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23"/>
  </w:num>
  <w:num w:numId="3">
    <w:abstractNumId w:val="22"/>
  </w:num>
  <w:num w:numId="4">
    <w:abstractNumId w:val="16"/>
  </w:num>
  <w:num w:numId="5">
    <w:abstractNumId w:val="1"/>
  </w:num>
  <w:num w:numId="6">
    <w:abstractNumId w:val="26"/>
  </w:num>
  <w:num w:numId="7">
    <w:abstractNumId w:val="9"/>
  </w:num>
  <w:num w:numId="8">
    <w:abstractNumId w:val="14"/>
  </w:num>
  <w:num w:numId="9">
    <w:abstractNumId w:val="10"/>
  </w:num>
  <w:num w:numId="10">
    <w:abstractNumId w:val="13"/>
  </w:num>
  <w:num w:numId="11">
    <w:abstractNumId w:val="21"/>
  </w:num>
  <w:num w:numId="12">
    <w:abstractNumId w:val="29"/>
  </w:num>
  <w:num w:numId="13">
    <w:abstractNumId w:val="4"/>
  </w:num>
  <w:num w:numId="14">
    <w:abstractNumId w:val="25"/>
  </w:num>
  <w:num w:numId="15">
    <w:abstractNumId w:val="6"/>
  </w:num>
  <w:num w:numId="16">
    <w:abstractNumId w:val="15"/>
  </w:num>
  <w:num w:numId="17">
    <w:abstractNumId w:val="17"/>
  </w:num>
  <w:num w:numId="18">
    <w:abstractNumId w:val="12"/>
  </w:num>
  <w:num w:numId="19">
    <w:abstractNumId w:val="18"/>
  </w:num>
  <w:num w:numId="20">
    <w:abstractNumId w:val="0"/>
  </w:num>
  <w:num w:numId="21">
    <w:abstractNumId w:val="28"/>
  </w:num>
  <w:num w:numId="22">
    <w:abstractNumId w:val="24"/>
  </w:num>
  <w:num w:numId="23">
    <w:abstractNumId w:val="3"/>
  </w:num>
  <w:num w:numId="24">
    <w:abstractNumId w:val="30"/>
  </w:num>
  <w:num w:numId="25">
    <w:abstractNumId w:val="5"/>
  </w:num>
  <w:num w:numId="26">
    <w:abstractNumId w:val="20"/>
  </w:num>
  <w:num w:numId="27">
    <w:abstractNumId w:val="11"/>
  </w:num>
  <w:num w:numId="28">
    <w:abstractNumId w:val="19"/>
  </w:num>
  <w:num w:numId="29">
    <w:abstractNumId w:val="2"/>
  </w:num>
  <w:num w:numId="30">
    <w:abstractNumId w:val="27"/>
  </w:num>
  <w:num w:numId="3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3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MDY2NLI0NrE0MTRQ0lEKTi0uzszPAykwqgUAS5iXUCwAAAA="/>
  </w:docVars>
  <w:rsids>
    <w:rsidRoot w:val="00301B7B"/>
    <w:rsid w:val="0000093B"/>
    <w:rsid w:val="00000F8A"/>
    <w:rsid w:val="00002328"/>
    <w:rsid w:val="00002781"/>
    <w:rsid w:val="00002E33"/>
    <w:rsid w:val="00002E4E"/>
    <w:rsid w:val="00005425"/>
    <w:rsid w:val="00006ADE"/>
    <w:rsid w:val="00007888"/>
    <w:rsid w:val="000078FE"/>
    <w:rsid w:val="00007C61"/>
    <w:rsid w:val="00007E0D"/>
    <w:rsid w:val="000106AB"/>
    <w:rsid w:val="0001104B"/>
    <w:rsid w:val="00012160"/>
    <w:rsid w:val="0001247C"/>
    <w:rsid w:val="00012B0E"/>
    <w:rsid w:val="0001319B"/>
    <w:rsid w:val="0001328E"/>
    <w:rsid w:val="00013B67"/>
    <w:rsid w:val="00013E59"/>
    <w:rsid w:val="000158FE"/>
    <w:rsid w:val="000165C9"/>
    <w:rsid w:val="00016E6C"/>
    <w:rsid w:val="00016FA7"/>
    <w:rsid w:val="0001715B"/>
    <w:rsid w:val="00020A19"/>
    <w:rsid w:val="00021DED"/>
    <w:rsid w:val="000232B4"/>
    <w:rsid w:val="00024276"/>
    <w:rsid w:val="0002435F"/>
    <w:rsid w:val="00024AA7"/>
    <w:rsid w:val="00024F1C"/>
    <w:rsid w:val="00025132"/>
    <w:rsid w:val="000251C4"/>
    <w:rsid w:val="000256F6"/>
    <w:rsid w:val="00025B67"/>
    <w:rsid w:val="00026510"/>
    <w:rsid w:val="00026E47"/>
    <w:rsid w:val="00027324"/>
    <w:rsid w:val="00031DBA"/>
    <w:rsid w:val="0003326A"/>
    <w:rsid w:val="00035EF2"/>
    <w:rsid w:val="00040C54"/>
    <w:rsid w:val="0004141C"/>
    <w:rsid w:val="000419EF"/>
    <w:rsid w:val="00041A2A"/>
    <w:rsid w:val="00043B6E"/>
    <w:rsid w:val="00044EA7"/>
    <w:rsid w:val="00044F47"/>
    <w:rsid w:val="00045934"/>
    <w:rsid w:val="0004751D"/>
    <w:rsid w:val="00047C9C"/>
    <w:rsid w:val="00050F52"/>
    <w:rsid w:val="00050F74"/>
    <w:rsid w:val="00052001"/>
    <w:rsid w:val="000532C6"/>
    <w:rsid w:val="000533B1"/>
    <w:rsid w:val="000535D9"/>
    <w:rsid w:val="000539FA"/>
    <w:rsid w:val="00053A23"/>
    <w:rsid w:val="0005441D"/>
    <w:rsid w:val="00054641"/>
    <w:rsid w:val="00056203"/>
    <w:rsid w:val="000602E5"/>
    <w:rsid w:val="00060ECC"/>
    <w:rsid w:val="0006109F"/>
    <w:rsid w:val="00062124"/>
    <w:rsid w:val="00062D51"/>
    <w:rsid w:val="000634D6"/>
    <w:rsid w:val="0006657C"/>
    <w:rsid w:val="0006660E"/>
    <w:rsid w:val="0006713E"/>
    <w:rsid w:val="000675D3"/>
    <w:rsid w:val="00067766"/>
    <w:rsid w:val="00067EFF"/>
    <w:rsid w:val="000702DB"/>
    <w:rsid w:val="0007077D"/>
    <w:rsid w:val="00070841"/>
    <w:rsid w:val="0007288C"/>
    <w:rsid w:val="00072CAB"/>
    <w:rsid w:val="00072D8C"/>
    <w:rsid w:val="0007417C"/>
    <w:rsid w:val="000741B6"/>
    <w:rsid w:val="00074458"/>
    <w:rsid w:val="000751F2"/>
    <w:rsid w:val="0007636D"/>
    <w:rsid w:val="000807B4"/>
    <w:rsid w:val="00080DCA"/>
    <w:rsid w:val="000813D6"/>
    <w:rsid w:val="0008159D"/>
    <w:rsid w:val="00081DD5"/>
    <w:rsid w:val="000830B6"/>
    <w:rsid w:val="00084045"/>
    <w:rsid w:val="00085D5D"/>
    <w:rsid w:val="00086B10"/>
    <w:rsid w:val="000871FC"/>
    <w:rsid w:val="0008763F"/>
    <w:rsid w:val="00090818"/>
    <w:rsid w:val="00091119"/>
    <w:rsid w:val="0009142B"/>
    <w:rsid w:val="000925ED"/>
    <w:rsid w:val="000926FA"/>
    <w:rsid w:val="00092ECA"/>
    <w:rsid w:val="000940B2"/>
    <w:rsid w:val="0009440E"/>
    <w:rsid w:val="00095C87"/>
    <w:rsid w:val="000979E8"/>
    <w:rsid w:val="00097CBA"/>
    <w:rsid w:val="00097D4B"/>
    <w:rsid w:val="00097EEF"/>
    <w:rsid w:val="00097FE2"/>
    <w:rsid w:val="000A0FFA"/>
    <w:rsid w:val="000A1DE0"/>
    <w:rsid w:val="000A313D"/>
    <w:rsid w:val="000A345D"/>
    <w:rsid w:val="000A3EE3"/>
    <w:rsid w:val="000A4C12"/>
    <w:rsid w:val="000A51DE"/>
    <w:rsid w:val="000A52D5"/>
    <w:rsid w:val="000A5BDE"/>
    <w:rsid w:val="000A6A52"/>
    <w:rsid w:val="000A7556"/>
    <w:rsid w:val="000A7991"/>
    <w:rsid w:val="000A79C2"/>
    <w:rsid w:val="000B2E17"/>
    <w:rsid w:val="000B36A5"/>
    <w:rsid w:val="000B36C7"/>
    <w:rsid w:val="000B4026"/>
    <w:rsid w:val="000B4073"/>
    <w:rsid w:val="000B4AF2"/>
    <w:rsid w:val="000B4E0D"/>
    <w:rsid w:val="000B6969"/>
    <w:rsid w:val="000B718B"/>
    <w:rsid w:val="000B7840"/>
    <w:rsid w:val="000B7F9E"/>
    <w:rsid w:val="000C01BC"/>
    <w:rsid w:val="000C02BE"/>
    <w:rsid w:val="000C12FE"/>
    <w:rsid w:val="000C145B"/>
    <w:rsid w:val="000C18FB"/>
    <w:rsid w:val="000C1C98"/>
    <w:rsid w:val="000C2D12"/>
    <w:rsid w:val="000C3089"/>
    <w:rsid w:val="000C36E8"/>
    <w:rsid w:val="000C462E"/>
    <w:rsid w:val="000C5317"/>
    <w:rsid w:val="000C60E4"/>
    <w:rsid w:val="000C73F7"/>
    <w:rsid w:val="000C7CA9"/>
    <w:rsid w:val="000D0483"/>
    <w:rsid w:val="000D0EE2"/>
    <w:rsid w:val="000D11B5"/>
    <w:rsid w:val="000D17EE"/>
    <w:rsid w:val="000D19D3"/>
    <w:rsid w:val="000D1AC4"/>
    <w:rsid w:val="000D51FB"/>
    <w:rsid w:val="000D5416"/>
    <w:rsid w:val="000D5DE1"/>
    <w:rsid w:val="000D633C"/>
    <w:rsid w:val="000D6662"/>
    <w:rsid w:val="000E008E"/>
    <w:rsid w:val="000E02DC"/>
    <w:rsid w:val="000E15B8"/>
    <w:rsid w:val="000E2493"/>
    <w:rsid w:val="000E2D9C"/>
    <w:rsid w:val="000E300C"/>
    <w:rsid w:val="000E30D4"/>
    <w:rsid w:val="000E310A"/>
    <w:rsid w:val="000E3969"/>
    <w:rsid w:val="000E3FBF"/>
    <w:rsid w:val="000E3FF3"/>
    <w:rsid w:val="000E43A5"/>
    <w:rsid w:val="000E4D98"/>
    <w:rsid w:val="000E5D8E"/>
    <w:rsid w:val="000E6BFE"/>
    <w:rsid w:val="000E716F"/>
    <w:rsid w:val="000E7583"/>
    <w:rsid w:val="000F009D"/>
    <w:rsid w:val="000F0650"/>
    <w:rsid w:val="000F0F5B"/>
    <w:rsid w:val="000F1405"/>
    <w:rsid w:val="000F17D2"/>
    <w:rsid w:val="000F2A63"/>
    <w:rsid w:val="000F4331"/>
    <w:rsid w:val="000F45F1"/>
    <w:rsid w:val="000F47B9"/>
    <w:rsid w:val="000F5145"/>
    <w:rsid w:val="000F52FC"/>
    <w:rsid w:val="000F5DE3"/>
    <w:rsid w:val="000F6055"/>
    <w:rsid w:val="000F61E8"/>
    <w:rsid w:val="000F6311"/>
    <w:rsid w:val="000F66D0"/>
    <w:rsid w:val="000F6915"/>
    <w:rsid w:val="000F7A1F"/>
    <w:rsid w:val="000F7F44"/>
    <w:rsid w:val="00100076"/>
    <w:rsid w:val="00100098"/>
    <w:rsid w:val="00100B3D"/>
    <w:rsid w:val="001012C5"/>
    <w:rsid w:val="00101804"/>
    <w:rsid w:val="00101895"/>
    <w:rsid w:val="00101E91"/>
    <w:rsid w:val="0010277A"/>
    <w:rsid w:val="0010323F"/>
    <w:rsid w:val="00103C28"/>
    <w:rsid w:val="00104BAB"/>
    <w:rsid w:val="0010575C"/>
    <w:rsid w:val="0010610A"/>
    <w:rsid w:val="001063B3"/>
    <w:rsid w:val="001063F4"/>
    <w:rsid w:val="0010656A"/>
    <w:rsid w:val="00106844"/>
    <w:rsid w:val="00107866"/>
    <w:rsid w:val="00110096"/>
    <w:rsid w:val="001122F5"/>
    <w:rsid w:val="00112BB4"/>
    <w:rsid w:val="001139EA"/>
    <w:rsid w:val="00114553"/>
    <w:rsid w:val="00114C47"/>
    <w:rsid w:val="00115786"/>
    <w:rsid w:val="001157A8"/>
    <w:rsid w:val="00115B81"/>
    <w:rsid w:val="00116583"/>
    <w:rsid w:val="00116B77"/>
    <w:rsid w:val="001170EA"/>
    <w:rsid w:val="00117870"/>
    <w:rsid w:val="001202A8"/>
    <w:rsid w:val="00120747"/>
    <w:rsid w:val="00120D0D"/>
    <w:rsid w:val="0012209B"/>
    <w:rsid w:val="00122539"/>
    <w:rsid w:val="00123E2F"/>
    <w:rsid w:val="00124B86"/>
    <w:rsid w:val="00124EB0"/>
    <w:rsid w:val="001265EE"/>
    <w:rsid w:val="001267ED"/>
    <w:rsid w:val="00126A98"/>
    <w:rsid w:val="00126C3E"/>
    <w:rsid w:val="001303CE"/>
    <w:rsid w:val="00130446"/>
    <w:rsid w:val="001305C7"/>
    <w:rsid w:val="00131442"/>
    <w:rsid w:val="00132FC4"/>
    <w:rsid w:val="001334F4"/>
    <w:rsid w:val="00135464"/>
    <w:rsid w:val="00135CAD"/>
    <w:rsid w:val="00135EF1"/>
    <w:rsid w:val="00137510"/>
    <w:rsid w:val="0013799C"/>
    <w:rsid w:val="00140324"/>
    <w:rsid w:val="00140430"/>
    <w:rsid w:val="00140F35"/>
    <w:rsid w:val="00142ECB"/>
    <w:rsid w:val="001437F5"/>
    <w:rsid w:val="001447C4"/>
    <w:rsid w:val="00144B46"/>
    <w:rsid w:val="001460B2"/>
    <w:rsid w:val="00146DA1"/>
    <w:rsid w:val="00146EC6"/>
    <w:rsid w:val="00147240"/>
    <w:rsid w:val="00147964"/>
    <w:rsid w:val="00147C97"/>
    <w:rsid w:val="00150D1E"/>
    <w:rsid w:val="0015122E"/>
    <w:rsid w:val="001514F4"/>
    <w:rsid w:val="00151CA3"/>
    <w:rsid w:val="00152053"/>
    <w:rsid w:val="0015241E"/>
    <w:rsid w:val="0015284C"/>
    <w:rsid w:val="001538FF"/>
    <w:rsid w:val="00153B8E"/>
    <w:rsid w:val="00154030"/>
    <w:rsid w:val="001547BE"/>
    <w:rsid w:val="001547D5"/>
    <w:rsid w:val="001549F3"/>
    <w:rsid w:val="00155653"/>
    <w:rsid w:val="001567F3"/>
    <w:rsid w:val="00156E52"/>
    <w:rsid w:val="00157724"/>
    <w:rsid w:val="001578C5"/>
    <w:rsid w:val="001601C3"/>
    <w:rsid w:val="00160848"/>
    <w:rsid w:val="00160B0B"/>
    <w:rsid w:val="001615F8"/>
    <w:rsid w:val="0016180C"/>
    <w:rsid w:val="00161BFA"/>
    <w:rsid w:val="001620A1"/>
    <w:rsid w:val="001623E4"/>
    <w:rsid w:val="001627E1"/>
    <w:rsid w:val="0016643F"/>
    <w:rsid w:val="00166D21"/>
    <w:rsid w:val="00166EBC"/>
    <w:rsid w:val="001671BF"/>
    <w:rsid w:val="0016731E"/>
    <w:rsid w:val="001676E9"/>
    <w:rsid w:val="0017075C"/>
    <w:rsid w:val="00170B3A"/>
    <w:rsid w:val="001712FD"/>
    <w:rsid w:val="00171C08"/>
    <w:rsid w:val="001722AA"/>
    <w:rsid w:val="00173B57"/>
    <w:rsid w:val="0017527B"/>
    <w:rsid w:val="001764D6"/>
    <w:rsid w:val="00176925"/>
    <w:rsid w:val="00176A92"/>
    <w:rsid w:val="0017771E"/>
    <w:rsid w:val="00177FB1"/>
    <w:rsid w:val="0018006E"/>
    <w:rsid w:val="001802D6"/>
    <w:rsid w:val="00180DE3"/>
    <w:rsid w:val="00181211"/>
    <w:rsid w:val="001815D7"/>
    <w:rsid w:val="00181EB4"/>
    <w:rsid w:val="00181F8F"/>
    <w:rsid w:val="00182905"/>
    <w:rsid w:val="00182C75"/>
    <w:rsid w:val="00183830"/>
    <w:rsid w:val="00183B90"/>
    <w:rsid w:val="00185D2C"/>
    <w:rsid w:val="00185FDE"/>
    <w:rsid w:val="0018633C"/>
    <w:rsid w:val="00186E29"/>
    <w:rsid w:val="001870D6"/>
    <w:rsid w:val="00187325"/>
    <w:rsid w:val="001875E7"/>
    <w:rsid w:val="00190651"/>
    <w:rsid w:val="00193AF1"/>
    <w:rsid w:val="00193FD6"/>
    <w:rsid w:val="00194088"/>
    <w:rsid w:val="001944A2"/>
    <w:rsid w:val="00194688"/>
    <w:rsid w:val="00194D56"/>
    <w:rsid w:val="00194FA4"/>
    <w:rsid w:val="0019599D"/>
    <w:rsid w:val="001961AA"/>
    <w:rsid w:val="00196901"/>
    <w:rsid w:val="00196E49"/>
    <w:rsid w:val="0019703F"/>
    <w:rsid w:val="00197B7B"/>
    <w:rsid w:val="001A073E"/>
    <w:rsid w:val="001A089B"/>
    <w:rsid w:val="001A2787"/>
    <w:rsid w:val="001A3B3E"/>
    <w:rsid w:val="001A4495"/>
    <w:rsid w:val="001A46CD"/>
    <w:rsid w:val="001A4FF4"/>
    <w:rsid w:val="001A5237"/>
    <w:rsid w:val="001B099D"/>
    <w:rsid w:val="001B0E55"/>
    <w:rsid w:val="001B1790"/>
    <w:rsid w:val="001B17DA"/>
    <w:rsid w:val="001B1BDB"/>
    <w:rsid w:val="001B285F"/>
    <w:rsid w:val="001B28DF"/>
    <w:rsid w:val="001B4602"/>
    <w:rsid w:val="001B4734"/>
    <w:rsid w:val="001B57A3"/>
    <w:rsid w:val="001B6231"/>
    <w:rsid w:val="001B67C4"/>
    <w:rsid w:val="001B710C"/>
    <w:rsid w:val="001B7CFC"/>
    <w:rsid w:val="001C01D3"/>
    <w:rsid w:val="001C0AFB"/>
    <w:rsid w:val="001C2497"/>
    <w:rsid w:val="001C2AD7"/>
    <w:rsid w:val="001C323E"/>
    <w:rsid w:val="001C3C1E"/>
    <w:rsid w:val="001C43CB"/>
    <w:rsid w:val="001C4DC7"/>
    <w:rsid w:val="001C535A"/>
    <w:rsid w:val="001C6EBB"/>
    <w:rsid w:val="001C7A18"/>
    <w:rsid w:val="001C7EB6"/>
    <w:rsid w:val="001D01FF"/>
    <w:rsid w:val="001D02C5"/>
    <w:rsid w:val="001D047E"/>
    <w:rsid w:val="001D16F6"/>
    <w:rsid w:val="001D2516"/>
    <w:rsid w:val="001D4320"/>
    <w:rsid w:val="001D5EC7"/>
    <w:rsid w:val="001E02DC"/>
    <w:rsid w:val="001E04F0"/>
    <w:rsid w:val="001E0EFE"/>
    <w:rsid w:val="001E2340"/>
    <w:rsid w:val="001E2A05"/>
    <w:rsid w:val="001E56C8"/>
    <w:rsid w:val="001E588E"/>
    <w:rsid w:val="001E6378"/>
    <w:rsid w:val="001E68D9"/>
    <w:rsid w:val="001E6C6F"/>
    <w:rsid w:val="001E6EC5"/>
    <w:rsid w:val="001E76AB"/>
    <w:rsid w:val="001F0A0D"/>
    <w:rsid w:val="001F1801"/>
    <w:rsid w:val="001F2084"/>
    <w:rsid w:val="001F32CA"/>
    <w:rsid w:val="001F348A"/>
    <w:rsid w:val="001F3EAC"/>
    <w:rsid w:val="001F5145"/>
    <w:rsid w:val="001F5930"/>
    <w:rsid w:val="001F62F5"/>
    <w:rsid w:val="001F75EC"/>
    <w:rsid w:val="001F7D8A"/>
    <w:rsid w:val="00200DC6"/>
    <w:rsid w:val="00201379"/>
    <w:rsid w:val="00201BFA"/>
    <w:rsid w:val="00201EFC"/>
    <w:rsid w:val="00203302"/>
    <w:rsid w:val="002036A2"/>
    <w:rsid w:val="00203D31"/>
    <w:rsid w:val="00204488"/>
    <w:rsid w:val="0020448D"/>
    <w:rsid w:val="002054F1"/>
    <w:rsid w:val="00206B80"/>
    <w:rsid w:val="00206BEC"/>
    <w:rsid w:val="00206C1B"/>
    <w:rsid w:val="002076B2"/>
    <w:rsid w:val="00207929"/>
    <w:rsid w:val="00207AAD"/>
    <w:rsid w:val="002109F5"/>
    <w:rsid w:val="00210E68"/>
    <w:rsid w:val="002113A5"/>
    <w:rsid w:val="00211ED9"/>
    <w:rsid w:val="002126BD"/>
    <w:rsid w:val="002126E2"/>
    <w:rsid w:val="00212F79"/>
    <w:rsid w:val="0021317F"/>
    <w:rsid w:val="002133BA"/>
    <w:rsid w:val="00213419"/>
    <w:rsid w:val="0021448D"/>
    <w:rsid w:val="00214F33"/>
    <w:rsid w:val="00215BC1"/>
    <w:rsid w:val="00216542"/>
    <w:rsid w:val="002165FB"/>
    <w:rsid w:val="00217809"/>
    <w:rsid w:val="00217833"/>
    <w:rsid w:val="00217998"/>
    <w:rsid w:val="00217F6A"/>
    <w:rsid w:val="00220B97"/>
    <w:rsid w:val="00220BBF"/>
    <w:rsid w:val="00220C0D"/>
    <w:rsid w:val="00221FB5"/>
    <w:rsid w:val="0022224F"/>
    <w:rsid w:val="0022253A"/>
    <w:rsid w:val="002234E9"/>
    <w:rsid w:val="00223A08"/>
    <w:rsid w:val="002243D7"/>
    <w:rsid w:val="002249E6"/>
    <w:rsid w:val="00224A3A"/>
    <w:rsid w:val="002250D5"/>
    <w:rsid w:val="00225849"/>
    <w:rsid w:val="00225FA2"/>
    <w:rsid w:val="0022718F"/>
    <w:rsid w:val="002315D1"/>
    <w:rsid w:val="002325B5"/>
    <w:rsid w:val="00232C3B"/>
    <w:rsid w:val="002337E9"/>
    <w:rsid w:val="00234716"/>
    <w:rsid w:val="002352F6"/>
    <w:rsid w:val="00235A8F"/>
    <w:rsid w:val="00236773"/>
    <w:rsid w:val="002373A5"/>
    <w:rsid w:val="00240856"/>
    <w:rsid w:val="002420C8"/>
    <w:rsid w:val="00242368"/>
    <w:rsid w:val="00242838"/>
    <w:rsid w:val="002432F8"/>
    <w:rsid w:val="00243666"/>
    <w:rsid w:val="002439FD"/>
    <w:rsid w:val="00244296"/>
    <w:rsid w:val="00244481"/>
    <w:rsid w:val="00245037"/>
    <w:rsid w:val="002455D1"/>
    <w:rsid w:val="00246948"/>
    <w:rsid w:val="002504E1"/>
    <w:rsid w:val="002508C4"/>
    <w:rsid w:val="00250B1A"/>
    <w:rsid w:val="00250C0F"/>
    <w:rsid w:val="0025111E"/>
    <w:rsid w:val="00251711"/>
    <w:rsid w:val="00251A96"/>
    <w:rsid w:val="00251BEF"/>
    <w:rsid w:val="00252145"/>
    <w:rsid w:val="002521A1"/>
    <w:rsid w:val="00252CBA"/>
    <w:rsid w:val="00253D09"/>
    <w:rsid w:val="002573FF"/>
    <w:rsid w:val="00257880"/>
    <w:rsid w:val="0026062D"/>
    <w:rsid w:val="00260696"/>
    <w:rsid w:val="002606DA"/>
    <w:rsid w:val="00260BC1"/>
    <w:rsid w:val="00260C3F"/>
    <w:rsid w:val="00260D3E"/>
    <w:rsid w:val="00261448"/>
    <w:rsid w:val="00261CCB"/>
    <w:rsid w:val="00262F40"/>
    <w:rsid w:val="00264955"/>
    <w:rsid w:val="0026687D"/>
    <w:rsid w:val="00266A55"/>
    <w:rsid w:val="00267BEC"/>
    <w:rsid w:val="00270048"/>
    <w:rsid w:val="00270D97"/>
    <w:rsid w:val="002712DF"/>
    <w:rsid w:val="00271CE3"/>
    <w:rsid w:val="00272250"/>
    <w:rsid w:val="00272B24"/>
    <w:rsid w:val="002737F2"/>
    <w:rsid w:val="0027401F"/>
    <w:rsid w:val="002750D9"/>
    <w:rsid w:val="002751B5"/>
    <w:rsid w:val="0027539B"/>
    <w:rsid w:val="00275762"/>
    <w:rsid w:val="00275B34"/>
    <w:rsid w:val="00276DE1"/>
    <w:rsid w:val="002770CF"/>
    <w:rsid w:val="002771D2"/>
    <w:rsid w:val="0027771F"/>
    <w:rsid w:val="00277EED"/>
    <w:rsid w:val="0028024B"/>
    <w:rsid w:val="002804D3"/>
    <w:rsid w:val="0028113F"/>
    <w:rsid w:val="00281D5C"/>
    <w:rsid w:val="00282265"/>
    <w:rsid w:val="002827D1"/>
    <w:rsid w:val="00285205"/>
    <w:rsid w:val="002855E5"/>
    <w:rsid w:val="00286BA5"/>
    <w:rsid w:val="0028724F"/>
    <w:rsid w:val="002872EE"/>
    <w:rsid w:val="002874B4"/>
    <w:rsid w:val="00287C98"/>
    <w:rsid w:val="0029010F"/>
    <w:rsid w:val="00291230"/>
    <w:rsid w:val="0029124E"/>
    <w:rsid w:val="00291304"/>
    <w:rsid w:val="0029194D"/>
    <w:rsid w:val="00291DC0"/>
    <w:rsid w:val="002924A6"/>
    <w:rsid w:val="00292B0A"/>
    <w:rsid w:val="00292BB2"/>
    <w:rsid w:val="0029313C"/>
    <w:rsid w:val="002938A7"/>
    <w:rsid w:val="00293B5A"/>
    <w:rsid w:val="002947AD"/>
    <w:rsid w:val="00294F82"/>
    <w:rsid w:val="00295618"/>
    <w:rsid w:val="002960A8"/>
    <w:rsid w:val="00296923"/>
    <w:rsid w:val="00296CEA"/>
    <w:rsid w:val="00297A0D"/>
    <w:rsid w:val="00297AE8"/>
    <w:rsid w:val="00297DC9"/>
    <w:rsid w:val="002A00BE"/>
    <w:rsid w:val="002A02E2"/>
    <w:rsid w:val="002A066B"/>
    <w:rsid w:val="002A16F1"/>
    <w:rsid w:val="002A19F4"/>
    <w:rsid w:val="002A35F5"/>
    <w:rsid w:val="002A3F4B"/>
    <w:rsid w:val="002A4E6F"/>
    <w:rsid w:val="002A529C"/>
    <w:rsid w:val="002A790A"/>
    <w:rsid w:val="002B1760"/>
    <w:rsid w:val="002B1A1B"/>
    <w:rsid w:val="002B1BF7"/>
    <w:rsid w:val="002B1CA5"/>
    <w:rsid w:val="002B2541"/>
    <w:rsid w:val="002B38D0"/>
    <w:rsid w:val="002B4CD1"/>
    <w:rsid w:val="002B4FC8"/>
    <w:rsid w:val="002B5564"/>
    <w:rsid w:val="002B6257"/>
    <w:rsid w:val="002B6935"/>
    <w:rsid w:val="002B7AF7"/>
    <w:rsid w:val="002C00B3"/>
    <w:rsid w:val="002C018C"/>
    <w:rsid w:val="002C038D"/>
    <w:rsid w:val="002C03AB"/>
    <w:rsid w:val="002C3BDA"/>
    <w:rsid w:val="002C4953"/>
    <w:rsid w:val="002C4DE8"/>
    <w:rsid w:val="002C5129"/>
    <w:rsid w:val="002C578F"/>
    <w:rsid w:val="002C6330"/>
    <w:rsid w:val="002C6A39"/>
    <w:rsid w:val="002C7435"/>
    <w:rsid w:val="002C7D3B"/>
    <w:rsid w:val="002C7FF6"/>
    <w:rsid w:val="002D0D23"/>
    <w:rsid w:val="002D1531"/>
    <w:rsid w:val="002D1ADF"/>
    <w:rsid w:val="002D1C44"/>
    <w:rsid w:val="002D29E0"/>
    <w:rsid w:val="002D2CF6"/>
    <w:rsid w:val="002D4751"/>
    <w:rsid w:val="002D4C32"/>
    <w:rsid w:val="002D567A"/>
    <w:rsid w:val="002D78E1"/>
    <w:rsid w:val="002E0287"/>
    <w:rsid w:val="002E1DEA"/>
    <w:rsid w:val="002E2804"/>
    <w:rsid w:val="002E2A83"/>
    <w:rsid w:val="002E3675"/>
    <w:rsid w:val="002E3E51"/>
    <w:rsid w:val="002E4003"/>
    <w:rsid w:val="002E4013"/>
    <w:rsid w:val="002E420D"/>
    <w:rsid w:val="002E4993"/>
    <w:rsid w:val="002E4F8C"/>
    <w:rsid w:val="002E50F9"/>
    <w:rsid w:val="002E534B"/>
    <w:rsid w:val="002E6535"/>
    <w:rsid w:val="002E67F2"/>
    <w:rsid w:val="002E6D49"/>
    <w:rsid w:val="002E75D3"/>
    <w:rsid w:val="002E7AC9"/>
    <w:rsid w:val="002F07D7"/>
    <w:rsid w:val="002F25FB"/>
    <w:rsid w:val="002F2B7E"/>
    <w:rsid w:val="002F4A12"/>
    <w:rsid w:val="002F549E"/>
    <w:rsid w:val="002F5CC7"/>
    <w:rsid w:val="002F6381"/>
    <w:rsid w:val="002F6CCA"/>
    <w:rsid w:val="002F7BE3"/>
    <w:rsid w:val="003000E6"/>
    <w:rsid w:val="00301178"/>
    <w:rsid w:val="003012BA"/>
    <w:rsid w:val="003015D0"/>
    <w:rsid w:val="00301727"/>
    <w:rsid w:val="00301B7B"/>
    <w:rsid w:val="00302090"/>
    <w:rsid w:val="00302BC9"/>
    <w:rsid w:val="003033F3"/>
    <w:rsid w:val="00303489"/>
    <w:rsid w:val="00303EBD"/>
    <w:rsid w:val="0030588C"/>
    <w:rsid w:val="003060BA"/>
    <w:rsid w:val="00306EA5"/>
    <w:rsid w:val="00311DFE"/>
    <w:rsid w:val="003124D3"/>
    <w:rsid w:val="00312629"/>
    <w:rsid w:val="00312A19"/>
    <w:rsid w:val="003139AB"/>
    <w:rsid w:val="003143C8"/>
    <w:rsid w:val="003147DA"/>
    <w:rsid w:val="0031496A"/>
    <w:rsid w:val="00315839"/>
    <w:rsid w:val="003159C1"/>
    <w:rsid w:val="00316656"/>
    <w:rsid w:val="00316C59"/>
    <w:rsid w:val="00316D9E"/>
    <w:rsid w:val="0031730B"/>
    <w:rsid w:val="003174CF"/>
    <w:rsid w:val="0031767A"/>
    <w:rsid w:val="00317D87"/>
    <w:rsid w:val="003200FD"/>
    <w:rsid w:val="00320707"/>
    <w:rsid w:val="00321543"/>
    <w:rsid w:val="00321F7C"/>
    <w:rsid w:val="00322833"/>
    <w:rsid w:val="00322ECC"/>
    <w:rsid w:val="00323311"/>
    <w:rsid w:val="0032358C"/>
    <w:rsid w:val="003235D2"/>
    <w:rsid w:val="0032397D"/>
    <w:rsid w:val="00323C2B"/>
    <w:rsid w:val="00324D58"/>
    <w:rsid w:val="0032530E"/>
    <w:rsid w:val="0032724E"/>
    <w:rsid w:val="00333320"/>
    <w:rsid w:val="00334B5B"/>
    <w:rsid w:val="00335C69"/>
    <w:rsid w:val="00336372"/>
    <w:rsid w:val="00336E9F"/>
    <w:rsid w:val="003370C5"/>
    <w:rsid w:val="00337773"/>
    <w:rsid w:val="003410E3"/>
    <w:rsid w:val="00341C4C"/>
    <w:rsid w:val="00344A9F"/>
    <w:rsid w:val="00345044"/>
    <w:rsid w:val="00345AEA"/>
    <w:rsid w:val="003461E1"/>
    <w:rsid w:val="00346712"/>
    <w:rsid w:val="003467A4"/>
    <w:rsid w:val="003472AD"/>
    <w:rsid w:val="00351634"/>
    <w:rsid w:val="00351A67"/>
    <w:rsid w:val="00351BD7"/>
    <w:rsid w:val="00352C1B"/>
    <w:rsid w:val="0035311A"/>
    <w:rsid w:val="003538B9"/>
    <w:rsid w:val="0035416B"/>
    <w:rsid w:val="00354F40"/>
    <w:rsid w:val="00355408"/>
    <w:rsid w:val="00355CE7"/>
    <w:rsid w:val="003600E0"/>
    <w:rsid w:val="00360B6E"/>
    <w:rsid w:val="00362548"/>
    <w:rsid w:val="00364525"/>
    <w:rsid w:val="0036460C"/>
    <w:rsid w:val="00365103"/>
    <w:rsid w:val="00366518"/>
    <w:rsid w:val="00367A13"/>
    <w:rsid w:val="00370921"/>
    <w:rsid w:val="00370DAD"/>
    <w:rsid w:val="00371669"/>
    <w:rsid w:val="0037363C"/>
    <w:rsid w:val="00374BDA"/>
    <w:rsid w:val="00375BCA"/>
    <w:rsid w:val="0037640A"/>
    <w:rsid w:val="0037687B"/>
    <w:rsid w:val="00377B94"/>
    <w:rsid w:val="00380333"/>
    <w:rsid w:val="00381142"/>
    <w:rsid w:val="00382DBD"/>
    <w:rsid w:val="00383483"/>
    <w:rsid w:val="00383959"/>
    <w:rsid w:val="00384516"/>
    <w:rsid w:val="00386400"/>
    <w:rsid w:val="00387A62"/>
    <w:rsid w:val="00387C5D"/>
    <w:rsid w:val="00390774"/>
    <w:rsid w:val="00391539"/>
    <w:rsid w:val="00391BB1"/>
    <w:rsid w:val="003921DE"/>
    <w:rsid w:val="00392330"/>
    <w:rsid w:val="0039463F"/>
    <w:rsid w:val="0039470A"/>
    <w:rsid w:val="00394A94"/>
    <w:rsid w:val="00396CB0"/>
    <w:rsid w:val="00397838"/>
    <w:rsid w:val="003A0506"/>
    <w:rsid w:val="003A0964"/>
    <w:rsid w:val="003A10E3"/>
    <w:rsid w:val="003A1A1F"/>
    <w:rsid w:val="003A2141"/>
    <w:rsid w:val="003A3F83"/>
    <w:rsid w:val="003A4C0D"/>
    <w:rsid w:val="003A7977"/>
    <w:rsid w:val="003B037F"/>
    <w:rsid w:val="003B1652"/>
    <w:rsid w:val="003B1E63"/>
    <w:rsid w:val="003B21AE"/>
    <w:rsid w:val="003B273A"/>
    <w:rsid w:val="003B2876"/>
    <w:rsid w:val="003B2B97"/>
    <w:rsid w:val="003B31C0"/>
    <w:rsid w:val="003B35A5"/>
    <w:rsid w:val="003B4494"/>
    <w:rsid w:val="003B53E3"/>
    <w:rsid w:val="003B5809"/>
    <w:rsid w:val="003B5CED"/>
    <w:rsid w:val="003B6630"/>
    <w:rsid w:val="003B686D"/>
    <w:rsid w:val="003B78CE"/>
    <w:rsid w:val="003B7F47"/>
    <w:rsid w:val="003C0341"/>
    <w:rsid w:val="003C0628"/>
    <w:rsid w:val="003C242C"/>
    <w:rsid w:val="003C2C93"/>
    <w:rsid w:val="003C427E"/>
    <w:rsid w:val="003C6251"/>
    <w:rsid w:val="003C6C9F"/>
    <w:rsid w:val="003C701D"/>
    <w:rsid w:val="003C78C7"/>
    <w:rsid w:val="003C7A77"/>
    <w:rsid w:val="003D0F3C"/>
    <w:rsid w:val="003D1AD7"/>
    <w:rsid w:val="003D20C5"/>
    <w:rsid w:val="003D2110"/>
    <w:rsid w:val="003D3712"/>
    <w:rsid w:val="003D4723"/>
    <w:rsid w:val="003D5B6E"/>
    <w:rsid w:val="003D6FF0"/>
    <w:rsid w:val="003D72CD"/>
    <w:rsid w:val="003D7FCC"/>
    <w:rsid w:val="003E0084"/>
    <w:rsid w:val="003E09FB"/>
    <w:rsid w:val="003E0ADB"/>
    <w:rsid w:val="003E3127"/>
    <w:rsid w:val="003E3E3F"/>
    <w:rsid w:val="003E438A"/>
    <w:rsid w:val="003E4C7E"/>
    <w:rsid w:val="003E4F19"/>
    <w:rsid w:val="003E54A7"/>
    <w:rsid w:val="003E6764"/>
    <w:rsid w:val="003E69F5"/>
    <w:rsid w:val="003E70E0"/>
    <w:rsid w:val="003E76D5"/>
    <w:rsid w:val="003E7D01"/>
    <w:rsid w:val="003E7D76"/>
    <w:rsid w:val="003F08A8"/>
    <w:rsid w:val="003F095C"/>
    <w:rsid w:val="003F1224"/>
    <w:rsid w:val="003F1AB7"/>
    <w:rsid w:val="003F2569"/>
    <w:rsid w:val="003F2E51"/>
    <w:rsid w:val="003F3BE5"/>
    <w:rsid w:val="003F3DA4"/>
    <w:rsid w:val="003F3FCA"/>
    <w:rsid w:val="003F4032"/>
    <w:rsid w:val="003F52B0"/>
    <w:rsid w:val="003F69FE"/>
    <w:rsid w:val="003F6D9B"/>
    <w:rsid w:val="003F72C9"/>
    <w:rsid w:val="003F7EB2"/>
    <w:rsid w:val="003F7F43"/>
    <w:rsid w:val="003F7FF3"/>
    <w:rsid w:val="00400EB7"/>
    <w:rsid w:val="00402814"/>
    <w:rsid w:val="00402A9E"/>
    <w:rsid w:val="00402C19"/>
    <w:rsid w:val="00402CCE"/>
    <w:rsid w:val="004034AB"/>
    <w:rsid w:val="00404F8F"/>
    <w:rsid w:val="00404FF5"/>
    <w:rsid w:val="00406011"/>
    <w:rsid w:val="004065F2"/>
    <w:rsid w:val="00406871"/>
    <w:rsid w:val="00406B9B"/>
    <w:rsid w:val="00406D11"/>
    <w:rsid w:val="004070AA"/>
    <w:rsid w:val="00407CF8"/>
    <w:rsid w:val="00407E85"/>
    <w:rsid w:val="004105EA"/>
    <w:rsid w:val="00410BA7"/>
    <w:rsid w:val="00411F34"/>
    <w:rsid w:val="004124C9"/>
    <w:rsid w:val="004128B6"/>
    <w:rsid w:val="00412AD2"/>
    <w:rsid w:val="00412E97"/>
    <w:rsid w:val="00413958"/>
    <w:rsid w:val="00413B2C"/>
    <w:rsid w:val="00414590"/>
    <w:rsid w:val="00414735"/>
    <w:rsid w:val="00414E52"/>
    <w:rsid w:val="00414FDF"/>
    <w:rsid w:val="00415161"/>
    <w:rsid w:val="00415852"/>
    <w:rsid w:val="0041592B"/>
    <w:rsid w:val="0042013F"/>
    <w:rsid w:val="00420FC0"/>
    <w:rsid w:val="00421190"/>
    <w:rsid w:val="0042234C"/>
    <w:rsid w:val="00423048"/>
    <w:rsid w:val="0042398B"/>
    <w:rsid w:val="004240E6"/>
    <w:rsid w:val="00424172"/>
    <w:rsid w:val="004271AA"/>
    <w:rsid w:val="00427663"/>
    <w:rsid w:val="00430DC0"/>
    <w:rsid w:val="004311D1"/>
    <w:rsid w:val="00431E4B"/>
    <w:rsid w:val="00432328"/>
    <w:rsid w:val="00432337"/>
    <w:rsid w:val="00432C24"/>
    <w:rsid w:val="00433124"/>
    <w:rsid w:val="004333FC"/>
    <w:rsid w:val="00433CC3"/>
    <w:rsid w:val="004341C5"/>
    <w:rsid w:val="00434201"/>
    <w:rsid w:val="00434D02"/>
    <w:rsid w:val="00434F58"/>
    <w:rsid w:val="00435947"/>
    <w:rsid w:val="00436AFF"/>
    <w:rsid w:val="00436C6C"/>
    <w:rsid w:val="00436F0C"/>
    <w:rsid w:val="004371D6"/>
    <w:rsid w:val="00437322"/>
    <w:rsid w:val="004416F1"/>
    <w:rsid w:val="00441756"/>
    <w:rsid w:val="004420A5"/>
    <w:rsid w:val="00443114"/>
    <w:rsid w:val="00445BE4"/>
    <w:rsid w:val="00445CA1"/>
    <w:rsid w:val="0044618B"/>
    <w:rsid w:val="0045034E"/>
    <w:rsid w:val="00450CE1"/>
    <w:rsid w:val="004516CC"/>
    <w:rsid w:val="00451E83"/>
    <w:rsid w:val="004520A7"/>
    <w:rsid w:val="00452119"/>
    <w:rsid w:val="004526E9"/>
    <w:rsid w:val="00452A4B"/>
    <w:rsid w:val="00453063"/>
    <w:rsid w:val="00453906"/>
    <w:rsid w:val="00453E10"/>
    <w:rsid w:val="004550BF"/>
    <w:rsid w:val="0045597F"/>
    <w:rsid w:val="004562DE"/>
    <w:rsid w:val="00460754"/>
    <w:rsid w:val="004608C8"/>
    <w:rsid w:val="00460969"/>
    <w:rsid w:val="00460981"/>
    <w:rsid w:val="00460A05"/>
    <w:rsid w:val="00460B2F"/>
    <w:rsid w:val="00461D4B"/>
    <w:rsid w:val="00462DCD"/>
    <w:rsid w:val="00463D20"/>
    <w:rsid w:val="00465612"/>
    <w:rsid w:val="00466B6E"/>
    <w:rsid w:val="00466BA7"/>
    <w:rsid w:val="004670A5"/>
    <w:rsid w:val="004670E7"/>
    <w:rsid w:val="00467775"/>
    <w:rsid w:val="00470125"/>
    <w:rsid w:val="00470525"/>
    <w:rsid w:val="004716DD"/>
    <w:rsid w:val="00471FE5"/>
    <w:rsid w:val="0047300C"/>
    <w:rsid w:val="00473103"/>
    <w:rsid w:val="00475B13"/>
    <w:rsid w:val="004774B2"/>
    <w:rsid w:val="0047794F"/>
    <w:rsid w:val="00477C49"/>
    <w:rsid w:val="00480CC8"/>
    <w:rsid w:val="00480D44"/>
    <w:rsid w:val="00481B29"/>
    <w:rsid w:val="00481DC6"/>
    <w:rsid w:val="004820A7"/>
    <w:rsid w:val="0048291B"/>
    <w:rsid w:val="0048362B"/>
    <w:rsid w:val="00485250"/>
    <w:rsid w:val="00485992"/>
    <w:rsid w:val="00485AEB"/>
    <w:rsid w:val="00485F4A"/>
    <w:rsid w:val="0048693C"/>
    <w:rsid w:val="0048764E"/>
    <w:rsid w:val="00490686"/>
    <w:rsid w:val="00490A64"/>
    <w:rsid w:val="0049162A"/>
    <w:rsid w:val="00492486"/>
    <w:rsid w:val="00492933"/>
    <w:rsid w:val="0049328C"/>
    <w:rsid w:val="00493506"/>
    <w:rsid w:val="004935B3"/>
    <w:rsid w:val="0049399E"/>
    <w:rsid w:val="00493BBE"/>
    <w:rsid w:val="00493BDA"/>
    <w:rsid w:val="00494C4A"/>
    <w:rsid w:val="004963FE"/>
    <w:rsid w:val="0049796D"/>
    <w:rsid w:val="00497A85"/>
    <w:rsid w:val="004A07F6"/>
    <w:rsid w:val="004A26A4"/>
    <w:rsid w:val="004A3C7C"/>
    <w:rsid w:val="004A3F5A"/>
    <w:rsid w:val="004A461C"/>
    <w:rsid w:val="004A47B3"/>
    <w:rsid w:val="004A4F57"/>
    <w:rsid w:val="004A529C"/>
    <w:rsid w:val="004A57DE"/>
    <w:rsid w:val="004A75E2"/>
    <w:rsid w:val="004A7B0B"/>
    <w:rsid w:val="004A7E4E"/>
    <w:rsid w:val="004B05C0"/>
    <w:rsid w:val="004B0700"/>
    <w:rsid w:val="004B088E"/>
    <w:rsid w:val="004B1170"/>
    <w:rsid w:val="004B15E5"/>
    <w:rsid w:val="004B1B45"/>
    <w:rsid w:val="004B1CF0"/>
    <w:rsid w:val="004B2698"/>
    <w:rsid w:val="004B2772"/>
    <w:rsid w:val="004B3793"/>
    <w:rsid w:val="004B3ACB"/>
    <w:rsid w:val="004B4AFD"/>
    <w:rsid w:val="004B501D"/>
    <w:rsid w:val="004B696E"/>
    <w:rsid w:val="004B6B39"/>
    <w:rsid w:val="004B7C62"/>
    <w:rsid w:val="004C018D"/>
    <w:rsid w:val="004C0478"/>
    <w:rsid w:val="004C17DB"/>
    <w:rsid w:val="004C22E0"/>
    <w:rsid w:val="004C2402"/>
    <w:rsid w:val="004C2637"/>
    <w:rsid w:val="004C2F13"/>
    <w:rsid w:val="004C3FD3"/>
    <w:rsid w:val="004C3FE2"/>
    <w:rsid w:val="004C4E5F"/>
    <w:rsid w:val="004C52E2"/>
    <w:rsid w:val="004C607D"/>
    <w:rsid w:val="004C614F"/>
    <w:rsid w:val="004C6388"/>
    <w:rsid w:val="004D0438"/>
    <w:rsid w:val="004D1BA9"/>
    <w:rsid w:val="004D22B4"/>
    <w:rsid w:val="004D3C73"/>
    <w:rsid w:val="004D4047"/>
    <w:rsid w:val="004D5457"/>
    <w:rsid w:val="004D546E"/>
    <w:rsid w:val="004D6277"/>
    <w:rsid w:val="004D6718"/>
    <w:rsid w:val="004D7580"/>
    <w:rsid w:val="004D78BB"/>
    <w:rsid w:val="004E0CC4"/>
    <w:rsid w:val="004E16E9"/>
    <w:rsid w:val="004E19E6"/>
    <w:rsid w:val="004E1A39"/>
    <w:rsid w:val="004E23F5"/>
    <w:rsid w:val="004E35C3"/>
    <w:rsid w:val="004E36EB"/>
    <w:rsid w:val="004E3A34"/>
    <w:rsid w:val="004E3AD1"/>
    <w:rsid w:val="004E6C91"/>
    <w:rsid w:val="004E708C"/>
    <w:rsid w:val="004E72C4"/>
    <w:rsid w:val="004E7A70"/>
    <w:rsid w:val="004E7E13"/>
    <w:rsid w:val="004E7F15"/>
    <w:rsid w:val="004F0915"/>
    <w:rsid w:val="004F180A"/>
    <w:rsid w:val="004F19CE"/>
    <w:rsid w:val="004F1B84"/>
    <w:rsid w:val="004F1D7E"/>
    <w:rsid w:val="004F21E5"/>
    <w:rsid w:val="004F28EB"/>
    <w:rsid w:val="004F3A71"/>
    <w:rsid w:val="004F44DA"/>
    <w:rsid w:val="004F530A"/>
    <w:rsid w:val="004F550A"/>
    <w:rsid w:val="004F5AFE"/>
    <w:rsid w:val="004F60C7"/>
    <w:rsid w:val="004F74DD"/>
    <w:rsid w:val="0050084D"/>
    <w:rsid w:val="00500BA4"/>
    <w:rsid w:val="00500FC2"/>
    <w:rsid w:val="0050161B"/>
    <w:rsid w:val="00501F82"/>
    <w:rsid w:val="00502191"/>
    <w:rsid w:val="00502D98"/>
    <w:rsid w:val="00502E56"/>
    <w:rsid w:val="0050322B"/>
    <w:rsid w:val="0050360F"/>
    <w:rsid w:val="005046BE"/>
    <w:rsid w:val="00505C4B"/>
    <w:rsid w:val="00505C95"/>
    <w:rsid w:val="005067AE"/>
    <w:rsid w:val="00507123"/>
    <w:rsid w:val="00507B61"/>
    <w:rsid w:val="00507C02"/>
    <w:rsid w:val="005113BE"/>
    <w:rsid w:val="00511599"/>
    <w:rsid w:val="005115A3"/>
    <w:rsid w:val="0051165E"/>
    <w:rsid w:val="0051169D"/>
    <w:rsid w:val="005117E1"/>
    <w:rsid w:val="00511BB1"/>
    <w:rsid w:val="0051214A"/>
    <w:rsid w:val="005124AE"/>
    <w:rsid w:val="00512C1D"/>
    <w:rsid w:val="005130AC"/>
    <w:rsid w:val="005130B6"/>
    <w:rsid w:val="0051352B"/>
    <w:rsid w:val="00514124"/>
    <w:rsid w:val="005151F2"/>
    <w:rsid w:val="0051638B"/>
    <w:rsid w:val="0051691B"/>
    <w:rsid w:val="00517329"/>
    <w:rsid w:val="0051771D"/>
    <w:rsid w:val="00521AD8"/>
    <w:rsid w:val="00523364"/>
    <w:rsid w:val="0052349B"/>
    <w:rsid w:val="00523B39"/>
    <w:rsid w:val="0052431E"/>
    <w:rsid w:val="005243E7"/>
    <w:rsid w:val="00524D65"/>
    <w:rsid w:val="00525CEA"/>
    <w:rsid w:val="00525F14"/>
    <w:rsid w:val="00526453"/>
    <w:rsid w:val="00526855"/>
    <w:rsid w:val="005268BA"/>
    <w:rsid w:val="00527496"/>
    <w:rsid w:val="00527A53"/>
    <w:rsid w:val="00527E81"/>
    <w:rsid w:val="00531B4D"/>
    <w:rsid w:val="0053211C"/>
    <w:rsid w:val="00533ADF"/>
    <w:rsid w:val="00534140"/>
    <w:rsid w:val="00534902"/>
    <w:rsid w:val="00534929"/>
    <w:rsid w:val="00534BFE"/>
    <w:rsid w:val="0053525C"/>
    <w:rsid w:val="00536082"/>
    <w:rsid w:val="005376A6"/>
    <w:rsid w:val="0053785D"/>
    <w:rsid w:val="005407D8"/>
    <w:rsid w:val="0054084F"/>
    <w:rsid w:val="005414AA"/>
    <w:rsid w:val="00541FE7"/>
    <w:rsid w:val="005420DA"/>
    <w:rsid w:val="00542605"/>
    <w:rsid w:val="00542F2F"/>
    <w:rsid w:val="0054310A"/>
    <w:rsid w:val="005440A0"/>
    <w:rsid w:val="0054425B"/>
    <w:rsid w:val="005449EE"/>
    <w:rsid w:val="00544AE4"/>
    <w:rsid w:val="00545D93"/>
    <w:rsid w:val="00545EF8"/>
    <w:rsid w:val="005475EB"/>
    <w:rsid w:val="005502E6"/>
    <w:rsid w:val="00550D69"/>
    <w:rsid w:val="005511B7"/>
    <w:rsid w:val="00551549"/>
    <w:rsid w:val="00551862"/>
    <w:rsid w:val="00551E70"/>
    <w:rsid w:val="005526CF"/>
    <w:rsid w:val="005527DD"/>
    <w:rsid w:val="00552B4F"/>
    <w:rsid w:val="005532DC"/>
    <w:rsid w:val="00553465"/>
    <w:rsid w:val="00553A58"/>
    <w:rsid w:val="00554D07"/>
    <w:rsid w:val="0055586E"/>
    <w:rsid w:val="00555CF1"/>
    <w:rsid w:val="00556379"/>
    <w:rsid w:val="00556380"/>
    <w:rsid w:val="005566AD"/>
    <w:rsid w:val="00556940"/>
    <w:rsid w:val="00557784"/>
    <w:rsid w:val="00561C8E"/>
    <w:rsid w:val="00562DDD"/>
    <w:rsid w:val="00563215"/>
    <w:rsid w:val="00563C02"/>
    <w:rsid w:val="00563CCE"/>
    <w:rsid w:val="00563F30"/>
    <w:rsid w:val="0056625B"/>
    <w:rsid w:val="00566F34"/>
    <w:rsid w:val="00567C1D"/>
    <w:rsid w:val="00570999"/>
    <w:rsid w:val="0057115E"/>
    <w:rsid w:val="00571757"/>
    <w:rsid w:val="00571D4C"/>
    <w:rsid w:val="00575564"/>
    <w:rsid w:val="005768A2"/>
    <w:rsid w:val="00576DAC"/>
    <w:rsid w:val="00576E66"/>
    <w:rsid w:val="00576E77"/>
    <w:rsid w:val="00580192"/>
    <w:rsid w:val="00581635"/>
    <w:rsid w:val="00581BBC"/>
    <w:rsid w:val="0058220D"/>
    <w:rsid w:val="0058245D"/>
    <w:rsid w:val="00582950"/>
    <w:rsid w:val="00582979"/>
    <w:rsid w:val="005829D3"/>
    <w:rsid w:val="00583007"/>
    <w:rsid w:val="00583504"/>
    <w:rsid w:val="0058427B"/>
    <w:rsid w:val="00585000"/>
    <w:rsid w:val="005850DA"/>
    <w:rsid w:val="005851C6"/>
    <w:rsid w:val="005858A2"/>
    <w:rsid w:val="00586A9F"/>
    <w:rsid w:val="00590CF6"/>
    <w:rsid w:val="00591574"/>
    <w:rsid w:val="00591FF6"/>
    <w:rsid w:val="00592668"/>
    <w:rsid w:val="00592692"/>
    <w:rsid w:val="00593622"/>
    <w:rsid w:val="00593AED"/>
    <w:rsid w:val="005940B2"/>
    <w:rsid w:val="00594146"/>
    <w:rsid w:val="00594395"/>
    <w:rsid w:val="00594D95"/>
    <w:rsid w:val="00595DC6"/>
    <w:rsid w:val="0059615F"/>
    <w:rsid w:val="0059661D"/>
    <w:rsid w:val="00596FBF"/>
    <w:rsid w:val="005A1BE0"/>
    <w:rsid w:val="005A1E28"/>
    <w:rsid w:val="005A21C6"/>
    <w:rsid w:val="005A2AB7"/>
    <w:rsid w:val="005A30D9"/>
    <w:rsid w:val="005A35A0"/>
    <w:rsid w:val="005A4A10"/>
    <w:rsid w:val="005A5A60"/>
    <w:rsid w:val="005A603E"/>
    <w:rsid w:val="005A715F"/>
    <w:rsid w:val="005A7ADF"/>
    <w:rsid w:val="005B10A6"/>
    <w:rsid w:val="005B1528"/>
    <w:rsid w:val="005B2260"/>
    <w:rsid w:val="005B26CE"/>
    <w:rsid w:val="005B2AD2"/>
    <w:rsid w:val="005B2BD8"/>
    <w:rsid w:val="005B3123"/>
    <w:rsid w:val="005B323F"/>
    <w:rsid w:val="005B3789"/>
    <w:rsid w:val="005B3977"/>
    <w:rsid w:val="005B42FF"/>
    <w:rsid w:val="005B4A9C"/>
    <w:rsid w:val="005B4C2B"/>
    <w:rsid w:val="005B6F8B"/>
    <w:rsid w:val="005B75CA"/>
    <w:rsid w:val="005C00B4"/>
    <w:rsid w:val="005C19BF"/>
    <w:rsid w:val="005C2673"/>
    <w:rsid w:val="005C26AF"/>
    <w:rsid w:val="005C29C6"/>
    <w:rsid w:val="005C2AA8"/>
    <w:rsid w:val="005C2E9B"/>
    <w:rsid w:val="005C35D6"/>
    <w:rsid w:val="005C3BA7"/>
    <w:rsid w:val="005C3D3C"/>
    <w:rsid w:val="005C4701"/>
    <w:rsid w:val="005C6279"/>
    <w:rsid w:val="005C64F4"/>
    <w:rsid w:val="005C66C1"/>
    <w:rsid w:val="005C71DD"/>
    <w:rsid w:val="005C72B3"/>
    <w:rsid w:val="005C75B9"/>
    <w:rsid w:val="005C75BB"/>
    <w:rsid w:val="005D05B3"/>
    <w:rsid w:val="005D2292"/>
    <w:rsid w:val="005D27C0"/>
    <w:rsid w:val="005D2CC6"/>
    <w:rsid w:val="005D44B5"/>
    <w:rsid w:val="005D45D4"/>
    <w:rsid w:val="005D467E"/>
    <w:rsid w:val="005D6192"/>
    <w:rsid w:val="005D6C55"/>
    <w:rsid w:val="005D708B"/>
    <w:rsid w:val="005D70B7"/>
    <w:rsid w:val="005D7AFD"/>
    <w:rsid w:val="005D7DD0"/>
    <w:rsid w:val="005E19B1"/>
    <w:rsid w:val="005E27B1"/>
    <w:rsid w:val="005E3851"/>
    <w:rsid w:val="005E5B86"/>
    <w:rsid w:val="005E6637"/>
    <w:rsid w:val="005E70E9"/>
    <w:rsid w:val="005E75E6"/>
    <w:rsid w:val="005E7A93"/>
    <w:rsid w:val="005F0136"/>
    <w:rsid w:val="005F189B"/>
    <w:rsid w:val="005F18B9"/>
    <w:rsid w:val="005F1AE9"/>
    <w:rsid w:val="005F2335"/>
    <w:rsid w:val="005F23D9"/>
    <w:rsid w:val="005F3281"/>
    <w:rsid w:val="005F361F"/>
    <w:rsid w:val="005F4E78"/>
    <w:rsid w:val="005F5CC7"/>
    <w:rsid w:val="005F6450"/>
    <w:rsid w:val="005F77EA"/>
    <w:rsid w:val="005F7CDA"/>
    <w:rsid w:val="00600635"/>
    <w:rsid w:val="006007C0"/>
    <w:rsid w:val="00600C6F"/>
    <w:rsid w:val="006013D8"/>
    <w:rsid w:val="00601AC6"/>
    <w:rsid w:val="00601D83"/>
    <w:rsid w:val="00602391"/>
    <w:rsid w:val="00604BB1"/>
    <w:rsid w:val="00604BEB"/>
    <w:rsid w:val="00604CDB"/>
    <w:rsid w:val="0060501C"/>
    <w:rsid w:val="00605062"/>
    <w:rsid w:val="006064D4"/>
    <w:rsid w:val="00606DD7"/>
    <w:rsid w:val="00606E8B"/>
    <w:rsid w:val="00607023"/>
    <w:rsid w:val="006075CD"/>
    <w:rsid w:val="006104DC"/>
    <w:rsid w:val="006105F1"/>
    <w:rsid w:val="00611866"/>
    <w:rsid w:val="00615637"/>
    <w:rsid w:val="00615BA3"/>
    <w:rsid w:val="00616B42"/>
    <w:rsid w:val="00620A1D"/>
    <w:rsid w:val="00620B1F"/>
    <w:rsid w:val="00623A7B"/>
    <w:rsid w:val="00624055"/>
    <w:rsid w:val="006244F8"/>
    <w:rsid w:val="00625DC0"/>
    <w:rsid w:val="0062627A"/>
    <w:rsid w:val="00627C7A"/>
    <w:rsid w:val="00627E35"/>
    <w:rsid w:val="006305C8"/>
    <w:rsid w:val="00630EE9"/>
    <w:rsid w:val="006326BD"/>
    <w:rsid w:val="00632C60"/>
    <w:rsid w:val="00632D23"/>
    <w:rsid w:val="0063406F"/>
    <w:rsid w:val="006341FB"/>
    <w:rsid w:val="0063443C"/>
    <w:rsid w:val="006370FC"/>
    <w:rsid w:val="00637E83"/>
    <w:rsid w:val="00640098"/>
    <w:rsid w:val="006407A9"/>
    <w:rsid w:val="0064097F"/>
    <w:rsid w:val="00641216"/>
    <w:rsid w:val="00642414"/>
    <w:rsid w:val="00642D5D"/>
    <w:rsid w:val="0064586D"/>
    <w:rsid w:val="006469F6"/>
    <w:rsid w:val="00646A5C"/>
    <w:rsid w:val="00646A9C"/>
    <w:rsid w:val="00646E46"/>
    <w:rsid w:val="006473D6"/>
    <w:rsid w:val="00647D6B"/>
    <w:rsid w:val="00651205"/>
    <w:rsid w:val="006513B8"/>
    <w:rsid w:val="00651BAE"/>
    <w:rsid w:val="00651CFA"/>
    <w:rsid w:val="00652108"/>
    <w:rsid w:val="006524F9"/>
    <w:rsid w:val="00653AD3"/>
    <w:rsid w:val="006547FA"/>
    <w:rsid w:val="006549FC"/>
    <w:rsid w:val="00654C84"/>
    <w:rsid w:val="00655D3D"/>
    <w:rsid w:val="00656302"/>
    <w:rsid w:val="00656E81"/>
    <w:rsid w:val="00657B2E"/>
    <w:rsid w:val="00660DED"/>
    <w:rsid w:val="006619D9"/>
    <w:rsid w:val="00661F9A"/>
    <w:rsid w:val="006627D3"/>
    <w:rsid w:val="0066435A"/>
    <w:rsid w:val="00664395"/>
    <w:rsid w:val="006666F5"/>
    <w:rsid w:val="0066789B"/>
    <w:rsid w:val="00667CF8"/>
    <w:rsid w:val="00667FEB"/>
    <w:rsid w:val="006721CB"/>
    <w:rsid w:val="00672D55"/>
    <w:rsid w:val="00673AC3"/>
    <w:rsid w:val="00673DFC"/>
    <w:rsid w:val="00673E0A"/>
    <w:rsid w:val="00674499"/>
    <w:rsid w:val="00675102"/>
    <w:rsid w:val="006751FC"/>
    <w:rsid w:val="00675E78"/>
    <w:rsid w:val="00676153"/>
    <w:rsid w:val="00676DCF"/>
    <w:rsid w:val="00680559"/>
    <w:rsid w:val="0068174E"/>
    <w:rsid w:val="00683B7A"/>
    <w:rsid w:val="006845A1"/>
    <w:rsid w:val="0068498F"/>
    <w:rsid w:val="00684AD3"/>
    <w:rsid w:val="006853D0"/>
    <w:rsid w:val="00685D26"/>
    <w:rsid w:val="00686362"/>
    <w:rsid w:val="00686447"/>
    <w:rsid w:val="00686451"/>
    <w:rsid w:val="0068701F"/>
    <w:rsid w:val="00687244"/>
    <w:rsid w:val="006874A8"/>
    <w:rsid w:val="00687A57"/>
    <w:rsid w:val="00691311"/>
    <w:rsid w:val="006942A1"/>
    <w:rsid w:val="00694877"/>
    <w:rsid w:val="006949B1"/>
    <w:rsid w:val="006952E7"/>
    <w:rsid w:val="00695B45"/>
    <w:rsid w:val="00695C5A"/>
    <w:rsid w:val="00696753"/>
    <w:rsid w:val="0069680F"/>
    <w:rsid w:val="0069750C"/>
    <w:rsid w:val="006A021E"/>
    <w:rsid w:val="006A03F1"/>
    <w:rsid w:val="006A13D5"/>
    <w:rsid w:val="006A1633"/>
    <w:rsid w:val="006A1B52"/>
    <w:rsid w:val="006A1D32"/>
    <w:rsid w:val="006A2AEC"/>
    <w:rsid w:val="006A2B12"/>
    <w:rsid w:val="006A36C8"/>
    <w:rsid w:val="006A3B62"/>
    <w:rsid w:val="006A41D1"/>
    <w:rsid w:val="006A429F"/>
    <w:rsid w:val="006A4347"/>
    <w:rsid w:val="006A4782"/>
    <w:rsid w:val="006A4A17"/>
    <w:rsid w:val="006A5346"/>
    <w:rsid w:val="006A6E7F"/>
    <w:rsid w:val="006A6F14"/>
    <w:rsid w:val="006B00E6"/>
    <w:rsid w:val="006B032A"/>
    <w:rsid w:val="006B1380"/>
    <w:rsid w:val="006B1992"/>
    <w:rsid w:val="006B1F9A"/>
    <w:rsid w:val="006B234B"/>
    <w:rsid w:val="006B45C3"/>
    <w:rsid w:val="006B4841"/>
    <w:rsid w:val="006B5522"/>
    <w:rsid w:val="006B6F24"/>
    <w:rsid w:val="006B70D3"/>
    <w:rsid w:val="006B7337"/>
    <w:rsid w:val="006B7A2C"/>
    <w:rsid w:val="006C1C63"/>
    <w:rsid w:val="006C2C5E"/>
    <w:rsid w:val="006C30D8"/>
    <w:rsid w:val="006C6835"/>
    <w:rsid w:val="006C69C6"/>
    <w:rsid w:val="006C730A"/>
    <w:rsid w:val="006C7D86"/>
    <w:rsid w:val="006D00B6"/>
    <w:rsid w:val="006D0556"/>
    <w:rsid w:val="006D0EBB"/>
    <w:rsid w:val="006D12F5"/>
    <w:rsid w:val="006D21B6"/>
    <w:rsid w:val="006D28A8"/>
    <w:rsid w:val="006D30A8"/>
    <w:rsid w:val="006D3D07"/>
    <w:rsid w:val="006D401A"/>
    <w:rsid w:val="006D4194"/>
    <w:rsid w:val="006D45E7"/>
    <w:rsid w:val="006D5B2D"/>
    <w:rsid w:val="006E0DAF"/>
    <w:rsid w:val="006E0F91"/>
    <w:rsid w:val="006E1835"/>
    <w:rsid w:val="006E1EDF"/>
    <w:rsid w:val="006E1FE6"/>
    <w:rsid w:val="006E3C22"/>
    <w:rsid w:val="006E3F67"/>
    <w:rsid w:val="006E4B7A"/>
    <w:rsid w:val="006E5C37"/>
    <w:rsid w:val="006E5D68"/>
    <w:rsid w:val="006E61A6"/>
    <w:rsid w:val="006E7383"/>
    <w:rsid w:val="006E7A49"/>
    <w:rsid w:val="006F179D"/>
    <w:rsid w:val="006F2A95"/>
    <w:rsid w:val="006F2C1F"/>
    <w:rsid w:val="006F2F13"/>
    <w:rsid w:val="006F365A"/>
    <w:rsid w:val="006F3BB2"/>
    <w:rsid w:val="006F431B"/>
    <w:rsid w:val="006F4415"/>
    <w:rsid w:val="006F4BB8"/>
    <w:rsid w:val="006F5270"/>
    <w:rsid w:val="006F59F5"/>
    <w:rsid w:val="006F6807"/>
    <w:rsid w:val="006F6BD7"/>
    <w:rsid w:val="006F6E11"/>
    <w:rsid w:val="006F71ED"/>
    <w:rsid w:val="006F7ACB"/>
    <w:rsid w:val="006F7E00"/>
    <w:rsid w:val="006F7E61"/>
    <w:rsid w:val="00700A7E"/>
    <w:rsid w:val="00700DDC"/>
    <w:rsid w:val="00700F25"/>
    <w:rsid w:val="007010FC"/>
    <w:rsid w:val="007024D8"/>
    <w:rsid w:val="00702704"/>
    <w:rsid w:val="0070278A"/>
    <w:rsid w:val="00703166"/>
    <w:rsid w:val="0070465B"/>
    <w:rsid w:val="00704AD7"/>
    <w:rsid w:val="007055C7"/>
    <w:rsid w:val="0070570A"/>
    <w:rsid w:val="00705988"/>
    <w:rsid w:val="00705CFC"/>
    <w:rsid w:val="007072AA"/>
    <w:rsid w:val="007075A4"/>
    <w:rsid w:val="00707DA3"/>
    <w:rsid w:val="007113EC"/>
    <w:rsid w:val="00712062"/>
    <w:rsid w:val="0071232B"/>
    <w:rsid w:val="00712A95"/>
    <w:rsid w:val="00712E9C"/>
    <w:rsid w:val="00713591"/>
    <w:rsid w:val="00713950"/>
    <w:rsid w:val="00713D62"/>
    <w:rsid w:val="00714B0F"/>
    <w:rsid w:val="0072059B"/>
    <w:rsid w:val="00720C65"/>
    <w:rsid w:val="007217DB"/>
    <w:rsid w:val="0072266C"/>
    <w:rsid w:val="00722C74"/>
    <w:rsid w:val="00722E12"/>
    <w:rsid w:val="00723090"/>
    <w:rsid w:val="00724BC8"/>
    <w:rsid w:val="00724F5B"/>
    <w:rsid w:val="00727067"/>
    <w:rsid w:val="0072775D"/>
    <w:rsid w:val="00730499"/>
    <w:rsid w:val="00730D1B"/>
    <w:rsid w:val="0073170C"/>
    <w:rsid w:val="00731F21"/>
    <w:rsid w:val="00732782"/>
    <w:rsid w:val="00732CD9"/>
    <w:rsid w:val="00732DD7"/>
    <w:rsid w:val="007331F9"/>
    <w:rsid w:val="00733A48"/>
    <w:rsid w:val="00733F65"/>
    <w:rsid w:val="007348C9"/>
    <w:rsid w:val="007349F8"/>
    <w:rsid w:val="00734E81"/>
    <w:rsid w:val="00736B15"/>
    <w:rsid w:val="00737EED"/>
    <w:rsid w:val="007408EC"/>
    <w:rsid w:val="00740B91"/>
    <w:rsid w:val="00741212"/>
    <w:rsid w:val="0074162A"/>
    <w:rsid w:val="00743B79"/>
    <w:rsid w:val="00743DC0"/>
    <w:rsid w:val="007450DE"/>
    <w:rsid w:val="0074513F"/>
    <w:rsid w:val="00745838"/>
    <w:rsid w:val="00746932"/>
    <w:rsid w:val="00746F83"/>
    <w:rsid w:val="00747137"/>
    <w:rsid w:val="00747D0C"/>
    <w:rsid w:val="0075092A"/>
    <w:rsid w:val="007511F3"/>
    <w:rsid w:val="00751691"/>
    <w:rsid w:val="00751879"/>
    <w:rsid w:val="00751F28"/>
    <w:rsid w:val="00752C53"/>
    <w:rsid w:val="007558D1"/>
    <w:rsid w:val="00755A9E"/>
    <w:rsid w:val="0075617F"/>
    <w:rsid w:val="00760083"/>
    <w:rsid w:val="00760232"/>
    <w:rsid w:val="0076024C"/>
    <w:rsid w:val="00760453"/>
    <w:rsid w:val="0076075C"/>
    <w:rsid w:val="00762FD5"/>
    <w:rsid w:val="00764789"/>
    <w:rsid w:val="00764B41"/>
    <w:rsid w:val="00764BB6"/>
    <w:rsid w:val="007704F5"/>
    <w:rsid w:val="00770F8B"/>
    <w:rsid w:val="00772149"/>
    <w:rsid w:val="007726F0"/>
    <w:rsid w:val="007730C3"/>
    <w:rsid w:val="00775D0F"/>
    <w:rsid w:val="007765A9"/>
    <w:rsid w:val="00776B2C"/>
    <w:rsid w:val="00777663"/>
    <w:rsid w:val="00777ADE"/>
    <w:rsid w:val="00777AF5"/>
    <w:rsid w:val="0078023E"/>
    <w:rsid w:val="00780364"/>
    <w:rsid w:val="0078055B"/>
    <w:rsid w:val="00780BC7"/>
    <w:rsid w:val="00780CC8"/>
    <w:rsid w:val="007815FE"/>
    <w:rsid w:val="00781C59"/>
    <w:rsid w:val="00782166"/>
    <w:rsid w:val="00782736"/>
    <w:rsid w:val="00782D0A"/>
    <w:rsid w:val="0078420F"/>
    <w:rsid w:val="0078455A"/>
    <w:rsid w:val="0078519F"/>
    <w:rsid w:val="007861B9"/>
    <w:rsid w:val="007865BC"/>
    <w:rsid w:val="00786D6D"/>
    <w:rsid w:val="0078771D"/>
    <w:rsid w:val="00787766"/>
    <w:rsid w:val="00791382"/>
    <w:rsid w:val="007923C1"/>
    <w:rsid w:val="00793622"/>
    <w:rsid w:val="00793B91"/>
    <w:rsid w:val="007959E3"/>
    <w:rsid w:val="00795DA7"/>
    <w:rsid w:val="007966A0"/>
    <w:rsid w:val="00796DAE"/>
    <w:rsid w:val="007A018E"/>
    <w:rsid w:val="007A21C5"/>
    <w:rsid w:val="007A2FCA"/>
    <w:rsid w:val="007A306B"/>
    <w:rsid w:val="007A3F03"/>
    <w:rsid w:val="007A493E"/>
    <w:rsid w:val="007A5462"/>
    <w:rsid w:val="007A5E3F"/>
    <w:rsid w:val="007A6013"/>
    <w:rsid w:val="007A60EF"/>
    <w:rsid w:val="007A7480"/>
    <w:rsid w:val="007B2172"/>
    <w:rsid w:val="007B234F"/>
    <w:rsid w:val="007B30A6"/>
    <w:rsid w:val="007B36A4"/>
    <w:rsid w:val="007B476D"/>
    <w:rsid w:val="007B4DA5"/>
    <w:rsid w:val="007B560E"/>
    <w:rsid w:val="007B71F7"/>
    <w:rsid w:val="007C019A"/>
    <w:rsid w:val="007C03EB"/>
    <w:rsid w:val="007C05BC"/>
    <w:rsid w:val="007C05E3"/>
    <w:rsid w:val="007C2338"/>
    <w:rsid w:val="007C46D1"/>
    <w:rsid w:val="007C5CD5"/>
    <w:rsid w:val="007C72FC"/>
    <w:rsid w:val="007C74B2"/>
    <w:rsid w:val="007C7A61"/>
    <w:rsid w:val="007D137D"/>
    <w:rsid w:val="007D19A6"/>
    <w:rsid w:val="007D1C17"/>
    <w:rsid w:val="007D45AF"/>
    <w:rsid w:val="007D6F51"/>
    <w:rsid w:val="007D77D9"/>
    <w:rsid w:val="007D7980"/>
    <w:rsid w:val="007E11D2"/>
    <w:rsid w:val="007E215C"/>
    <w:rsid w:val="007E3A77"/>
    <w:rsid w:val="007E3BC8"/>
    <w:rsid w:val="007E3E1E"/>
    <w:rsid w:val="007E4956"/>
    <w:rsid w:val="007E4F7A"/>
    <w:rsid w:val="007E5309"/>
    <w:rsid w:val="007E53F9"/>
    <w:rsid w:val="007E59D8"/>
    <w:rsid w:val="007E5CA3"/>
    <w:rsid w:val="007E63DC"/>
    <w:rsid w:val="007E6435"/>
    <w:rsid w:val="007E78A6"/>
    <w:rsid w:val="007E7C69"/>
    <w:rsid w:val="007F01B9"/>
    <w:rsid w:val="007F11B6"/>
    <w:rsid w:val="007F1533"/>
    <w:rsid w:val="007F2181"/>
    <w:rsid w:val="007F2ECE"/>
    <w:rsid w:val="007F3AD1"/>
    <w:rsid w:val="007F457D"/>
    <w:rsid w:val="007F45BC"/>
    <w:rsid w:val="007F494C"/>
    <w:rsid w:val="007F5693"/>
    <w:rsid w:val="007F65FC"/>
    <w:rsid w:val="0080008B"/>
    <w:rsid w:val="00800AF4"/>
    <w:rsid w:val="00800F30"/>
    <w:rsid w:val="00801410"/>
    <w:rsid w:val="00802364"/>
    <w:rsid w:val="00803052"/>
    <w:rsid w:val="008031C9"/>
    <w:rsid w:val="00803409"/>
    <w:rsid w:val="0080375F"/>
    <w:rsid w:val="0080381E"/>
    <w:rsid w:val="00804AB5"/>
    <w:rsid w:val="00804B79"/>
    <w:rsid w:val="0080585B"/>
    <w:rsid w:val="008069BA"/>
    <w:rsid w:val="0080752B"/>
    <w:rsid w:val="008100FE"/>
    <w:rsid w:val="00810238"/>
    <w:rsid w:val="008111C3"/>
    <w:rsid w:val="00811952"/>
    <w:rsid w:val="00813160"/>
    <w:rsid w:val="008131AD"/>
    <w:rsid w:val="0081365E"/>
    <w:rsid w:val="008148CB"/>
    <w:rsid w:val="00814F8A"/>
    <w:rsid w:val="00815029"/>
    <w:rsid w:val="008160D0"/>
    <w:rsid w:val="00816C93"/>
    <w:rsid w:val="00816EBC"/>
    <w:rsid w:val="0082019F"/>
    <w:rsid w:val="0082034D"/>
    <w:rsid w:val="00820C25"/>
    <w:rsid w:val="00822346"/>
    <w:rsid w:val="00823A50"/>
    <w:rsid w:val="00823FD7"/>
    <w:rsid w:val="008249CC"/>
    <w:rsid w:val="0082522F"/>
    <w:rsid w:val="00825ADC"/>
    <w:rsid w:val="008279D8"/>
    <w:rsid w:val="008311CE"/>
    <w:rsid w:val="00833135"/>
    <w:rsid w:val="00833B00"/>
    <w:rsid w:val="00834550"/>
    <w:rsid w:val="00834ADA"/>
    <w:rsid w:val="00835349"/>
    <w:rsid w:val="008363D0"/>
    <w:rsid w:val="00836ADE"/>
    <w:rsid w:val="00837ADD"/>
    <w:rsid w:val="00837C40"/>
    <w:rsid w:val="00837C91"/>
    <w:rsid w:val="00837DE2"/>
    <w:rsid w:val="008423C1"/>
    <w:rsid w:val="00842A73"/>
    <w:rsid w:val="008435B6"/>
    <w:rsid w:val="008444BC"/>
    <w:rsid w:val="0084503F"/>
    <w:rsid w:val="0084691E"/>
    <w:rsid w:val="00846AA5"/>
    <w:rsid w:val="00846E67"/>
    <w:rsid w:val="0084725D"/>
    <w:rsid w:val="0084759F"/>
    <w:rsid w:val="0084794B"/>
    <w:rsid w:val="0085019F"/>
    <w:rsid w:val="00850535"/>
    <w:rsid w:val="00850538"/>
    <w:rsid w:val="008506B9"/>
    <w:rsid w:val="00850A78"/>
    <w:rsid w:val="00850C5B"/>
    <w:rsid w:val="0085147D"/>
    <w:rsid w:val="0085165F"/>
    <w:rsid w:val="00852480"/>
    <w:rsid w:val="00852838"/>
    <w:rsid w:val="008540EF"/>
    <w:rsid w:val="00854773"/>
    <w:rsid w:val="00855901"/>
    <w:rsid w:val="00857027"/>
    <w:rsid w:val="00860220"/>
    <w:rsid w:val="008602FA"/>
    <w:rsid w:val="008603CD"/>
    <w:rsid w:val="008605F7"/>
    <w:rsid w:val="0086097C"/>
    <w:rsid w:val="00860F7F"/>
    <w:rsid w:val="00861033"/>
    <w:rsid w:val="008612F4"/>
    <w:rsid w:val="0086202C"/>
    <w:rsid w:val="0086229B"/>
    <w:rsid w:val="0086235F"/>
    <w:rsid w:val="00862E71"/>
    <w:rsid w:val="00862F6B"/>
    <w:rsid w:val="00864DB8"/>
    <w:rsid w:val="00865B56"/>
    <w:rsid w:val="008667D7"/>
    <w:rsid w:val="008669BB"/>
    <w:rsid w:val="00867197"/>
    <w:rsid w:val="00867327"/>
    <w:rsid w:val="00870730"/>
    <w:rsid w:val="00870E03"/>
    <w:rsid w:val="00871354"/>
    <w:rsid w:val="00871AE3"/>
    <w:rsid w:val="0087242D"/>
    <w:rsid w:val="00872CE7"/>
    <w:rsid w:val="00873187"/>
    <w:rsid w:val="00874F55"/>
    <w:rsid w:val="00875A22"/>
    <w:rsid w:val="008775DC"/>
    <w:rsid w:val="0088013F"/>
    <w:rsid w:val="00880DA1"/>
    <w:rsid w:val="00880E3A"/>
    <w:rsid w:val="00881883"/>
    <w:rsid w:val="008819D8"/>
    <w:rsid w:val="0088224B"/>
    <w:rsid w:val="00883745"/>
    <w:rsid w:val="00883D5A"/>
    <w:rsid w:val="008840D2"/>
    <w:rsid w:val="008844DD"/>
    <w:rsid w:val="00886084"/>
    <w:rsid w:val="00886AA1"/>
    <w:rsid w:val="00886E44"/>
    <w:rsid w:val="0088720A"/>
    <w:rsid w:val="00887815"/>
    <w:rsid w:val="00892684"/>
    <w:rsid w:val="00894086"/>
    <w:rsid w:val="00894C84"/>
    <w:rsid w:val="00894FEF"/>
    <w:rsid w:val="00895939"/>
    <w:rsid w:val="008A02EA"/>
    <w:rsid w:val="008A0520"/>
    <w:rsid w:val="008A19BA"/>
    <w:rsid w:val="008A1AB3"/>
    <w:rsid w:val="008A1C90"/>
    <w:rsid w:val="008A2079"/>
    <w:rsid w:val="008A2CA5"/>
    <w:rsid w:val="008A2E56"/>
    <w:rsid w:val="008A31DE"/>
    <w:rsid w:val="008A4BF7"/>
    <w:rsid w:val="008A5EC1"/>
    <w:rsid w:val="008A6127"/>
    <w:rsid w:val="008A65D3"/>
    <w:rsid w:val="008B0094"/>
    <w:rsid w:val="008B0CF1"/>
    <w:rsid w:val="008B123C"/>
    <w:rsid w:val="008B1307"/>
    <w:rsid w:val="008B1EE4"/>
    <w:rsid w:val="008B2455"/>
    <w:rsid w:val="008B26AA"/>
    <w:rsid w:val="008B4599"/>
    <w:rsid w:val="008B578B"/>
    <w:rsid w:val="008B630D"/>
    <w:rsid w:val="008B74AE"/>
    <w:rsid w:val="008B74B8"/>
    <w:rsid w:val="008B7F45"/>
    <w:rsid w:val="008C101D"/>
    <w:rsid w:val="008C1C2B"/>
    <w:rsid w:val="008C22F1"/>
    <w:rsid w:val="008C3825"/>
    <w:rsid w:val="008C46A0"/>
    <w:rsid w:val="008C5023"/>
    <w:rsid w:val="008C509E"/>
    <w:rsid w:val="008C73A5"/>
    <w:rsid w:val="008D07DA"/>
    <w:rsid w:val="008D093F"/>
    <w:rsid w:val="008D0A0E"/>
    <w:rsid w:val="008D0E54"/>
    <w:rsid w:val="008D109B"/>
    <w:rsid w:val="008D1CB2"/>
    <w:rsid w:val="008D1D4D"/>
    <w:rsid w:val="008D1FAD"/>
    <w:rsid w:val="008D1FEE"/>
    <w:rsid w:val="008D29AF"/>
    <w:rsid w:val="008D2B3A"/>
    <w:rsid w:val="008D2EBE"/>
    <w:rsid w:val="008D33E9"/>
    <w:rsid w:val="008D44AE"/>
    <w:rsid w:val="008D4732"/>
    <w:rsid w:val="008D4E93"/>
    <w:rsid w:val="008D4EA1"/>
    <w:rsid w:val="008D5088"/>
    <w:rsid w:val="008D5AC3"/>
    <w:rsid w:val="008D6E5B"/>
    <w:rsid w:val="008D7865"/>
    <w:rsid w:val="008E0B94"/>
    <w:rsid w:val="008E1F6A"/>
    <w:rsid w:val="008E297F"/>
    <w:rsid w:val="008E4339"/>
    <w:rsid w:val="008E4A3E"/>
    <w:rsid w:val="008E50CB"/>
    <w:rsid w:val="008E51C6"/>
    <w:rsid w:val="008E67DA"/>
    <w:rsid w:val="008E716D"/>
    <w:rsid w:val="008E73D9"/>
    <w:rsid w:val="008E7DB6"/>
    <w:rsid w:val="008F03AD"/>
    <w:rsid w:val="008F0807"/>
    <w:rsid w:val="008F10DF"/>
    <w:rsid w:val="008F10FD"/>
    <w:rsid w:val="008F1E9A"/>
    <w:rsid w:val="008F2688"/>
    <w:rsid w:val="008F2972"/>
    <w:rsid w:val="008F2ABD"/>
    <w:rsid w:val="008F2B18"/>
    <w:rsid w:val="008F4A37"/>
    <w:rsid w:val="008F4F5B"/>
    <w:rsid w:val="008F5689"/>
    <w:rsid w:val="008F650B"/>
    <w:rsid w:val="008F721F"/>
    <w:rsid w:val="008F72A2"/>
    <w:rsid w:val="008F78C0"/>
    <w:rsid w:val="008F7A01"/>
    <w:rsid w:val="0090043C"/>
    <w:rsid w:val="0090086B"/>
    <w:rsid w:val="00900F3B"/>
    <w:rsid w:val="00901971"/>
    <w:rsid w:val="00901F12"/>
    <w:rsid w:val="009027A8"/>
    <w:rsid w:val="00902B35"/>
    <w:rsid w:val="00902BE4"/>
    <w:rsid w:val="00903C3B"/>
    <w:rsid w:val="00905257"/>
    <w:rsid w:val="00906C80"/>
    <w:rsid w:val="009079F9"/>
    <w:rsid w:val="00910425"/>
    <w:rsid w:val="00910C0D"/>
    <w:rsid w:val="0091153F"/>
    <w:rsid w:val="009120E3"/>
    <w:rsid w:val="0091269E"/>
    <w:rsid w:val="00913333"/>
    <w:rsid w:val="00913709"/>
    <w:rsid w:val="009139FF"/>
    <w:rsid w:val="00913AC7"/>
    <w:rsid w:val="009141F8"/>
    <w:rsid w:val="00915971"/>
    <w:rsid w:val="00915C3A"/>
    <w:rsid w:val="00915CCB"/>
    <w:rsid w:val="00916F1C"/>
    <w:rsid w:val="009179C6"/>
    <w:rsid w:val="00917C01"/>
    <w:rsid w:val="00920787"/>
    <w:rsid w:val="00920ED8"/>
    <w:rsid w:val="009220E8"/>
    <w:rsid w:val="00922448"/>
    <w:rsid w:val="00922A17"/>
    <w:rsid w:val="009250C2"/>
    <w:rsid w:val="00926059"/>
    <w:rsid w:val="0092629E"/>
    <w:rsid w:val="0092647B"/>
    <w:rsid w:val="00926AC0"/>
    <w:rsid w:val="00926DE7"/>
    <w:rsid w:val="00926F98"/>
    <w:rsid w:val="00930438"/>
    <w:rsid w:val="0093064E"/>
    <w:rsid w:val="00930725"/>
    <w:rsid w:val="00930912"/>
    <w:rsid w:val="0093091A"/>
    <w:rsid w:val="00930A58"/>
    <w:rsid w:val="00930F59"/>
    <w:rsid w:val="009318A4"/>
    <w:rsid w:val="009334B0"/>
    <w:rsid w:val="00934525"/>
    <w:rsid w:val="00934A12"/>
    <w:rsid w:val="009357A5"/>
    <w:rsid w:val="00935F45"/>
    <w:rsid w:val="00936C9A"/>
    <w:rsid w:val="0093720C"/>
    <w:rsid w:val="0094113C"/>
    <w:rsid w:val="009414E2"/>
    <w:rsid w:val="00941987"/>
    <w:rsid w:val="0094289B"/>
    <w:rsid w:val="00943078"/>
    <w:rsid w:val="00944089"/>
    <w:rsid w:val="009447AC"/>
    <w:rsid w:val="00944DEB"/>
    <w:rsid w:val="00945821"/>
    <w:rsid w:val="0094628D"/>
    <w:rsid w:val="0094640B"/>
    <w:rsid w:val="009473B3"/>
    <w:rsid w:val="00947429"/>
    <w:rsid w:val="009474A4"/>
    <w:rsid w:val="009505FB"/>
    <w:rsid w:val="009508F6"/>
    <w:rsid w:val="00950BAB"/>
    <w:rsid w:val="00951030"/>
    <w:rsid w:val="00952466"/>
    <w:rsid w:val="00952C60"/>
    <w:rsid w:val="00952C76"/>
    <w:rsid w:val="009538E3"/>
    <w:rsid w:val="00953E18"/>
    <w:rsid w:val="00954D05"/>
    <w:rsid w:val="009551EB"/>
    <w:rsid w:val="00956781"/>
    <w:rsid w:val="0095770B"/>
    <w:rsid w:val="00957B11"/>
    <w:rsid w:val="00960130"/>
    <w:rsid w:val="00960B28"/>
    <w:rsid w:val="00960D39"/>
    <w:rsid w:val="00961205"/>
    <w:rsid w:val="009629E4"/>
    <w:rsid w:val="00963710"/>
    <w:rsid w:val="009637F3"/>
    <w:rsid w:val="00963AFD"/>
    <w:rsid w:val="00963EB9"/>
    <w:rsid w:val="00964437"/>
    <w:rsid w:val="00964BFB"/>
    <w:rsid w:val="0096723B"/>
    <w:rsid w:val="009679D2"/>
    <w:rsid w:val="00970D63"/>
    <w:rsid w:val="0097102A"/>
    <w:rsid w:val="00971500"/>
    <w:rsid w:val="00971AB4"/>
    <w:rsid w:val="009722F3"/>
    <w:rsid w:val="00973064"/>
    <w:rsid w:val="00973552"/>
    <w:rsid w:val="009741C1"/>
    <w:rsid w:val="009741E7"/>
    <w:rsid w:val="00975BAB"/>
    <w:rsid w:val="00975C70"/>
    <w:rsid w:val="0097722E"/>
    <w:rsid w:val="009773F8"/>
    <w:rsid w:val="00980C4B"/>
    <w:rsid w:val="00980D61"/>
    <w:rsid w:val="00981594"/>
    <w:rsid w:val="009821F5"/>
    <w:rsid w:val="00982F92"/>
    <w:rsid w:val="00983CD4"/>
    <w:rsid w:val="009845A4"/>
    <w:rsid w:val="00984971"/>
    <w:rsid w:val="00985BCD"/>
    <w:rsid w:val="0098637C"/>
    <w:rsid w:val="009876D7"/>
    <w:rsid w:val="00990319"/>
    <w:rsid w:val="009917AE"/>
    <w:rsid w:val="00991BD6"/>
    <w:rsid w:val="00992415"/>
    <w:rsid w:val="00993D1B"/>
    <w:rsid w:val="00994C99"/>
    <w:rsid w:val="00994C9A"/>
    <w:rsid w:val="00995460"/>
    <w:rsid w:val="00995783"/>
    <w:rsid w:val="009964DD"/>
    <w:rsid w:val="00996D23"/>
    <w:rsid w:val="009A05ED"/>
    <w:rsid w:val="009A1430"/>
    <w:rsid w:val="009A1AAA"/>
    <w:rsid w:val="009A1D92"/>
    <w:rsid w:val="009A2B62"/>
    <w:rsid w:val="009A409C"/>
    <w:rsid w:val="009A457C"/>
    <w:rsid w:val="009A4640"/>
    <w:rsid w:val="009A46D4"/>
    <w:rsid w:val="009A4AC4"/>
    <w:rsid w:val="009A6919"/>
    <w:rsid w:val="009A70E7"/>
    <w:rsid w:val="009A7BDE"/>
    <w:rsid w:val="009B10B6"/>
    <w:rsid w:val="009B12E4"/>
    <w:rsid w:val="009B3851"/>
    <w:rsid w:val="009B3ACB"/>
    <w:rsid w:val="009B4808"/>
    <w:rsid w:val="009B4AF6"/>
    <w:rsid w:val="009B4D3B"/>
    <w:rsid w:val="009B4E29"/>
    <w:rsid w:val="009B523A"/>
    <w:rsid w:val="009B5720"/>
    <w:rsid w:val="009B5839"/>
    <w:rsid w:val="009B64A2"/>
    <w:rsid w:val="009B686A"/>
    <w:rsid w:val="009B69AF"/>
    <w:rsid w:val="009B6CDD"/>
    <w:rsid w:val="009B711D"/>
    <w:rsid w:val="009B7319"/>
    <w:rsid w:val="009B7BF6"/>
    <w:rsid w:val="009C00AF"/>
    <w:rsid w:val="009C0284"/>
    <w:rsid w:val="009C1C92"/>
    <w:rsid w:val="009C37BC"/>
    <w:rsid w:val="009C404C"/>
    <w:rsid w:val="009C4E70"/>
    <w:rsid w:val="009C538B"/>
    <w:rsid w:val="009C66D6"/>
    <w:rsid w:val="009C6BE5"/>
    <w:rsid w:val="009C6D1C"/>
    <w:rsid w:val="009C76BA"/>
    <w:rsid w:val="009D02F5"/>
    <w:rsid w:val="009D3796"/>
    <w:rsid w:val="009D41F8"/>
    <w:rsid w:val="009D45CC"/>
    <w:rsid w:val="009D5061"/>
    <w:rsid w:val="009D72BC"/>
    <w:rsid w:val="009D7D08"/>
    <w:rsid w:val="009D7EA3"/>
    <w:rsid w:val="009D7ECC"/>
    <w:rsid w:val="009E0D37"/>
    <w:rsid w:val="009E1861"/>
    <w:rsid w:val="009E234E"/>
    <w:rsid w:val="009E2488"/>
    <w:rsid w:val="009E2590"/>
    <w:rsid w:val="009E3312"/>
    <w:rsid w:val="009E3382"/>
    <w:rsid w:val="009E3457"/>
    <w:rsid w:val="009E4C02"/>
    <w:rsid w:val="009E665A"/>
    <w:rsid w:val="009E7A04"/>
    <w:rsid w:val="009F127C"/>
    <w:rsid w:val="009F150C"/>
    <w:rsid w:val="009F1CB6"/>
    <w:rsid w:val="009F5A25"/>
    <w:rsid w:val="009F6341"/>
    <w:rsid w:val="009F7479"/>
    <w:rsid w:val="009F7A01"/>
    <w:rsid w:val="00A00191"/>
    <w:rsid w:val="00A0080D"/>
    <w:rsid w:val="00A00D44"/>
    <w:rsid w:val="00A0174F"/>
    <w:rsid w:val="00A0203A"/>
    <w:rsid w:val="00A023AE"/>
    <w:rsid w:val="00A04DD3"/>
    <w:rsid w:val="00A0501A"/>
    <w:rsid w:val="00A05EDD"/>
    <w:rsid w:val="00A06228"/>
    <w:rsid w:val="00A064A3"/>
    <w:rsid w:val="00A06A10"/>
    <w:rsid w:val="00A06A1A"/>
    <w:rsid w:val="00A06EE2"/>
    <w:rsid w:val="00A06F7D"/>
    <w:rsid w:val="00A071ED"/>
    <w:rsid w:val="00A10102"/>
    <w:rsid w:val="00A110E5"/>
    <w:rsid w:val="00A11EDD"/>
    <w:rsid w:val="00A1261D"/>
    <w:rsid w:val="00A13559"/>
    <w:rsid w:val="00A1367F"/>
    <w:rsid w:val="00A13EBD"/>
    <w:rsid w:val="00A14E2D"/>
    <w:rsid w:val="00A14F07"/>
    <w:rsid w:val="00A158E6"/>
    <w:rsid w:val="00A159E3"/>
    <w:rsid w:val="00A202F5"/>
    <w:rsid w:val="00A210E7"/>
    <w:rsid w:val="00A2331F"/>
    <w:rsid w:val="00A244EF"/>
    <w:rsid w:val="00A263A5"/>
    <w:rsid w:val="00A26B8A"/>
    <w:rsid w:val="00A27E26"/>
    <w:rsid w:val="00A306BF"/>
    <w:rsid w:val="00A3232D"/>
    <w:rsid w:val="00A324AC"/>
    <w:rsid w:val="00A334B5"/>
    <w:rsid w:val="00A33747"/>
    <w:rsid w:val="00A33B9F"/>
    <w:rsid w:val="00A343AC"/>
    <w:rsid w:val="00A36681"/>
    <w:rsid w:val="00A366B2"/>
    <w:rsid w:val="00A36917"/>
    <w:rsid w:val="00A36FC0"/>
    <w:rsid w:val="00A37FE4"/>
    <w:rsid w:val="00A402B5"/>
    <w:rsid w:val="00A40C63"/>
    <w:rsid w:val="00A40D9A"/>
    <w:rsid w:val="00A40F65"/>
    <w:rsid w:val="00A42A69"/>
    <w:rsid w:val="00A42ED1"/>
    <w:rsid w:val="00A43043"/>
    <w:rsid w:val="00A4379D"/>
    <w:rsid w:val="00A439FB"/>
    <w:rsid w:val="00A44045"/>
    <w:rsid w:val="00A44146"/>
    <w:rsid w:val="00A4454B"/>
    <w:rsid w:val="00A44AD4"/>
    <w:rsid w:val="00A4666A"/>
    <w:rsid w:val="00A47035"/>
    <w:rsid w:val="00A4756E"/>
    <w:rsid w:val="00A47809"/>
    <w:rsid w:val="00A47A42"/>
    <w:rsid w:val="00A47E5B"/>
    <w:rsid w:val="00A50355"/>
    <w:rsid w:val="00A50BEF"/>
    <w:rsid w:val="00A51318"/>
    <w:rsid w:val="00A5146F"/>
    <w:rsid w:val="00A51ABF"/>
    <w:rsid w:val="00A52DD0"/>
    <w:rsid w:val="00A53866"/>
    <w:rsid w:val="00A54D12"/>
    <w:rsid w:val="00A55204"/>
    <w:rsid w:val="00A56736"/>
    <w:rsid w:val="00A56C2A"/>
    <w:rsid w:val="00A57200"/>
    <w:rsid w:val="00A57866"/>
    <w:rsid w:val="00A60D6E"/>
    <w:rsid w:val="00A60F53"/>
    <w:rsid w:val="00A612A7"/>
    <w:rsid w:val="00A6130C"/>
    <w:rsid w:val="00A61657"/>
    <w:rsid w:val="00A6214F"/>
    <w:rsid w:val="00A6375E"/>
    <w:rsid w:val="00A63C7B"/>
    <w:rsid w:val="00A63F90"/>
    <w:rsid w:val="00A64062"/>
    <w:rsid w:val="00A662BB"/>
    <w:rsid w:val="00A67923"/>
    <w:rsid w:val="00A70066"/>
    <w:rsid w:val="00A71099"/>
    <w:rsid w:val="00A710E5"/>
    <w:rsid w:val="00A7184A"/>
    <w:rsid w:val="00A71CDF"/>
    <w:rsid w:val="00A7221C"/>
    <w:rsid w:val="00A7347F"/>
    <w:rsid w:val="00A744EA"/>
    <w:rsid w:val="00A75856"/>
    <w:rsid w:val="00A75B67"/>
    <w:rsid w:val="00A765A7"/>
    <w:rsid w:val="00A7737C"/>
    <w:rsid w:val="00A77DA9"/>
    <w:rsid w:val="00A77E39"/>
    <w:rsid w:val="00A80532"/>
    <w:rsid w:val="00A81096"/>
    <w:rsid w:val="00A83AED"/>
    <w:rsid w:val="00A841DD"/>
    <w:rsid w:val="00A84B0C"/>
    <w:rsid w:val="00A84B38"/>
    <w:rsid w:val="00A84C11"/>
    <w:rsid w:val="00A84E18"/>
    <w:rsid w:val="00A853F5"/>
    <w:rsid w:val="00A85810"/>
    <w:rsid w:val="00A85E8B"/>
    <w:rsid w:val="00A85FCB"/>
    <w:rsid w:val="00A871E5"/>
    <w:rsid w:val="00A90862"/>
    <w:rsid w:val="00A91456"/>
    <w:rsid w:val="00A91461"/>
    <w:rsid w:val="00A91E5D"/>
    <w:rsid w:val="00A92698"/>
    <w:rsid w:val="00A9289F"/>
    <w:rsid w:val="00A95E2B"/>
    <w:rsid w:val="00A95EE5"/>
    <w:rsid w:val="00A9681F"/>
    <w:rsid w:val="00A96C17"/>
    <w:rsid w:val="00A97625"/>
    <w:rsid w:val="00AA05E3"/>
    <w:rsid w:val="00AA09A7"/>
    <w:rsid w:val="00AA1CA3"/>
    <w:rsid w:val="00AA2004"/>
    <w:rsid w:val="00AA20FE"/>
    <w:rsid w:val="00AA2287"/>
    <w:rsid w:val="00AA263D"/>
    <w:rsid w:val="00AA4819"/>
    <w:rsid w:val="00AA5B5C"/>
    <w:rsid w:val="00AA6B55"/>
    <w:rsid w:val="00AA6E67"/>
    <w:rsid w:val="00AA719E"/>
    <w:rsid w:val="00AA7325"/>
    <w:rsid w:val="00AA7609"/>
    <w:rsid w:val="00AB1284"/>
    <w:rsid w:val="00AB15D6"/>
    <w:rsid w:val="00AB2469"/>
    <w:rsid w:val="00AB2F6C"/>
    <w:rsid w:val="00AB36B0"/>
    <w:rsid w:val="00AB3730"/>
    <w:rsid w:val="00AB39D6"/>
    <w:rsid w:val="00AB46E4"/>
    <w:rsid w:val="00AB4967"/>
    <w:rsid w:val="00AB4DC3"/>
    <w:rsid w:val="00AB534B"/>
    <w:rsid w:val="00AB5AAC"/>
    <w:rsid w:val="00AB7D7B"/>
    <w:rsid w:val="00AC097D"/>
    <w:rsid w:val="00AC1B0A"/>
    <w:rsid w:val="00AC3330"/>
    <w:rsid w:val="00AC3EBC"/>
    <w:rsid w:val="00AC53A1"/>
    <w:rsid w:val="00AC560E"/>
    <w:rsid w:val="00AC5934"/>
    <w:rsid w:val="00AC6302"/>
    <w:rsid w:val="00AC63D0"/>
    <w:rsid w:val="00AC6924"/>
    <w:rsid w:val="00AC7200"/>
    <w:rsid w:val="00AC748D"/>
    <w:rsid w:val="00AC79E9"/>
    <w:rsid w:val="00AD07ED"/>
    <w:rsid w:val="00AD0FDB"/>
    <w:rsid w:val="00AD1682"/>
    <w:rsid w:val="00AD1861"/>
    <w:rsid w:val="00AD2574"/>
    <w:rsid w:val="00AD29B0"/>
    <w:rsid w:val="00AD37B6"/>
    <w:rsid w:val="00AD4272"/>
    <w:rsid w:val="00AD6B61"/>
    <w:rsid w:val="00AD73A8"/>
    <w:rsid w:val="00AE03A6"/>
    <w:rsid w:val="00AE0D34"/>
    <w:rsid w:val="00AE0F88"/>
    <w:rsid w:val="00AE1433"/>
    <w:rsid w:val="00AE28C4"/>
    <w:rsid w:val="00AE2A48"/>
    <w:rsid w:val="00AE3D14"/>
    <w:rsid w:val="00AE3F2E"/>
    <w:rsid w:val="00AE45D9"/>
    <w:rsid w:val="00AE5E8E"/>
    <w:rsid w:val="00AE6638"/>
    <w:rsid w:val="00AE6998"/>
    <w:rsid w:val="00AE6AB3"/>
    <w:rsid w:val="00AE7B02"/>
    <w:rsid w:val="00AF1BA2"/>
    <w:rsid w:val="00AF1E5D"/>
    <w:rsid w:val="00AF20F6"/>
    <w:rsid w:val="00AF308D"/>
    <w:rsid w:val="00AF3BFB"/>
    <w:rsid w:val="00AF41E1"/>
    <w:rsid w:val="00AF4416"/>
    <w:rsid w:val="00AF4AF1"/>
    <w:rsid w:val="00AF4DFB"/>
    <w:rsid w:val="00AF55EB"/>
    <w:rsid w:val="00AF58E0"/>
    <w:rsid w:val="00AF5C2A"/>
    <w:rsid w:val="00AF639A"/>
    <w:rsid w:val="00AF64EB"/>
    <w:rsid w:val="00AF6534"/>
    <w:rsid w:val="00AF71A2"/>
    <w:rsid w:val="00AF7A14"/>
    <w:rsid w:val="00B0011B"/>
    <w:rsid w:val="00B003A7"/>
    <w:rsid w:val="00B00B42"/>
    <w:rsid w:val="00B0506C"/>
    <w:rsid w:val="00B05AD2"/>
    <w:rsid w:val="00B0600F"/>
    <w:rsid w:val="00B0606C"/>
    <w:rsid w:val="00B06A13"/>
    <w:rsid w:val="00B06AF4"/>
    <w:rsid w:val="00B07015"/>
    <w:rsid w:val="00B07245"/>
    <w:rsid w:val="00B07C34"/>
    <w:rsid w:val="00B07D58"/>
    <w:rsid w:val="00B11577"/>
    <w:rsid w:val="00B11818"/>
    <w:rsid w:val="00B11B50"/>
    <w:rsid w:val="00B11F85"/>
    <w:rsid w:val="00B15555"/>
    <w:rsid w:val="00B16119"/>
    <w:rsid w:val="00B16909"/>
    <w:rsid w:val="00B16D00"/>
    <w:rsid w:val="00B16F20"/>
    <w:rsid w:val="00B17235"/>
    <w:rsid w:val="00B20648"/>
    <w:rsid w:val="00B20BD7"/>
    <w:rsid w:val="00B21002"/>
    <w:rsid w:val="00B21364"/>
    <w:rsid w:val="00B2271D"/>
    <w:rsid w:val="00B22B5C"/>
    <w:rsid w:val="00B2329F"/>
    <w:rsid w:val="00B238F1"/>
    <w:rsid w:val="00B23CE6"/>
    <w:rsid w:val="00B24A60"/>
    <w:rsid w:val="00B24B4F"/>
    <w:rsid w:val="00B24B91"/>
    <w:rsid w:val="00B25232"/>
    <w:rsid w:val="00B256D0"/>
    <w:rsid w:val="00B265E6"/>
    <w:rsid w:val="00B26B3A"/>
    <w:rsid w:val="00B26EEB"/>
    <w:rsid w:val="00B27213"/>
    <w:rsid w:val="00B27E62"/>
    <w:rsid w:val="00B309A1"/>
    <w:rsid w:val="00B31098"/>
    <w:rsid w:val="00B32158"/>
    <w:rsid w:val="00B321D6"/>
    <w:rsid w:val="00B32306"/>
    <w:rsid w:val="00B32D07"/>
    <w:rsid w:val="00B33132"/>
    <w:rsid w:val="00B33296"/>
    <w:rsid w:val="00B33351"/>
    <w:rsid w:val="00B337E2"/>
    <w:rsid w:val="00B34038"/>
    <w:rsid w:val="00B342C0"/>
    <w:rsid w:val="00B34F5C"/>
    <w:rsid w:val="00B353F8"/>
    <w:rsid w:val="00B35905"/>
    <w:rsid w:val="00B35BAD"/>
    <w:rsid w:val="00B36898"/>
    <w:rsid w:val="00B36C38"/>
    <w:rsid w:val="00B40140"/>
    <w:rsid w:val="00B4033A"/>
    <w:rsid w:val="00B40343"/>
    <w:rsid w:val="00B40938"/>
    <w:rsid w:val="00B41B6F"/>
    <w:rsid w:val="00B426EC"/>
    <w:rsid w:val="00B42C02"/>
    <w:rsid w:val="00B42C19"/>
    <w:rsid w:val="00B43139"/>
    <w:rsid w:val="00B436F4"/>
    <w:rsid w:val="00B43926"/>
    <w:rsid w:val="00B44D90"/>
    <w:rsid w:val="00B451D9"/>
    <w:rsid w:val="00B45212"/>
    <w:rsid w:val="00B45780"/>
    <w:rsid w:val="00B47178"/>
    <w:rsid w:val="00B503FF"/>
    <w:rsid w:val="00B53600"/>
    <w:rsid w:val="00B54AB4"/>
    <w:rsid w:val="00B561CC"/>
    <w:rsid w:val="00B568ED"/>
    <w:rsid w:val="00B57D6E"/>
    <w:rsid w:val="00B61872"/>
    <w:rsid w:val="00B61A51"/>
    <w:rsid w:val="00B61FA4"/>
    <w:rsid w:val="00B622E5"/>
    <w:rsid w:val="00B625A0"/>
    <w:rsid w:val="00B625B3"/>
    <w:rsid w:val="00B632B8"/>
    <w:rsid w:val="00B63708"/>
    <w:rsid w:val="00B63F61"/>
    <w:rsid w:val="00B63F98"/>
    <w:rsid w:val="00B64F5C"/>
    <w:rsid w:val="00B653A7"/>
    <w:rsid w:val="00B65B2F"/>
    <w:rsid w:val="00B666FC"/>
    <w:rsid w:val="00B6721C"/>
    <w:rsid w:val="00B702C0"/>
    <w:rsid w:val="00B71755"/>
    <w:rsid w:val="00B71B1A"/>
    <w:rsid w:val="00B71FF4"/>
    <w:rsid w:val="00B72710"/>
    <w:rsid w:val="00B73701"/>
    <w:rsid w:val="00B73781"/>
    <w:rsid w:val="00B73F2C"/>
    <w:rsid w:val="00B75C0C"/>
    <w:rsid w:val="00B75D31"/>
    <w:rsid w:val="00B76F41"/>
    <w:rsid w:val="00B7719B"/>
    <w:rsid w:val="00B77F2A"/>
    <w:rsid w:val="00B81410"/>
    <w:rsid w:val="00B81F57"/>
    <w:rsid w:val="00B827AD"/>
    <w:rsid w:val="00B82F2E"/>
    <w:rsid w:val="00B830A4"/>
    <w:rsid w:val="00B83170"/>
    <w:rsid w:val="00B83540"/>
    <w:rsid w:val="00B849BF"/>
    <w:rsid w:val="00B85692"/>
    <w:rsid w:val="00B86417"/>
    <w:rsid w:val="00B87B1D"/>
    <w:rsid w:val="00B90022"/>
    <w:rsid w:val="00B9120D"/>
    <w:rsid w:val="00B91D46"/>
    <w:rsid w:val="00B91E3E"/>
    <w:rsid w:val="00B91E98"/>
    <w:rsid w:val="00B922DD"/>
    <w:rsid w:val="00B927F8"/>
    <w:rsid w:val="00B9364A"/>
    <w:rsid w:val="00B93CE8"/>
    <w:rsid w:val="00B948CC"/>
    <w:rsid w:val="00B949EE"/>
    <w:rsid w:val="00B94A8F"/>
    <w:rsid w:val="00B96195"/>
    <w:rsid w:val="00B96912"/>
    <w:rsid w:val="00B96B15"/>
    <w:rsid w:val="00B96F97"/>
    <w:rsid w:val="00BA0657"/>
    <w:rsid w:val="00BA1E18"/>
    <w:rsid w:val="00BA25F4"/>
    <w:rsid w:val="00BA262C"/>
    <w:rsid w:val="00BA4981"/>
    <w:rsid w:val="00BA4A21"/>
    <w:rsid w:val="00BA5190"/>
    <w:rsid w:val="00BA572F"/>
    <w:rsid w:val="00BA58B7"/>
    <w:rsid w:val="00BA5A0A"/>
    <w:rsid w:val="00BA61C2"/>
    <w:rsid w:val="00BA7005"/>
    <w:rsid w:val="00BA74F0"/>
    <w:rsid w:val="00BA7A01"/>
    <w:rsid w:val="00BB01B0"/>
    <w:rsid w:val="00BB0458"/>
    <w:rsid w:val="00BB0B5C"/>
    <w:rsid w:val="00BB0EB8"/>
    <w:rsid w:val="00BB116B"/>
    <w:rsid w:val="00BB2822"/>
    <w:rsid w:val="00BB2BF8"/>
    <w:rsid w:val="00BB2CA1"/>
    <w:rsid w:val="00BB2E0D"/>
    <w:rsid w:val="00BB372C"/>
    <w:rsid w:val="00BB3CD9"/>
    <w:rsid w:val="00BB414E"/>
    <w:rsid w:val="00BB457D"/>
    <w:rsid w:val="00BB4B93"/>
    <w:rsid w:val="00BB508F"/>
    <w:rsid w:val="00BB513C"/>
    <w:rsid w:val="00BB5709"/>
    <w:rsid w:val="00BB5B68"/>
    <w:rsid w:val="00BB6409"/>
    <w:rsid w:val="00BB6435"/>
    <w:rsid w:val="00BB6B02"/>
    <w:rsid w:val="00BC07D2"/>
    <w:rsid w:val="00BC18B0"/>
    <w:rsid w:val="00BC3861"/>
    <w:rsid w:val="00BC45AA"/>
    <w:rsid w:val="00BC5378"/>
    <w:rsid w:val="00BC5380"/>
    <w:rsid w:val="00BC54F7"/>
    <w:rsid w:val="00BC5B9C"/>
    <w:rsid w:val="00BC5E53"/>
    <w:rsid w:val="00BC5F8D"/>
    <w:rsid w:val="00BC6301"/>
    <w:rsid w:val="00BC6D30"/>
    <w:rsid w:val="00BC7387"/>
    <w:rsid w:val="00BC78D4"/>
    <w:rsid w:val="00BD039E"/>
    <w:rsid w:val="00BD0B13"/>
    <w:rsid w:val="00BD11DE"/>
    <w:rsid w:val="00BD13C3"/>
    <w:rsid w:val="00BD3FC9"/>
    <w:rsid w:val="00BD4324"/>
    <w:rsid w:val="00BD432D"/>
    <w:rsid w:val="00BD442D"/>
    <w:rsid w:val="00BE212E"/>
    <w:rsid w:val="00BE303C"/>
    <w:rsid w:val="00BE4406"/>
    <w:rsid w:val="00BE45C2"/>
    <w:rsid w:val="00BE4600"/>
    <w:rsid w:val="00BE5023"/>
    <w:rsid w:val="00BE5E52"/>
    <w:rsid w:val="00BE6493"/>
    <w:rsid w:val="00BE6838"/>
    <w:rsid w:val="00BE6E5B"/>
    <w:rsid w:val="00BE711B"/>
    <w:rsid w:val="00BE7439"/>
    <w:rsid w:val="00BE7F48"/>
    <w:rsid w:val="00BF26D2"/>
    <w:rsid w:val="00BF2833"/>
    <w:rsid w:val="00BF298D"/>
    <w:rsid w:val="00BF3405"/>
    <w:rsid w:val="00BF53BD"/>
    <w:rsid w:val="00BF5B43"/>
    <w:rsid w:val="00BF5C8B"/>
    <w:rsid w:val="00BF679A"/>
    <w:rsid w:val="00BF7D5E"/>
    <w:rsid w:val="00C00013"/>
    <w:rsid w:val="00C00240"/>
    <w:rsid w:val="00C01ACA"/>
    <w:rsid w:val="00C020A8"/>
    <w:rsid w:val="00C0279A"/>
    <w:rsid w:val="00C02F00"/>
    <w:rsid w:val="00C042C2"/>
    <w:rsid w:val="00C05A5D"/>
    <w:rsid w:val="00C05B58"/>
    <w:rsid w:val="00C07259"/>
    <w:rsid w:val="00C07AB6"/>
    <w:rsid w:val="00C102E5"/>
    <w:rsid w:val="00C10779"/>
    <w:rsid w:val="00C10A2F"/>
    <w:rsid w:val="00C10BB3"/>
    <w:rsid w:val="00C11542"/>
    <w:rsid w:val="00C118F2"/>
    <w:rsid w:val="00C11DD2"/>
    <w:rsid w:val="00C12D98"/>
    <w:rsid w:val="00C130D0"/>
    <w:rsid w:val="00C13548"/>
    <w:rsid w:val="00C13C7C"/>
    <w:rsid w:val="00C14001"/>
    <w:rsid w:val="00C14303"/>
    <w:rsid w:val="00C14969"/>
    <w:rsid w:val="00C14C42"/>
    <w:rsid w:val="00C1523C"/>
    <w:rsid w:val="00C1554E"/>
    <w:rsid w:val="00C16409"/>
    <w:rsid w:val="00C16E99"/>
    <w:rsid w:val="00C178E0"/>
    <w:rsid w:val="00C17979"/>
    <w:rsid w:val="00C17D84"/>
    <w:rsid w:val="00C20612"/>
    <w:rsid w:val="00C2159C"/>
    <w:rsid w:val="00C21FB7"/>
    <w:rsid w:val="00C22163"/>
    <w:rsid w:val="00C22CCF"/>
    <w:rsid w:val="00C23636"/>
    <w:rsid w:val="00C23672"/>
    <w:rsid w:val="00C236C2"/>
    <w:rsid w:val="00C238D2"/>
    <w:rsid w:val="00C23978"/>
    <w:rsid w:val="00C2471A"/>
    <w:rsid w:val="00C252B3"/>
    <w:rsid w:val="00C25617"/>
    <w:rsid w:val="00C2710F"/>
    <w:rsid w:val="00C3027A"/>
    <w:rsid w:val="00C3114A"/>
    <w:rsid w:val="00C3155E"/>
    <w:rsid w:val="00C31A0A"/>
    <w:rsid w:val="00C31B03"/>
    <w:rsid w:val="00C31DC8"/>
    <w:rsid w:val="00C32297"/>
    <w:rsid w:val="00C32D05"/>
    <w:rsid w:val="00C333C1"/>
    <w:rsid w:val="00C33CAE"/>
    <w:rsid w:val="00C341C5"/>
    <w:rsid w:val="00C3534B"/>
    <w:rsid w:val="00C35647"/>
    <w:rsid w:val="00C35BDB"/>
    <w:rsid w:val="00C35C96"/>
    <w:rsid w:val="00C35FA9"/>
    <w:rsid w:val="00C40E89"/>
    <w:rsid w:val="00C4109A"/>
    <w:rsid w:val="00C426EC"/>
    <w:rsid w:val="00C439FB"/>
    <w:rsid w:val="00C440EF"/>
    <w:rsid w:val="00C44DFB"/>
    <w:rsid w:val="00C465DE"/>
    <w:rsid w:val="00C468A6"/>
    <w:rsid w:val="00C46A71"/>
    <w:rsid w:val="00C477AA"/>
    <w:rsid w:val="00C478BE"/>
    <w:rsid w:val="00C47FA4"/>
    <w:rsid w:val="00C5213F"/>
    <w:rsid w:val="00C52E5A"/>
    <w:rsid w:val="00C55694"/>
    <w:rsid w:val="00C55CFC"/>
    <w:rsid w:val="00C6085E"/>
    <w:rsid w:val="00C61460"/>
    <w:rsid w:val="00C61A72"/>
    <w:rsid w:val="00C62A3F"/>
    <w:rsid w:val="00C63FF9"/>
    <w:rsid w:val="00C6455F"/>
    <w:rsid w:val="00C649D0"/>
    <w:rsid w:val="00C65C86"/>
    <w:rsid w:val="00C6606D"/>
    <w:rsid w:val="00C660B6"/>
    <w:rsid w:val="00C663EB"/>
    <w:rsid w:val="00C66508"/>
    <w:rsid w:val="00C66A71"/>
    <w:rsid w:val="00C70AA0"/>
    <w:rsid w:val="00C722E9"/>
    <w:rsid w:val="00C7252E"/>
    <w:rsid w:val="00C7304E"/>
    <w:rsid w:val="00C7467A"/>
    <w:rsid w:val="00C7592A"/>
    <w:rsid w:val="00C75B45"/>
    <w:rsid w:val="00C76FEA"/>
    <w:rsid w:val="00C80039"/>
    <w:rsid w:val="00C8147C"/>
    <w:rsid w:val="00C83427"/>
    <w:rsid w:val="00C83451"/>
    <w:rsid w:val="00C83868"/>
    <w:rsid w:val="00C84270"/>
    <w:rsid w:val="00C84540"/>
    <w:rsid w:val="00C84FE7"/>
    <w:rsid w:val="00C853E7"/>
    <w:rsid w:val="00C85662"/>
    <w:rsid w:val="00C85EF5"/>
    <w:rsid w:val="00C90392"/>
    <w:rsid w:val="00C90483"/>
    <w:rsid w:val="00C90613"/>
    <w:rsid w:val="00C90810"/>
    <w:rsid w:val="00C91110"/>
    <w:rsid w:val="00C91D43"/>
    <w:rsid w:val="00C92687"/>
    <w:rsid w:val="00C95968"/>
    <w:rsid w:val="00C96062"/>
    <w:rsid w:val="00C978D6"/>
    <w:rsid w:val="00CA0120"/>
    <w:rsid w:val="00CA01CA"/>
    <w:rsid w:val="00CA02A4"/>
    <w:rsid w:val="00CA0646"/>
    <w:rsid w:val="00CA099C"/>
    <w:rsid w:val="00CA1C05"/>
    <w:rsid w:val="00CA2F68"/>
    <w:rsid w:val="00CA3118"/>
    <w:rsid w:val="00CA34CC"/>
    <w:rsid w:val="00CA4A78"/>
    <w:rsid w:val="00CA4A7F"/>
    <w:rsid w:val="00CA4B52"/>
    <w:rsid w:val="00CA5E68"/>
    <w:rsid w:val="00CA76B6"/>
    <w:rsid w:val="00CA7B7C"/>
    <w:rsid w:val="00CA7C5C"/>
    <w:rsid w:val="00CB04BD"/>
    <w:rsid w:val="00CB05B5"/>
    <w:rsid w:val="00CB0DE8"/>
    <w:rsid w:val="00CB13CF"/>
    <w:rsid w:val="00CB1510"/>
    <w:rsid w:val="00CB2EF4"/>
    <w:rsid w:val="00CB3C07"/>
    <w:rsid w:val="00CB3FE2"/>
    <w:rsid w:val="00CB562B"/>
    <w:rsid w:val="00CB5DF0"/>
    <w:rsid w:val="00CB5EB0"/>
    <w:rsid w:val="00CB637D"/>
    <w:rsid w:val="00CB6AB0"/>
    <w:rsid w:val="00CB6EA0"/>
    <w:rsid w:val="00CB7150"/>
    <w:rsid w:val="00CB76E7"/>
    <w:rsid w:val="00CB7736"/>
    <w:rsid w:val="00CB7AEE"/>
    <w:rsid w:val="00CB7C62"/>
    <w:rsid w:val="00CB7D05"/>
    <w:rsid w:val="00CC22FE"/>
    <w:rsid w:val="00CC2623"/>
    <w:rsid w:val="00CC27D7"/>
    <w:rsid w:val="00CC2A89"/>
    <w:rsid w:val="00CC2E46"/>
    <w:rsid w:val="00CC3866"/>
    <w:rsid w:val="00CC5183"/>
    <w:rsid w:val="00CC5970"/>
    <w:rsid w:val="00CC6855"/>
    <w:rsid w:val="00CD00BF"/>
    <w:rsid w:val="00CD0CDC"/>
    <w:rsid w:val="00CD11AB"/>
    <w:rsid w:val="00CD15F9"/>
    <w:rsid w:val="00CD184C"/>
    <w:rsid w:val="00CD2C72"/>
    <w:rsid w:val="00CD2D4E"/>
    <w:rsid w:val="00CD411C"/>
    <w:rsid w:val="00CD41C4"/>
    <w:rsid w:val="00CD48EA"/>
    <w:rsid w:val="00CD50A8"/>
    <w:rsid w:val="00CD57B2"/>
    <w:rsid w:val="00CD6698"/>
    <w:rsid w:val="00CD7A8D"/>
    <w:rsid w:val="00CE0163"/>
    <w:rsid w:val="00CE03B2"/>
    <w:rsid w:val="00CE087A"/>
    <w:rsid w:val="00CE0A61"/>
    <w:rsid w:val="00CE0AF5"/>
    <w:rsid w:val="00CE0D62"/>
    <w:rsid w:val="00CE0DEC"/>
    <w:rsid w:val="00CE127C"/>
    <w:rsid w:val="00CE15FC"/>
    <w:rsid w:val="00CE197B"/>
    <w:rsid w:val="00CE200D"/>
    <w:rsid w:val="00CE2A94"/>
    <w:rsid w:val="00CE2B36"/>
    <w:rsid w:val="00CE30D3"/>
    <w:rsid w:val="00CE3390"/>
    <w:rsid w:val="00CE356E"/>
    <w:rsid w:val="00CE35B2"/>
    <w:rsid w:val="00CE3B47"/>
    <w:rsid w:val="00CE5550"/>
    <w:rsid w:val="00CE6395"/>
    <w:rsid w:val="00CE6CFD"/>
    <w:rsid w:val="00CE6F3B"/>
    <w:rsid w:val="00CE7FDC"/>
    <w:rsid w:val="00CF00A8"/>
    <w:rsid w:val="00CF067E"/>
    <w:rsid w:val="00CF106B"/>
    <w:rsid w:val="00CF1426"/>
    <w:rsid w:val="00CF1A0E"/>
    <w:rsid w:val="00CF20CD"/>
    <w:rsid w:val="00CF3151"/>
    <w:rsid w:val="00CF4B82"/>
    <w:rsid w:val="00CF7221"/>
    <w:rsid w:val="00CF7508"/>
    <w:rsid w:val="00D0048B"/>
    <w:rsid w:val="00D0138C"/>
    <w:rsid w:val="00D01779"/>
    <w:rsid w:val="00D019B2"/>
    <w:rsid w:val="00D02233"/>
    <w:rsid w:val="00D03569"/>
    <w:rsid w:val="00D0446C"/>
    <w:rsid w:val="00D04C00"/>
    <w:rsid w:val="00D05287"/>
    <w:rsid w:val="00D06114"/>
    <w:rsid w:val="00D06FB5"/>
    <w:rsid w:val="00D100C5"/>
    <w:rsid w:val="00D10164"/>
    <w:rsid w:val="00D1087C"/>
    <w:rsid w:val="00D10D20"/>
    <w:rsid w:val="00D12849"/>
    <w:rsid w:val="00D12EDB"/>
    <w:rsid w:val="00D1310D"/>
    <w:rsid w:val="00D13B0F"/>
    <w:rsid w:val="00D13C55"/>
    <w:rsid w:val="00D148FA"/>
    <w:rsid w:val="00D14FCB"/>
    <w:rsid w:val="00D15528"/>
    <w:rsid w:val="00D161BD"/>
    <w:rsid w:val="00D17485"/>
    <w:rsid w:val="00D20C9E"/>
    <w:rsid w:val="00D214D2"/>
    <w:rsid w:val="00D21D64"/>
    <w:rsid w:val="00D21D78"/>
    <w:rsid w:val="00D22BFA"/>
    <w:rsid w:val="00D22D06"/>
    <w:rsid w:val="00D235D6"/>
    <w:rsid w:val="00D240D9"/>
    <w:rsid w:val="00D25856"/>
    <w:rsid w:val="00D258F0"/>
    <w:rsid w:val="00D25ABF"/>
    <w:rsid w:val="00D25F38"/>
    <w:rsid w:val="00D2673E"/>
    <w:rsid w:val="00D26A86"/>
    <w:rsid w:val="00D27534"/>
    <w:rsid w:val="00D30578"/>
    <w:rsid w:val="00D30D53"/>
    <w:rsid w:val="00D31E90"/>
    <w:rsid w:val="00D32E67"/>
    <w:rsid w:val="00D330E9"/>
    <w:rsid w:val="00D337EA"/>
    <w:rsid w:val="00D33866"/>
    <w:rsid w:val="00D33DB0"/>
    <w:rsid w:val="00D357CB"/>
    <w:rsid w:val="00D3643F"/>
    <w:rsid w:val="00D369F7"/>
    <w:rsid w:val="00D37064"/>
    <w:rsid w:val="00D37134"/>
    <w:rsid w:val="00D37CCB"/>
    <w:rsid w:val="00D37D47"/>
    <w:rsid w:val="00D403DC"/>
    <w:rsid w:val="00D403E6"/>
    <w:rsid w:val="00D40626"/>
    <w:rsid w:val="00D409A8"/>
    <w:rsid w:val="00D410D7"/>
    <w:rsid w:val="00D42886"/>
    <w:rsid w:val="00D42AF1"/>
    <w:rsid w:val="00D43279"/>
    <w:rsid w:val="00D434AC"/>
    <w:rsid w:val="00D43834"/>
    <w:rsid w:val="00D43B24"/>
    <w:rsid w:val="00D460DF"/>
    <w:rsid w:val="00D468E5"/>
    <w:rsid w:val="00D46DD4"/>
    <w:rsid w:val="00D47B09"/>
    <w:rsid w:val="00D501C8"/>
    <w:rsid w:val="00D5096B"/>
    <w:rsid w:val="00D51DFE"/>
    <w:rsid w:val="00D51E22"/>
    <w:rsid w:val="00D51FFF"/>
    <w:rsid w:val="00D529EA"/>
    <w:rsid w:val="00D5390F"/>
    <w:rsid w:val="00D54268"/>
    <w:rsid w:val="00D544F6"/>
    <w:rsid w:val="00D55E8E"/>
    <w:rsid w:val="00D56A4B"/>
    <w:rsid w:val="00D610DC"/>
    <w:rsid w:val="00D6318D"/>
    <w:rsid w:val="00D6327F"/>
    <w:rsid w:val="00D634DC"/>
    <w:rsid w:val="00D636C7"/>
    <w:rsid w:val="00D63CE8"/>
    <w:rsid w:val="00D64EA1"/>
    <w:rsid w:val="00D65CDF"/>
    <w:rsid w:val="00D67117"/>
    <w:rsid w:val="00D6730E"/>
    <w:rsid w:val="00D67710"/>
    <w:rsid w:val="00D677FD"/>
    <w:rsid w:val="00D701A1"/>
    <w:rsid w:val="00D70216"/>
    <w:rsid w:val="00D704FD"/>
    <w:rsid w:val="00D708F4"/>
    <w:rsid w:val="00D726B8"/>
    <w:rsid w:val="00D744EA"/>
    <w:rsid w:val="00D74BFD"/>
    <w:rsid w:val="00D7505D"/>
    <w:rsid w:val="00D7526B"/>
    <w:rsid w:val="00D75369"/>
    <w:rsid w:val="00D763AE"/>
    <w:rsid w:val="00D76E4E"/>
    <w:rsid w:val="00D80EE5"/>
    <w:rsid w:val="00D81547"/>
    <w:rsid w:val="00D81B08"/>
    <w:rsid w:val="00D81C32"/>
    <w:rsid w:val="00D82568"/>
    <w:rsid w:val="00D82DCA"/>
    <w:rsid w:val="00D83270"/>
    <w:rsid w:val="00D843F7"/>
    <w:rsid w:val="00D85A54"/>
    <w:rsid w:val="00D86BD9"/>
    <w:rsid w:val="00D879A4"/>
    <w:rsid w:val="00D90601"/>
    <w:rsid w:val="00D90658"/>
    <w:rsid w:val="00D911D1"/>
    <w:rsid w:val="00D9130C"/>
    <w:rsid w:val="00D91402"/>
    <w:rsid w:val="00D931C9"/>
    <w:rsid w:val="00D933DA"/>
    <w:rsid w:val="00D93BB6"/>
    <w:rsid w:val="00D93EAF"/>
    <w:rsid w:val="00D948D5"/>
    <w:rsid w:val="00D95035"/>
    <w:rsid w:val="00D95688"/>
    <w:rsid w:val="00D963E3"/>
    <w:rsid w:val="00D96517"/>
    <w:rsid w:val="00D96AFF"/>
    <w:rsid w:val="00D97231"/>
    <w:rsid w:val="00D9780C"/>
    <w:rsid w:val="00D97F7D"/>
    <w:rsid w:val="00DA1FDD"/>
    <w:rsid w:val="00DA35C6"/>
    <w:rsid w:val="00DA3AE0"/>
    <w:rsid w:val="00DA439E"/>
    <w:rsid w:val="00DA4712"/>
    <w:rsid w:val="00DA5DA0"/>
    <w:rsid w:val="00DA7C0C"/>
    <w:rsid w:val="00DB00D4"/>
    <w:rsid w:val="00DB0305"/>
    <w:rsid w:val="00DB1DF4"/>
    <w:rsid w:val="00DB29BB"/>
    <w:rsid w:val="00DB338D"/>
    <w:rsid w:val="00DB3EA3"/>
    <w:rsid w:val="00DB5FB6"/>
    <w:rsid w:val="00DB6554"/>
    <w:rsid w:val="00DB6728"/>
    <w:rsid w:val="00DB6E50"/>
    <w:rsid w:val="00DB6E58"/>
    <w:rsid w:val="00DB6F6D"/>
    <w:rsid w:val="00DB747D"/>
    <w:rsid w:val="00DC0303"/>
    <w:rsid w:val="00DC0DDC"/>
    <w:rsid w:val="00DC0ED3"/>
    <w:rsid w:val="00DC0F49"/>
    <w:rsid w:val="00DC2E21"/>
    <w:rsid w:val="00DC3BEB"/>
    <w:rsid w:val="00DC4526"/>
    <w:rsid w:val="00DC4D0C"/>
    <w:rsid w:val="00DC4D1E"/>
    <w:rsid w:val="00DC6003"/>
    <w:rsid w:val="00DC6072"/>
    <w:rsid w:val="00DC6BED"/>
    <w:rsid w:val="00DC7581"/>
    <w:rsid w:val="00DD102F"/>
    <w:rsid w:val="00DD153C"/>
    <w:rsid w:val="00DD1A30"/>
    <w:rsid w:val="00DD1EBE"/>
    <w:rsid w:val="00DD242D"/>
    <w:rsid w:val="00DD2A80"/>
    <w:rsid w:val="00DD32E9"/>
    <w:rsid w:val="00DD3E0D"/>
    <w:rsid w:val="00DD4117"/>
    <w:rsid w:val="00DD54A6"/>
    <w:rsid w:val="00DD5570"/>
    <w:rsid w:val="00DD559F"/>
    <w:rsid w:val="00DD5601"/>
    <w:rsid w:val="00DD5862"/>
    <w:rsid w:val="00DD5E46"/>
    <w:rsid w:val="00DD6A1F"/>
    <w:rsid w:val="00DD6F64"/>
    <w:rsid w:val="00DD761F"/>
    <w:rsid w:val="00DE0421"/>
    <w:rsid w:val="00DE1B66"/>
    <w:rsid w:val="00DE1F1E"/>
    <w:rsid w:val="00DE2700"/>
    <w:rsid w:val="00DE369E"/>
    <w:rsid w:val="00DE4689"/>
    <w:rsid w:val="00DE5588"/>
    <w:rsid w:val="00DE7599"/>
    <w:rsid w:val="00DE77A7"/>
    <w:rsid w:val="00DE78BC"/>
    <w:rsid w:val="00DE7DF6"/>
    <w:rsid w:val="00DF08BE"/>
    <w:rsid w:val="00DF1496"/>
    <w:rsid w:val="00DF181C"/>
    <w:rsid w:val="00DF20EE"/>
    <w:rsid w:val="00DF2790"/>
    <w:rsid w:val="00DF2C99"/>
    <w:rsid w:val="00DF3180"/>
    <w:rsid w:val="00DF34B8"/>
    <w:rsid w:val="00DF3983"/>
    <w:rsid w:val="00DF3D64"/>
    <w:rsid w:val="00DF4C3C"/>
    <w:rsid w:val="00DF5975"/>
    <w:rsid w:val="00DF64EE"/>
    <w:rsid w:val="00DF6F78"/>
    <w:rsid w:val="00DF7724"/>
    <w:rsid w:val="00E00D6A"/>
    <w:rsid w:val="00E02AB6"/>
    <w:rsid w:val="00E041AE"/>
    <w:rsid w:val="00E0445E"/>
    <w:rsid w:val="00E04618"/>
    <w:rsid w:val="00E04955"/>
    <w:rsid w:val="00E0617F"/>
    <w:rsid w:val="00E108C2"/>
    <w:rsid w:val="00E11276"/>
    <w:rsid w:val="00E113AA"/>
    <w:rsid w:val="00E1233A"/>
    <w:rsid w:val="00E1303E"/>
    <w:rsid w:val="00E138C8"/>
    <w:rsid w:val="00E15006"/>
    <w:rsid w:val="00E16947"/>
    <w:rsid w:val="00E16A20"/>
    <w:rsid w:val="00E16F5F"/>
    <w:rsid w:val="00E174BB"/>
    <w:rsid w:val="00E20772"/>
    <w:rsid w:val="00E2171F"/>
    <w:rsid w:val="00E21E61"/>
    <w:rsid w:val="00E22682"/>
    <w:rsid w:val="00E22A5E"/>
    <w:rsid w:val="00E22ADD"/>
    <w:rsid w:val="00E234D1"/>
    <w:rsid w:val="00E241A3"/>
    <w:rsid w:val="00E24617"/>
    <w:rsid w:val="00E24C38"/>
    <w:rsid w:val="00E25032"/>
    <w:rsid w:val="00E25161"/>
    <w:rsid w:val="00E26049"/>
    <w:rsid w:val="00E26648"/>
    <w:rsid w:val="00E30A9C"/>
    <w:rsid w:val="00E311F1"/>
    <w:rsid w:val="00E32524"/>
    <w:rsid w:val="00E32878"/>
    <w:rsid w:val="00E32D0D"/>
    <w:rsid w:val="00E32E36"/>
    <w:rsid w:val="00E3330A"/>
    <w:rsid w:val="00E34E31"/>
    <w:rsid w:val="00E36572"/>
    <w:rsid w:val="00E40A3B"/>
    <w:rsid w:val="00E40C99"/>
    <w:rsid w:val="00E43E92"/>
    <w:rsid w:val="00E44064"/>
    <w:rsid w:val="00E44662"/>
    <w:rsid w:val="00E44DB2"/>
    <w:rsid w:val="00E4577A"/>
    <w:rsid w:val="00E46887"/>
    <w:rsid w:val="00E46A06"/>
    <w:rsid w:val="00E46EA3"/>
    <w:rsid w:val="00E47ECC"/>
    <w:rsid w:val="00E50122"/>
    <w:rsid w:val="00E514BB"/>
    <w:rsid w:val="00E51509"/>
    <w:rsid w:val="00E5188C"/>
    <w:rsid w:val="00E53626"/>
    <w:rsid w:val="00E53C9E"/>
    <w:rsid w:val="00E550C5"/>
    <w:rsid w:val="00E55464"/>
    <w:rsid w:val="00E56E98"/>
    <w:rsid w:val="00E5736F"/>
    <w:rsid w:val="00E57B20"/>
    <w:rsid w:val="00E62353"/>
    <w:rsid w:val="00E623AF"/>
    <w:rsid w:val="00E62D6C"/>
    <w:rsid w:val="00E6320F"/>
    <w:rsid w:val="00E63DB9"/>
    <w:rsid w:val="00E63F42"/>
    <w:rsid w:val="00E644F5"/>
    <w:rsid w:val="00E645CC"/>
    <w:rsid w:val="00E65E9A"/>
    <w:rsid w:val="00E67262"/>
    <w:rsid w:val="00E6730A"/>
    <w:rsid w:val="00E67494"/>
    <w:rsid w:val="00E67581"/>
    <w:rsid w:val="00E675DE"/>
    <w:rsid w:val="00E67B27"/>
    <w:rsid w:val="00E70126"/>
    <w:rsid w:val="00E703B7"/>
    <w:rsid w:val="00E70F57"/>
    <w:rsid w:val="00E727DE"/>
    <w:rsid w:val="00E73C9A"/>
    <w:rsid w:val="00E759EC"/>
    <w:rsid w:val="00E77043"/>
    <w:rsid w:val="00E77695"/>
    <w:rsid w:val="00E80F7A"/>
    <w:rsid w:val="00E818BC"/>
    <w:rsid w:val="00E82186"/>
    <w:rsid w:val="00E8232F"/>
    <w:rsid w:val="00E84BB5"/>
    <w:rsid w:val="00E854BE"/>
    <w:rsid w:val="00E8659D"/>
    <w:rsid w:val="00E865AC"/>
    <w:rsid w:val="00E86B69"/>
    <w:rsid w:val="00E8749E"/>
    <w:rsid w:val="00E87D91"/>
    <w:rsid w:val="00E90E24"/>
    <w:rsid w:val="00E90E8B"/>
    <w:rsid w:val="00E9248C"/>
    <w:rsid w:val="00E92FB6"/>
    <w:rsid w:val="00E9470C"/>
    <w:rsid w:val="00E94DBA"/>
    <w:rsid w:val="00E968B8"/>
    <w:rsid w:val="00E97763"/>
    <w:rsid w:val="00E97DB2"/>
    <w:rsid w:val="00EA0608"/>
    <w:rsid w:val="00EA1113"/>
    <w:rsid w:val="00EA1347"/>
    <w:rsid w:val="00EA16D8"/>
    <w:rsid w:val="00EA16FD"/>
    <w:rsid w:val="00EA1BBE"/>
    <w:rsid w:val="00EA1D00"/>
    <w:rsid w:val="00EA3252"/>
    <w:rsid w:val="00EA6E98"/>
    <w:rsid w:val="00EA71A1"/>
    <w:rsid w:val="00EA777C"/>
    <w:rsid w:val="00EA7A3F"/>
    <w:rsid w:val="00EA7CB7"/>
    <w:rsid w:val="00EB009D"/>
    <w:rsid w:val="00EB021A"/>
    <w:rsid w:val="00EB0235"/>
    <w:rsid w:val="00EB0DC9"/>
    <w:rsid w:val="00EB1B2B"/>
    <w:rsid w:val="00EB2126"/>
    <w:rsid w:val="00EB23D1"/>
    <w:rsid w:val="00EB24F6"/>
    <w:rsid w:val="00EB29E0"/>
    <w:rsid w:val="00EB2EED"/>
    <w:rsid w:val="00EB359E"/>
    <w:rsid w:val="00EB3847"/>
    <w:rsid w:val="00EB3A96"/>
    <w:rsid w:val="00EB3ADF"/>
    <w:rsid w:val="00EB4CBB"/>
    <w:rsid w:val="00EB4FE1"/>
    <w:rsid w:val="00EB5B74"/>
    <w:rsid w:val="00EB64E3"/>
    <w:rsid w:val="00EB6B87"/>
    <w:rsid w:val="00EB758E"/>
    <w:rsid w:val="00EB7917"/>
    <w:rsid w:val="00EB793E"/>
    <w:rsid w:val="00EC03C6"/>
    <w:rsid w:val="00EC0572"/>
    <w:rsid w:val="00EC061F"/>
    <w:rsid w:val="00EC0848"/>
    <w:rsid w:val="00EC16B2"/>
    <w:rsid w:val="00EC19F5"/>
    <w:rsid w:val="00EC40D4"/>
    <w:rsid w:val="00EC41D2"/>
    <w:rsid w:val="00EC497B"/>
    <w:rsid w:val="00EC5280"/>
    <w:rsid w:val="00EC6821"/>
    <w:rsid w:val="00EC6A5C"/>
    <w:rsid w:val="00EC6F05"/>
    <w:rsid w:val="00EC7C3D"/>
    <w:rsid w:val="00EC7E82"/>
    <w:rsid w:val="00ED06DB"/>
    <w:rsid w:val="00ED07CD"/>
    <w:rsid w:val="00ED194D"/>
    <w:rsid w:val="00ED20A1"/>
    <w:rsid w:val="00ED317F"/>
    <w:rsid w:val="00ED363D"/>
    <w:rsid w:val="00ED4618"/>
    <w:rsid w:val="00ED4730"/>
    <w:rsid w:val="00ED6F22"/>
    <w:rsid w:val="00ED7606"/>
    <w:rsid w:val="00ED7C8A"/>
    <w:rsid w:val="00EE0BC4"/>
    <w:rsid w:val="00EE22E4"/>
    <w:rsid w:val="00EE4920"/>
    <w:rsid w:val="00EE4C96"/>
    <w:rsid w:val="00EE59DC"/>
    <w:rsid w:val="00EE5E9C"/>
    <w:rsid w:val="00EE6219"/>
    <w:rsid w:val="00EE62DB"/>
    <w:rsid w:val="00EE66BB"/>
    <w:rsid w:val="00EE6FAF"/>
    <w:rsid w:val="00EE75E8"/>
    <w:rsid w:val="00EE765D"/>
    <w:rsid w:val="00EF0FC6"/>
    <w:rsid w:val="00EF11BE"/>
    <w:rsid w:val="00EF1D47"/>
    <w:rsid w:val="00EF2C5F"/>
    <w:rsid w:val="00EF34B9"/>
    <w:rsid w:val="00EF41FC"/>
    <w:rsid w:val="00EF4BB0"/>
    <w:rsid w:val="00EF5FDC"/>
    <w:rsid w:val="00EF7167"/>
    <w:rsid w:val="00F000C4"/>
    <w:rsid w:val="00F01097"/>
    <w:rsid w:val="00F02350"/>
    <w:rsid w:val="00F02582"/>
    <w:rsid w:val="00F0341F"/>
    <w:rsid w:val="00F03465"/>
    <w:rsid w:val="00F04558"/>
    <w:rsid w:val="00F046E9"/>
    <w:rsid w:val="00F04EF8"/>
    <w:rsid w:val="00F05151"/>
    <w:rsid w:val="00F05779"/>
    <w:rsid w:val="00F05D2D"/>
    <w:rsid w:val="00F06278"/>
    <w:rsid w:val="00F07432"/>
    <w:rsid w:val="00F1003A"/>
    <w:rsid w:val="00F107E9"/>
    <w:rsid w:val="00F11132"/>
    <w:rsid w:val="00F11FA9"/>
    <w:rsid w:val="00F13CA2"/>
    <w:rsid w:val="00F13ED0"/>
    <w:rsid w:val="00F14752"/>
    <w:rsid w:val="00F14BE7"/>
    <w:rsid w:val="00F16511"/>
    <w:rsid w:val="00F16BC2"/>
    <w:rsid w:val="00F16EAC"/>
    <w:rsid w:val="00F178D5"/>
    <w:rsid w:val="00F17BCF"/>
    <w:rsid w:val="00F17BDF"/>
    <w:rsid w:val="00F207EA"/>
    <w:rsid w:val="00F2091F"/>
    <w:rsid w:val="00F20B10"/>
    <w:rsid w:val="00F21A92"/>
    <w:rsid w:val="00F21C87"/>
    <w:rsid w:val="00F21C8D"/>
    <w:rsid w:val="00F22F6E"/>
    <w:rsid w:val="00F23668"/>
    <w:rsid w:val="00F236E8"/>
    <w:rsid w:val="00F23906"/>
    <w:rsid w:val="00F23F00"/>
    <w:rsid w:val="00F2571B"/>
    <w:rsid w:val="00F26128"/>
    <w:rsid w:val="00F27907"/>
    <w:rsid w:val="00F30E84"/>
    <w:rsid w:val="00F317B5"/>
    <w:rsid w:val="00F31AA1"/>
    <w:rsid w:val="00F31C97"/>
    <w:rsid w:val="00F31F6C"/>
    <w:rsid w:val="00F33BB1"/>
    <w:rsid w:val="00F34582"/>
    <w:rsid w:val="00F34FED"/>
    <w:rsid w:val="00F352DD"/>
    <w:rsid w:val="00F35D3D"/>
    <w:rsid w:val="00F360A0"/>
    <w:rsid w:val="00F364DA"/>
    <w:rsid w:val="00F36BD4"/>
    <w:rsid w:val="00F37929"/>
    <w:rsid w:val="00F40BC1"/>
    <w:rsid w:val="00F4120D"/>
    <w:rsid w:val="00F41676"/>
    <w:rsid w:val="00F41B97"/>
    <w:rsid w:val="00F41BEB"/>
    <w:rsid w:val="00F4424D"/>
    <w:rsid w:val="00F447CA"/>
    <w:rsid w:val="00F45AD5"/>
    <w:rsid w:val="00F46841"/>
    <w:rsid w:val="00F46C40"/>
    <w:rsid w:val="00F46F2E"/>
    <w:rsid w:val="00F476F5"/>
    <w:rsid w:val="00F4797E"/>
    <w:rsid w:val="00F51AA2"/>
    <w:rsid w:val="00F51BD5"/>
    <w:rsid w:val="00F51EA2"/>
    <w:rsid w:val="00F5285E"/>
    <w:rsid w:val="00F52AF8"/>
    <w:rsid w:val="00F52D38"/>
    <w:rsid w:val="00F54DEE"/>
    <w:rsid w:val="00F56314"/>
    <w:rsid w:val="00F56AD8"/>
    <w:rsid w:val="00F56F6D"/>
    <w:rsid w:val="00F57A12"/>
    <w:rsid w:val="00F60A97"/>
    <w:rsid w:val="00F62429"/>
    <w:rsid w:val="00F62F07"/>
    <w:rsid w:val="00F63997"/>
    <w:rsid w:val="00F643DF"/>
    <w:rsid w:val="00F6482F"/>
    <w:rsid w:val="00F64B22"/>
    <w:rsid w:val="00F659CF"/>
    <w:rsid w:val="00F65AFC"/>
    <w:rsid w:val="00F65F69"/>
    <w:rsid w:val="00F664E0"/>
    <w:rsid w:val="00F66643"/>
    <w:rsid w:val="00F66FD2"/>
    <w:rsid w:val="00F673B1"/>
    <w:rsid w:val="00F673CD"/>
    <w:rsid w:val="00F674B3"/>
    <w:rsid w:val="00F677C9"/>
    <w:rsid w:val="00F7028E"/>
    <w:rsid w:val="00F707D7"/>
    <w:rsid w:val="00F70D32"/>
    <w:rsid w:val="00F71978"/>
    <w:rsid w:val="00F72FD4"/>
    <w:rsid w:val="00F733F3"/>
    <w:rsid w:val="00F73622"/>
    <w:rsid w:val="00F740BE"/>
    <w:rsid w:val="00F74250"/>
    <w:rsid w:val="00F743B7"/>
    <w:rsid w:val="00F74ADE"/>
    <w:rsid w:val="00F7516A"/>
    <w:rsid w:val="00F7735A"/>
    <w:rsid w:val="00F7749E"/>
    <w:rsid w:val="00F77E76"/>
    <w:rsid w:val="00F77F62"/>
    <w:rsid w:val="00F81791"/>
    <w:rsid w:val="00F82EC4"/>
    <w:rsid w:val="00F8471B"/>
    <w:rsid w:val="00F8534B"/>
    <w:rsid w:val="00F853E2"/>
    <w:rsid w:val="00F853F1"/>
    <w:rsid w:val="00F85A3D"/>
    <w:rsid w:val="00F85BE3"/>
    <w:rsid w:val="00F86D76"/>
    <w:rsid w:val="00F878FD"/>
    <w:rsid w:val="00F87B2E"/>
    <w:rsid w:val="00F90ED6"/>
    <w:rsid w:val="00F91784"/>
    <w:rsid w:val="00F91BD4"/>
    <w:rsid w:val="00F91F28"/>
    <w:rsid w:val="00F92A4B"/>
    <w:rsid w:val="00F957DE"/>
    <w:rsid w:val="00F95FD5"/>
    <w:rsid w:val="00F96EAB"/>
    <w:rsid w:val="00F97C4C"/>
    <w:rsid w:val="00FA091D"/>
    <w:rsid w:val="00FA1E4C"/>
    <w:rsid w:val="00FA275B"/>
    <w:rsid w:val="00FA3815"/>
    <w:rsid w:val="00FA4B2B"/>
    <w:rsid w:val="00FA57FD"/>
    <w:rsid w:val="00FA5982"/>
    <w:rsid w:val="00FA69B7"/>
    <w:rsid w:val="00FA6C97"/>
    <w:rsid w:val="00FA794B"/>
    <w:rsid w:val="00FB2212"/>
    <w:rsid w:val="00FB224B"/>
    <w:rsid w:val="00FB3214"/>
    <w:rsid w:val="00FB36B8"/>
    <w:rsid w:val="00FB39BB"/>
    <w:rsid w:val="00FB3E8E"/>
    <w:rsid w:val="00FB3EF8"/>
    <w:rsid w:val="00FB46D0"/>
    <w:rsid w:val="00FB4923"/>
    <w:rsid w:val="00FC0B87"/>
    <w:rsid w:val="00FC0F25"/>
    <w:rsid w:val="00FC13C9"/>
    <w:rsid w:val="00FC20D5"/>
    <w:rsid w:val="00FC235D"/>
    <w:rsid w:val="00FC2C03"/>
    <w:rsid w:val="00FC33A9"/>
    <w:rsid w:val="00FC3826"/>
    <w:rsid w:val="00FC396C"/>
    <w:rsid w:val="00FC5575"/>
    <w:rsid w:val="00FC5601"/>
    <w:rsid w:val="00FC71D4"/>
    <w:rsid w:val="00FD1629"/>
    <w:rsid w:val="00FD1C78"/>
    <w:rsid w:val="00FD43BE"/>
    <w:rsid w:val="00FD5A96"/>
    <w:rsid w:val="00FD6DE9"/>
    <w:rsid w:val="00FE0753"/>
    <w:rsid w:val="00FE223E"/>
    <w:rsid w:val="00FE2B2A"/>
    <w:rsid w:val="00FE2CD4"/>
    <w:rsid w:val="00FE5033"/>
    <w:rsid w:val="00FE5826"/>
    <w:rsid w:val="00FE5BC5"/>
    <w:rsid w:val="00FE6002"/>
    <w:rsid w:val="00FE6D61"/>
    <w:rsid w:val="00FE7546"/>
    <w:rsid w:val="00FE7819"/>
    <w:rsid w:val="00FF033F"/>
    <w:rsid w:val="00FF271B"/>
    <w:rsid w:val="00FF3201"/>
    <w:rsid w:val="00FF39C8"/>
    <w:rsid w:val="00FF3A2A"/>
    <w:rsid w:val="00FF43BB"/>
    <w:rsid w:val="00FF4AE5"/>
    <w:rsid w:val="00FF6AA0"/>
    <w:rsid w:val="00FF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B2AF5"/>
  <w15:chartTrackingRefBased/>
  <w15:docId w15:val="{E613333F-CD83-4F77-AFEF-71BFC0B9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7E13"/>
    <w:rPr>
      <w:rFonts w:ascii="Courier New" w:hAnsi="Courier New"/>
      <w:spacing w:val="-3"/>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paragraph" w:styleId="Heading3">
    <w:name w:val="heading 3"/>
    <w:basedOn w:val="Normal"/>
    <w:next w:val="Normal"/>
    <w:qFormat/>
    <w:pPr>
      <w:keepNext/>
      <w:jc w:val="center"/>
      <w:outlineLvl w:val="2"/>
    </w:pPr>
    <w:rPr>
      <w:rFonts w:ascii="Times New Roman" w:hAnsi="Times New Roman"/>
      <w:b/>
    </w:rPr>
  </w:style>
  <w:style w:type="paragraph" w:styleId="Heading4">
    <w:name w:val="heading 4"/>
    <w:basedOn w:val="Normal"/>
    <w:next w:val="Normal"/>
    <w:qFormat/>
    <w:pPr>
      <w:keepNext/>
      <w:outlineLvl w:val="3"/>
    </w:pPr>
    <w:rPr>
      <w:rFonts w:ascii="Times New Roman" w:hAnsi="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link w:val="BodyTextIndentChar"/>
    <w:pPr>
      <w:ind w:hanging="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left="720" w:firstLine="2880"/>
    </w:pPr>
  </w:style>
  <w:style w:type="paragraph" w:styleId="BodyTextIndent3">
    <w:name w:val="Body Text Indent 3"/>
    <w:basedOn w:val="Normal"/>
    <w:pPr>
      <w:ind w:left="6480" w:hanging="5760"/>
    </w:p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rFonts w:ascii="Times New Roman" w:hAnsi="Times New Roman"/>
      <w:b/>
    </w:rPr>
  </w:style>
  <w:style w:type="character" w:styleId="Hyperlink">
    <w:name w:val="Hyperlink"/>
    <w:rPr>
      <w:color w:val="0000FF"/>
      <w:u w:val="single"/>
    </w:rPr>
  </w:style>
  <w:style w:type="paragraph" w:styleId="BodyText2">
    <w:name w:val="Body Text 2"/>
    <w:basedOn w:val="Normal"/>
    <w:rPr>
      <w:sz w:val="20"/>
    </w:rPr>
  </w:style>
  <w:style w:type="character" w:styleId="Strong">
    <w:name w:val="Strong"/>
    <w:qFormat/>
    <w:rPr>
      <w:b/>
    </w:rPr>
  </w:style>
  <w:style w:type="paragraph" w:styleId="DocumentMap">
    <w:name w:val="Document Map"/>
    <w:basedOn w:val="Normal"/>
    <w:semiHidden/>
    <w:rsid w:val="00217998"/>
    <w:pPr>
      <w:shd w:val="clear" w:color="auto" w:fill="000080"/>
    </w:pPr>
    <w:rPr>
      <w:rFonts w:ascii="Tahoma" w:hAnsi="Tahoma" w:cs="Tahoma"/>
    </w:rPr>
  </w:style>
  <w:style w:type="paragraph" w:styleId="BalloonText">
    <w:name w:val="Balloon Text"/>
    <w:basedOn w:val="Normal"/>
    <w:semiHidden/>
    <w:rsid w:val="002455D1"/>
    <w:rPr>
      <w:rFonts w:ascii="Tahoma" w:hAnsi="Tahoma" w:cs="Tahoma"/>
      <w:sz w:val="16"/>
      <w:szCs w:val="16"/>
    </w:rPr>
  </w:style>
  <w:style w:type="paragraph" w:styleId="ListParagraph">
    <w:name w:val="List Paragraph"/>
    <w:basedOn w:val="Normal"/>
    <w:uiPriority w:val="34"/>
    <w:qFormat/>
    <w:rsid w:val="00013E59"/>
    <w:pPr>
      <w:ind w:left="720"/>
      <w:contextualSpacing/>
    </w:pPr>
    <w:rPr>
      <w:rFonts w:ascii="Times New Roman" w:hAnsi="Times New Roman"/>
      <w:spacing w:val="0"/>
      <w:szCs w:val="24"/>
    </w:rPr>
  </w:style>
  <w:style w:type="paragraph" w:styleId="NormalWeb">
    <w:name w:val="Normal (Web)"/>
    <w:basedOn w:val="Normal"/>
    <w:uiPriority w:val="99"/>
    <w:unhideWhenUsed/>
    <w:rsid w:val="00402814"/>
    <w:pPr>
      <w:spacing w:before="100" w:beforeAutospacing="1" w:after="100" w:afterAutospacing="1"/>
    </w:pPr>
    <w:rPr>
      <w:rFonts w:ascii="Times New Roman" w:eastAsia="Calibri" w:hAnsi="Times New Roman"/>
      <w:spacing w:val="0"/>
      <w:szCs w:val="24"/>
    </w:rPr>
  </w:style>
  <w:style w:type="character" w:customStyle="1" w:styleId="BodyTextIndentChar">
    <w:name w:val="Body Text Indent Char"/>
    <w:link w:val="BodyTextIndent"/>
    <w:rsid w:val="00C236C2"/>
    <w:rPr>
      <w:rFonts w:ascii="Courier New" w:hAnsi="Courier New"/>
      <w:spacing w:val="-3"/>
      <w:sz w:val="24"/>
    </w:rPr>
  </w:style>
  <w:style w:type="character" w:customStyle="1" w:styleId="FooterChar">
    <w:name w:val="Footer Char"/>
    <w:link w:val="Footer"/>
    <w:uiPriority w:val="99"/>
    <w:rsid w:val="008363D0"/>
    <w:rPr>
      <w:rFonts w:ascii="Courier New" w:hAnsi="Courier New"/>
      <w:spacing w:val="-3"/>
      <w:sz w:val="24"/>
    </w:rPr>
  </w:style>
  <w:style w:type="character" w:customStyle="1" w:styleId="HeaderChar">
    <w:name w:val="Header Char"/>
    <w:basedOn w:val="DefaultParagraphFont"/>
    <w:link w:val="Header"/>
    <w:uiPriority w:val="99"/>
    <w:rsid w:val="000830B6"/>
    <w:rPr>
      <w:rFonts w:ascii="Courier New" w:hAnsi="Courier New"/>
      <w:spacing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2176">
      <w:bodyDiv w:val="1"/>
      <w:marLeft w:val="0"/>
      <w:marRight w:val="0"/>
      <w:marTop w:val="0"/>
      <w:marBottom w:val="0"/>
      <w:divBdr>
        <w:top w:val="none" w:sz="0" w:space="0" w:color="auto"/>
        <w:left w:val="none" w:sz="0" w:space="0" w:color="auto"/>
        <w:bottom w:val="none" w:sz="0" w:space="0" w:color="auto"/>
        <w:right w:val="none" w:sz="0" w:space="0" w:color="auto"/>
      </w:divBdr>
    </w:div>
    <w:div w:id="852761499">
      <w:bodyDiv w:val="1"/>
      <w:marLeft w:val="0"/>
      <w:marRight w:val="0"/>
      <w:marTop w:val="0"/>
      <w:marBottom w:val="0"/>
      <w:divBdr>
        <w:top w:val="none" w:sz="0" w:space="0" w:color="auto"/>
        <w:left w:val="none" w:sz="0" w:space="0" w:color="auto"/>
        <w:bottom w:val="none" w:sz="0" w:space="0" w:color="auto"/>
        <w:right w:val="none" w:sz="0" w:space="0" w:color="auto"/>
      </w:divBdr>
    </w:div>
    <w:div w:id="1616979681">
      <w:bodyDiv w:val="1"/>
      <w:marLeft w:val="0"/>
      <w:marRight w:val="0"/>
      <w:marTop w:val="0"/>
      <w:marBottom w:val="0"/>
      <w:divBdr>
        <w:top w:val="none" w:sz="0" w:space="0" w:color="auto"/>
        <w:left w:val="none" w:sz="0" w:space="0" w:color="auto"/>
        <w:bottom w:val="none" w:sz="0" w:space="0" w:color="auto"/>
        <w:right w:val="none" w:sz="0" w:space="0" w:color="auto"/>
      </w:divBdr>
    </w:div>
    <w:div w:id="1886210754">
      <w:bodyDiv w:val="1"/>
      <w:marLeft w:val="0"/>
      <w:marRight w:val="0"/>
      <w:marTop w:val="0"/>
      <w:marBottom w:val="0"/>
      <w:divBdr>
        <w:top w:val="none" w:sz="0" w:space="0" w:color="auto"/>
        <w:left w:val="none" w:sz="0" w:space="0" w:color="auto"/>
        <w:bottom w:val="none" w:sz="0" w:space="0" w:color="auto"/>
        <w:right w:val="none" w:sz="0" w:space="0" w:color="auto"/>
      </w:divBdr>
      <w:divsChild>
        <w:div w:id="203715751">
          <w:marLeft w:val="576"/>
          <w:marRight w:val="0"/>
          <w:marTop w:val="60"/>
          <w:marBottom w:val="0"/>
          <w:divBdr>
            <w:top w:val="none" w:sz="0" w:space="0" w:color="auto"/>
            <w:left w:val="none" w:sz="0" w:space="0" w:color="auto"/>
            <w:bottom w:val="none" w:sz="0" w:space="0" w:color="auto"/>
            <w:right w:val="none" w:sz="0" w:space="0" w:color="auto"/>
          </w:divBdr>
        </w:div>
        <w:div w:id="1518428263">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45FE8FE403874BA4D3604B75B70341" ma:contentTypeVersion="0" ma:contentTypeDescription="Create a new document." ma:contentTypeScope="" ma:versionID="523c89d47954717bbc9852b41e2ddf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96EF-EEB1-46FA-9981-7193C0F2F085}">
  <ds:schemaRefs>
    <ds:schemaRef ds:uri="http://schemas.microsoft.com/sharepoint/v3/contenttype/forms"/>
  </ds:schemaRefs>
</ds:datastoreItem>
</file>

<file path=customXml/itemProps2.xml><?xml version="1.0" encoding="utf-8"?>
<ds:datastoreItem xmlns:ds="http://schemas.openxmlformats.org/officeDocument/2006/customXml" ds:itemID="{938CB283-F46C-446A-A585-690974D31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72A4CD-BA06-4FE0-BB2A-8ACA20231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56D179-016F-44D0-A872-AC1286F6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MISSION HILLS COMMUNITY SERVICES DISTRICT</vt:lpstr>
    </vt:vector>
  </TitlesOfParts>
  <Company>MISSION HILLS COMMUNITY SERVICE</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HILLS COMMUNITY SERVICES DISTRICT</dc:title>
  <dc:subject/>
  <dc:creator>MH1</dc:creator>
  <cp:keywords/>
  <dc:description/>
  <cp:lastModifiedBy>Casey Fowler</cp:lastModifiedBy>
  <cp:revision>4</cp:revision>
  <cp:lastPrinted>2018-12-14T18:01:00Z</cp:lastPrinted>
  <dcterms:created xsi:type="dcterms:W3CDTF">2019-01-11T15:10:00Z</dcterms:created>
  <dcterms:modified xsi:type="dcterms:W3CDTF">2019-01-11T17:41:00Z</dcterms:modified>
</cp:coreProperties>
</file>